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185DE" w14:textId="77777777" w:rsidR="00853C87" w:rsidRDefault="00853C87" w:rsidP="00F22AD6">
      <w:pPr>
        <w:pStyle w:val="NormalWeb"/>
        <w:spacing w:before="0" w:after="30"/>
        <w:jc w:val="both"/>
        <w:rPr>
          <w:rFonts w:cs="Arial"/>
        </w:rPr>
      </w:pPr>
    </w:p>
    <w:p w14:paraId="0B094156" w14:textId="77777777" w:rsidR="00853C87" w:rsidRDefault="00853C87" w:rsidP="00F22AD6">
      <w:pPr>
        <w:pStyle w:val="Ttulo"/>
        <w:jc w:val="both"/>
        <w:rPr>
          <w:rFonts w:cs="Arial"/>
        </w:rPr>
      </w:pPr>
    </w:p>
    <w:p w14:paraId="7D1C2FBE" w14:textId="77777777" w:rsidR="00853C87" w:rsidRDefault="00853C87" w:rsidP="00F22AD6">
      <w:pPr>
        <w:pStyle w:val="Ttulo"/>
        <w:jc w:val="both"/>
        <w:rPr>
          <w:rFonts w:cs="Arial"/>
        </w:rPr>
      </w:pPr>
    </w:p>
    <w:p w14:paraId="3D60925F" w14:textId="77777777" w:rsidR="00853C87" w:rsidRDefault="00853C87" w:rsidP="00F22AD6">
      <w:pPr>
        <w:pStyle w:val="Ttulo"/>
        <w:jc w:val="both"/>
        <w:rPr>
          <w:rFonts w:cs="Arial"/>
        </w:rPr>
      </w:pPr>
    </w:p>
    <w:p w14:paraId="3CDC1436" w14:textId="77777777" w:rsidR="00853C87" w:rsidRDefault="00853C87" w:rsidP="00F22AD6">
      <w:pPr>
        <w:pStyle w:val="Ttulo"/>
        <w:jc w:val="both"/>
        <w:rPr>
          <w:rFonts w:cs="Arial"/>
        </w:rPr>
      </w:pPr>
    </w:p>
    <w:p w14:paraId="62004351" w14:textId="77777777" w:rsidR="00853C87" w:rsidRDefault="00853C87" w:rsidP="00F22AD6">
      <w:pPr>
        <w:pStyle w:val="Ttulo"/>
        <w:jc w:val="both"/>
        <w:rPr>
          <w:rFonts w:cs="Arial"/>
        </w:rPr>
      </w:pPr>
    </w:p>
    <w:p w14:paraId="3F236340" w14:textId="77777777" w:rsidR="00853C87" w:rsidRDefault="00853C87" w:rsidP="00F22AD6">
      <w:pPr>
        <w:pStyle w:val="Ttulo"/>
        <w:jc w:val="both"/>
        <w:rPr>
          <w:rFonts w:cs="Arial"/>
        </w:rPr>
      </w:pPr>
    </w:p>
    <w:p w14:paraId="4BA36C82" w14:textId="77777777" w:rsidR="00853C87" w:rsidRDefault="00853C87" w:rsidP="00F22AD6">
      <w:pPr>
        <w:pStyle w:val="Ttulo"/>
        <w:jc w:val="both"/>
        <w:rPr>
          <w:rFonts w:cs="Arial"/>
        </w:rPr>
      </w:pPr>
    </w:p>
    <w:p w14:paraId="5786A465" w14:textId="77777777" w:rsidR="00853C87" w:rsidRDefault="00853C87" w:rsidP="00F22AD6">
      <w:pPr>
        <w:pStyle w:val="Ttulo"/>
        <w:jc w:val="both"/>
        <w:rPr>
          <w:rFonts w:cs="Arial"/>
        </w:rPr>
      </w:pPr>
    </w:p>
    <w:p w14:paraId="635DA97B" w14:textId="77777777" w:rsidR="00853C87" w:rsidRDefault="00853C87" w:rsidP="00F22AD6">
      <w:pPr>
        <w:pStyle w:val="Ttulo"/>
        <w:jc w:val="both"/>
        <w:rPr>
          <w:rFonts w:cs="Arial"/>
        </w:rPr>
      </w:pPr>
    </w:p>
    <w:p w14:paraId="1B3BB804" w14:textId="77777777" w:rsidR="00853C87" w:rsidRDefault="00C46213" w:rsidP="00F22AD6">
      <w:pPr>
        <w:pStyle w:val="Ttulo"/>
        <w:jc w:val="both"/>
        <w:rPr>
          <w:rFonts w:cs="Arial"/>
        </w:rPr>
      </w:pPr>
      <w:r>
        <w:rPr>
          <w:rFonts w:cs="Arial"/>
        </w:rPr>
        <w:t>Arquitetura de Referência</w:t>
      </w:r>
    </w:p>
    <w:p w14:paraId="5D0F2D3F" w14:textId="77777777" w:rsidR="00853C87" w:rsidRDefault="00853C87" w:rsidP="00F22AD6">
      <w:pPr>
        <w:jc w:val="both"/>
      </w:pPr>
    </w:p>
    <w:p w14:paraId="2A47A1C7" w14:textId="430091CC" w:rsidR="00853C87" w:rsidRPr="009E2599" w:rsidRDefault="00A76DD6" w:rsidP="00F22AD6">
      <w:pPr>
        <w:pStyle w:val="Ttulo"/>
        <w:jc w:val="both"/>
        <w:rPr>
          <w:rFonts w:cs="Arial"/>
          <w:sz w:val="32"/>
          <w:szCs w:val="32"/>
          <w:u w:val="single"/>
        </w:rPr>
      </w:pPr>
      <w:r>
        <w:rPr>
          <w:rFonts w:cs="Arial"/>
          <w:sz w:val="32"/>
          <w:szCs w:val="32"/>
        </w:rPr>
        <w:t xml:space="preserve">Versão </w:t>
      </w:r>
      <w:r w:rsidR="5E464EE9" w:rsidRPr="074AAB61">
        <w:rPr>
          <w:rFonts w:cs="Arial"/>
          <w:sz w:val="32"/>
          <w:szCs w:val="32"/>
        </w:rPr>
        <w:t>3</w:t>
      </w:r>
      <w:r w:rsidRPr="074AAB61">
        <w:rPr>
          <w:rFonts w:cs="Arial"/>
          <w:sz w:val="32"/>
          <w:szCs w:val="32"/>
        </w:rPr>
        <w:t>.</w:t>
      </w:r>
      <w:r w:rsidR="002C4E18">
        <w:rPr>
          <w:rFonts w:cs="Arial"/>
          <w:sz w:val="32"/>
          <w:szCs w:val="32"/>
        </w:rPr>
        <w:t>3</w:t>
      </w:r>
    </w:p>
    <w:p w14:paraId="19162B9B" w14:textId="77777777" w:rsidR="00853C87" w:rsidRDefault="00853C87" w:rsidP="00F22AD6">
      <w:pPr>
        <w:pStyle w:val="infoblue"/>
        <w:jc w:val="both"/>
        <w:rPr>
          <w:rFonts w:cs="Arial"/>
        </w:rPr>
      </w:pPr>
      <w:r>
        <w:rPr>
          <w:rFonts w:cs="Arial"/>
        </w:rPr>
        <w:t> </w:t>
      </w:r>
    </w:p>
    <w:p w14:paraId="0293AAC2" w14:textId="77777777" w:rsidR="00853C87" w:rsidRDefault="00853C87" w:rsidP="00F22AD6">
      <w:pPr>
        <w:pStyle w:val="Ttulo"/>
        <w:jc w:val="both"/>
        <w:rPr>
          <w:rFonts w:cs="Arial"/>
        </w:rPr>
        <w:sectPr w:rsidR="00853C87" w:rsidSect="00D53BA6">
          <w:headerReference w:type="default" r:id="rId11"/>
          <w:endnotePr>
            <w:numFmt w:val="decimal"/>
          </w:endnotePr>
          <w:pgSz w:w="11907" w:h="16840" w:code="9"/>
          <w:pgMar w:top="1417" w:right="1440" w:bottom="1417" w:left="1440" w:header="720" w:footer="720" w:gutter="0"/>
          <w:cols w:space="720"/>
        </w:sectPr>
      </w:pPr>
    </w:p>
    <w:p w14:paraId="760A98F5" w14:textId="77777777" w:rsidR="00853C87" w:rsidRDefault="00853C87" w:rsidP="00F22AD6">
      <w:pPr>
        <w:pStyle w:val="Ttulo"/>
        <w:jc w:val="both"/>
        <w:rPr>
          <w:rFonts w:cs="Arial"/>
        </w:rPr>
      </w:pPr>
      <w:r>
        <w:rPr>
          <w:rFonts w:cs="Arial"/>
        </w:rPr>
        <w:lastRenderedPageBreak/>
        <w:t>Histórico da Revisão</w:t>
      </w:r>
    </w:p>
    <w:p w14:paraId="0F9AEFF6" w14:textId="77777777" w:rsidR="00853C87" w:rsidRDefault="00853C87" w:rsidP="00F22AD6">
      <w:pPr>
        <w:jc w:val="both"/>
      </w:pPr>
    </w:p>
    <w:tbl>
      <w:tblPr>
        <w:tblW w:w="0" w:type="auto"/>
        <w:tblCellMar>
          <w:left w:w="0" w:type="dxa"/>
          <w:right w:w="0" w:type="dxa"/>
        </w:tblCellMar>
        <w:tblLook w:val="0000" w:firstRow="0" w:lastRow="0" w:firstColumn="0" w:lastColumn="0" w:noHBand="0" w:noVBand="0"/>
      </w:tblPr>
      <w:tblGrid>
        <w:gridCol w:w="2304"/>
        <w:gridCol w:w="1152"/>
        <w:gridCol w:w="3744"/>
        <w:gridCol w:w="2304"/>
      </w:tblGrid>
      <w:tr w:rsidR="00853C87" w14:paraId="695D386A" w14:textId="77777777" w:rsidTr="48CFBF5B">
        <w:tc>
          <w:tcPr>
            <w:tcW w:w="2304" w:type="dxa"/>
            <w:tcBorders>
              <w:top w:val="single" w:sz="6" w:space="0" w:color="auto"/>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5F46BA3" w14:textId="77777777" w:rsidR="00853C87" w:rsidRDefault="00853C87" w:rsidP="00F22AD6">
            <w:pPr>
              <w:pStyle w:val="tabletext0"/>
              <w:jc w:val="both"/>
              <w:rPr>
                <w:rFonts w:cs="Arial"/>
                <w:sz w:val="20"/>
              </w:rPr>
            </w:pPr>
            <w:r>
              <w:rPr>
                <w:rFonts w:cs="Arial"/>
                <w:b/>
                <w:bCs/>
                <w:sz w:val="20"/>
              </w:rPr>
              <w:t>Data</w:t>
            </w:r>
          </w:p>
        </w:tc>
        <w:tc>
          <w:tcPr>
            <w:tcW w:w="1152" w:type="dxa"/>
            <w:tcBorders>
              <w:top w:val="single" w:sz="6" w:space="0" w:color="auto"/>
              <w:left w:val="nil"/>
              <w:bottom w:val="single" w:sz="6" w:space="0" w:color="auto"/>
              <w:right w:val="single" w:sz="6" w:space="0" w:color="auto"/>
            </w:tcBorders>
            <w:shd w:val="clear" w:color="auto" w:fill="auto"/>
            <w:tcMar>
              <w:top w:w="0" w:type="dxa"/>
              <w:left w:w="108" w:type="dxa"/>
              <w:bottom w:w="0" w:type="dxa"/>
              <w:right w:w="108" w:type="dxa"/>
            </w:tcMar>
          </w:tcPr>
          <w:p w14:paraId="4CD219B1" w14:textId="77777777" w:rsidR="00853C87" w:rsidRDefault="00853C87" w:rsidP="00F22AD6">
            <w:pPr>
              <w:pStyle w:val="tabletext0"/>
              <w:jc w:val="both"/>
              <w:rPr>
                <w:rFonts w:cs="Arial"/>
                <w:sz w:val="20"/>
              </w:rPr>
            </w:pPr>
            <w:r>
              <w:rPr>
                <w:rFonts w:cs="Arial"/>
                <w:b/>
                <w:bCs/>
                <w:sz w:val="20"/>
              </w:rPr>
              <w:t>Versão</w:t>
            </w:r>
          </w:p>
        </w:tc>
        <w:tc>
          <w:tcPr>
            <w:tcW w:w="3744" w:type="dxa"/>
            <w:tcBorders>
              <w:top w:val="single" w:sz="6" w:space="0" w:color="auto"/>
              <w:left w:val="nil"/>
              <w:bottom w:val="single" w:sz="6" w:space="0" w:color="auto"/>
              <w:right w:val="single" w:sz="6" w:space="0" w:color="auto"/>
            </w:tcBorders>
            <w:shd w:val="clear" w:color="auto" w:fill="auto"/>
            <w:tcMar>
              <w:top w:w="0" w:type="dxa"/>
              <w:left w:w="108" w:type="dxa"/>
              <w:bottom w:w="0" w:type="dxa"/>
              <w:right w:w="108" w:type="dxa"/>
            </w:tcMar>
          </w:tcPr>
          <w:p w14:paraId="33306E19" w14:textId="77777777" w:rsidR="00853C87" w:rsidRDefault="00853C87" w:rsidP="00F22AD6">
            <w:pPr>
              <w:pStyle w:val="tabletext0"/>
              <w:jc w:val="both"/>
              <w:rPr>
                <w:rFonts w:cs="Arial"/>
                <w:sz w:val="20"/>
              </w:rPr>
            </w:pPr>
            <w:r>
              <w:rPr>
                <w:rFonts w:cs="Arial"/>
                <w:b/>
                <w:bCs/>
                <w:sz w:val="20"/>
              </w:rPr>
              <w:t>Descrição</w:t>
            </w:r>
          </w:p>
        </w:tc>
        <w:tc>
          <w:tcPr>
            <w:tcW w:w="2304" w:type="dxa"/>
            <w:tcBorders>
              <w:top w:val="single" w:sz="6" w:space="0" w:color="auto"/>
              <w:left w:val="nil"/>
              <w:bottom w:val="single" w:sz="6" w:space="0" w:color="auto"/>
              <w:right w:val="single" w:sz="6" w:space="0" w:color="auto"/>
            </w:tcBorders>
            <w:shd w:val="clear" w:color="auto" w:fill="auto"/>
            <w:tcMar>
              <w:top w:w="0" w:type="dxa"/>
              <w:left w:w="108" w:type="dxa"/>
              <w:bottom w:w="0" w:type="dxa"/>
              <w:right w:w="108" w:type="dxa"/>
            </w:tcMar>
          </w:tcPr>
          <w:p w14:paraId="63FC83E8" w14:textId="77777777" w:rsidR="00853C87" w:rsidRDefault="00853C87" w:rsidP="00F22AD6">
            <w:pPr>
              <w:pStyle w:val="tabletext0"/>
              <w:jc w:val="both"/>
              <w:rPr>
                <w:rFonts w:cs="Arial"/>
                <w:sz w:val="20"/>
              </w:rPr>
            </w:pPr>
            <w:r>
              <w:rPr>
                <w:rFonts w:cs="Arial"/>
                <w:b/>
                <w:bCs/>
                <w:sz w:val="20"/>
              </w:rPr>
              <w:t>Autor</w:t>
            </w:r>
          </w:p>
        </w:tc>
      </w:tr>
      <w:tr w:rsidR="002156B2" w14:paraId="474E6696" w14:textId="77777777" w:rsidTr="48CFBF5B">
        <w:tc>
          <w:tcPr>
            <w:tcW w:w="2304" w:type="dxa"/>
            <w:tcBorders>
              <w:top w:val="nil"/>
              <w:left w:val="single" w:sz="6" w:space="0" w:color="auto"/>
              <w:bottom w:val="single" w:sz="6" w:space="0" w:color="auto"/>
              <w:right w:val="single" w:sz="6" w:space="0" w:color="auto"/>
            </w:tcBorders>
            <w:tcMar>
              <w:top w:w="0" w:type="dxa"/>
              <w:left w:w="108" w:type="dxa"/>
              <w:bottom w:w="0" w:type="dxa"/>
              <w:right w:w="108" w:type="dxa"/>
            </w:tcMar>
          </w:tcPr>
          <w:p w14:paraId="384A323E" w14:textId="77777777" w:rsidR="002156B2" w:rsidRDefault="006C185E" w:rsidP="00A66BF7">
            <w:pPr>
              <w:pStyle w:val="RUPTabela"/>
              <w:jc w:val="center"/>
              <w:rPr>
                <w:sz w:val="22"/>
                <w:lang w:val="pt-BR"/>
              </w:rPr>
            </w:pPr>
            <w:r w:rsidRPr="00F07F98">
              <w:rPr>
                <w:lang w:val="pt-BR"/>
              </w:rPr>
              <w:t>01/09/2006</w:t>
            </w:r>
          </w:p>
        </w:tc>
        <w:tc>
          <w:tcPr>
            <w:tcW w:w="1152" w:type="dxa"/>
            <w:tcBorders>
              <w:top w:val="nil"/>
              <w:left w:val="nil"/>
              <w:bottom w:val="single" w:sz="6" w:space="0" w:color="auto"/>
              <w:right w:val="single" w:sz="6" w:space="0" w:color="auto"/>
            </w:tcBorders>
            <w:tcMar>
              <w:top w:w="0" w:type="dxa"/>
              <w:left w:w="108" w:type="dxa"/>
              <w:bottom w:w="0" w:type="dxa"/>
              <w:right w:w="108" w:type="dxa"/>
            </w:tcMar>
          </w:tcPr>
          <w:p w14:paraId="11765868" w14:textId="77777777" w:rsidR="002156B2" w:rsidRDefault="002156B2" w:rsidP="00957095">
            <w:pPr>
              <w:pStyle w:val="RUPTabela"/>
              <w:jc w:val="center"/>
              <w:rPr>
                <w:sz w:val="22"/>
                <w:lang w:val="pt-BR"/>
              </w:rPr>
            </w:pPr>
            <w:r>
              <w:rPr>
                <w:sz w:val="22"/>
                <w:lang w:val="pt-BR"/>
              </w:rPr>
              <w:t>1.0</w:t>
            </w:r>
          </w:p>
        </w:tc>
        <w:tc>
          <w:tcPr>
            <w:tcW w:w="3744" w:type="dxa"/>
            <w:tcBorders>
              <w:top w:val="nil"/>
              <w:left w:val="nil"/>
              <w:bottom w:val="single" w:sz="6" w:space="0" w:color="auto"/>
              <w:right w:val="single" w:sz="6" w:space="0" w:color="auto"/>
            </w:tcBorders>
            <w:tcMar>
              <w:top w:w="0" w:type="dxa"/>
              <w:left w:w="108" w:type="dxa"/>
              <w:bottom w:w="0" w:type="dxa"/>
              <w:right w:w="108" w:type="dxa"/>
            </w:tcMar>
          </w:tcPr>
          <w:p w14:paraId="042A4622" w14:textId="77777777" w:rsidR="002156B2" w:rsidRDefault="002156B2" w:rsidP="00957095">
            <w:pPr>
              <w:pStyle w:val="RUPTabela"/>
              <w:jc w:val="center"/>
              <w:rPr>
                <w:sz w:val="22"/>
                <w:lang w:val="pt-BR"/>
              </w:rPr>
            </w:pPr>
            <w:r>
              <w:rPr>
                <w:sz w:val="22"/>
                <w:lang w:val="pt-BR"/>
              </w:rPr>
              <w:t>Versão inicial do documento.</w:t>
            </w:r>
          </w:p>
        </w:tc>
        <w:tc>
          <w:tcPr>
            <w:tcW w:w="2304" w:type="dxa"/>
            <w:tcBorders>
              <w:top w:val="nil"/>
              <w:left w:val="nil"/>
              <w:bottom w:val="single" w:sz="6" w:space="0" w:color="auto"/>
              <w:right w:val="single" w:sz="6" w:space="0" w:color="auto"/>
            </w:tcBorders>
            <w:tcMar>
              <w:top w:w="0" w:type="dxa"/>
              <w:left w:w="108" w:type="dxa"/>
              <w:bottom w:w="0" w:type="dxa"/>
              <w:right w:w="108" w:type="dxa"/>
            </w:tcMar>
          </w:tcPr>
          <w:p w14:paraId="64D12A3E" w14:textId="77777777" w:rsidR="002156B2" w:rsidRDefault="002156B2" w:rsidP="00A66BF7">
            <w:pPr>
              <w:pStyle w:val="RUPTabela"/>
              <w:jc w:val="center"/>
              <w:rPr>
                <w:sz w:val="22"/>
                <w:lang w:val="pt-BR"/>
              </w:rPr>
            </w:pPr>
            <w:r>
              <w:rPr>
                <w:sz w:val="22"/>
                <w:lang w:val="pt-BR"/>
              </w:rPr>
              <w:t>Rodrigo Barreiros</w:t>
            </w:r>
          </w:p>
        </w:tc>
      </w:tr>
      <w:tr w:rsidR="00853C87" w14:paraId="7D85CDD1" w14:textId="77777777" w:rsidTr="48CFBF5B">
        <w:tc>
          <w:tcPr>
            <w:tcW w:w="2304" w:type="dxa"/>
            <w:tcBorders>
              <w:top w:val="nil"/>
              <w:left w:val="single" w:sz="6" w:space="0" w:color="auto"/>
              <w:bottom w:val="single" w:sz="4" w:space="0" w:color="auto"/>
              <w:right w:val="single" w:sz="6" w:space="0" w:color="auto"/>
            </w:tcBorders>
            <w:tcMar>
              <w:top w:w="0" w:type="dxa"/>
              <w:left w:w="108" w:type="dxa"/>
              <w:bottom w:w="0" w:type="dxa"/>
              <w:right w:w="108" w:type="dxa"/>
            </w:tcMar>
          </w:tcPr>
          <w:p w14:paraId="25C26F12" w14:textId="77777777" w:rsidR="00853C87" w:rsidRDefault="00FF5914" w:rsidP="00A66BF7">
            <w:pPr>
              <w:pStyle w:val="RUPTabela"/>
              <w:jc w:val="center"/>
              <w:rPr>
                <w:sz w:val="22"/>
                <w:lang w:val="pt-BR"/>
              </w:rPr>
            </w:pPr>
            <w:r w:rsidRPr="00F07F98">
              <w:rPr>
                <w:lang w:val="pt-BR"/>
              </w:rPr>
              <w:t>29/10/2007</w:t>
            </w:r>
          </w:p>
        </w:tc>
        <w:tc>
          <w:tcPr>
            <w:tcW w:w="1152" w:type="dxa"/>
            <w:tcBorders>
              <w:top w:val="nil"/>
              <w:left w:val="nil"/>
              <w:bottom w:val="single" w:sz="4" w:space="0" w:color="auto"/>
              <w:right w:val="single" w:sz="6" w:space="0" w:color="auto"/>
            </w:tcBorders>
            <w:tcMar>
              <w:top w:w="0" w:type="dxa"/>
              <w:left w:w="108" w:type="dxa"/>
              <w:bottom w:w="0" w:type="dxa"/>
              <w:right w:w="108" w:type="dxa"/>
            </w:tcMar>
          </w:tcPr>
          <w:p w14:paraId="2F2BD291" w14:textId="77777777" w:rsidR="00853C87" w:rsidRDefault="00FF5914" w:rsidP="002156B2">
            <w:pPr>
              <w:pStyle w:val="RUPTabela"/>
              <w:jc w:val="center"/>
              <w:rPr>
                <w:sz w:val="22"/>
                <w:lang w:val="pt-BR"/>
              </w:rPr>
            </w:pPr>
            <w:r>
              <w:rPr>
                <w:sz w:val="22"/>
                <w:lang w:val="pt-BR"/>
              </w:rPr>
              <w:t>1.1</w:t>
            </w:r>
          </w:p>
        </w:tc>
        <w:tc>
          <w:tcPr>
            <w:tcW w:w="3744" w:type="dxa"/>
            <w:tcBorders>
              <w:top w:val="nil"/>
              <w:left w:val="nil"/>
              <w:bottom w:val="single" w:sz="4" w:space="0" w:color="auto"/>
              <w:right w:val="single" w:sz="6" w:space="0" w:color="auto"/>
            </w:tcBorders>
            <w:tcMar>
              <w:top w:w="0" w:type="dxa"/>
              <w:left w:w="108" w:type="dxa"/>
              <w:bottom w:w="0" w:type="dxa"/>
              <w:right w:w="108" w:type="dxa"/>
            </w:tcMar>
          </w:tcPr>
          <w:p w14:paraId="3F39D406" w14:textId="77777777" w:rsidR="00853C87" w:rsidRDefault="00FF5914" w:rsidP="00FF5914">
            <w:pPr>
              <w:pStyle w:val="RUPTabela"/>
              <w:jc w:val="center"/>
              <w:rPr>
                <w:sz w:val="22"/>
                <w:lang w:val="pt-BR"/>
              </w:rPr>
            </w:pPr>
            <w:r w:rsidRPr="00FF5914">
              <w:rPr>
                <w:sz w:val="22"/>
                <w:lang w:val="pt-BR"/>
              </w:rPr>
              <w:t>Alteração de frameworks na camada de apresentação. Alteração da estrutura de pacotes.</w:t>
            </w:r>
          </w:p>
        </w:tc>
        <w:tc>
          <w:tcPr>
            <w:tcW w:w="2304" w:type="dxa"/>
            <w:tcBorders>
              <w:top w:val="nil"/>
              <w:left w:val="nil"/>
              <w:bottom w:val="single" w:sz="4" w:space="0" w:color="auto"/>
              <w:right w:val="single" w:sz="6" w:space="0" w:color="auto"/>
            </w:tcBorders>
            <w:tcMar>
              <w:top w:w="0" w:type="dxa"/>
              <w:left w:w="108" w:type="dxa"/>
              <w:bottom w:w="0" w:type="dxa"/>
              <w:right w:w="108" w:type="dxa"/>
            </w:tcMar>
          </w:tcPr>
          <w:p w14:paraId="2887D1BB" w14:textId="77777777" w:rsidR="004176DD" w:rsidRDefault="00FF5914" w:rsidP="00A66BF7">
            <w:pPr>
              <w:pStyle w:val="RUPTabela"/>
              <w:jc w:val="center"/>
              <w:rPr>
                <w:sz w:val="22"/>
                <w:lang w:val="pt-BR"/>
              </w:rPr>
            </w:pPr>
            <w:r w:rsidRPr="00FF5914">
              <w:rPr>
                <w:sz w:val="22"/>
                <w:lang w:val="pt-BR"/>
              </w:rPr>
              <w:t>Rodrigo</w:t>
            </w:r>
            <w:r w:rsidRPr="00F07F98">
              <w:rPr>
                <w:lang w:val="pt-BR"/>
              </w:rPr>
              <w:t xml:space="preserve"> Barreiros</w:t>
            </w:r>
          </w:p>
        </w:tc>
      </w:tr>
      <w:tr w:rsidR="00FF5914" w14:paraId="3EC79900"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35D7CB" w14:textId="77777777" w:rsidR="00FF5914" w:rsidRPr="00F07F98" w:rsidRDefault="00FF5914" w:rsidP="00A66BF7">
            <w:pPr>
              <w:pStyle w:val="RUPTabela"/>
              <w:snapToGrid w:val="0"/>
              <w:jc w:val="center"/>
              <w:rPr>
                <w:lang w:val="pt-BR"/>
              </w:rPr>
            </w:pPr>
            <w:r w:rsidRPr="00F07F98">
              <w:rPr>
                <w:lang w:val="pt-BR"/>
              </w:rPr>
              <w:t>13/08/2009</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A44CCE" w14:textId="77777777" w:rsidR="00FF5914" w:rsidRPr="00F07F98" w:rsidRDefault="00FF5914" w:rsidP="00FF5914">
            <w:pPr>
              <w:pStyle w:val="RUPTabela"/>
              <w:snapToGrid w:val="0"/>
              <w:jc w:val="center"/>
              <w:rPr>
                <w:lang w:val="pt-BR"/>
              </w:rPr>
            </w:pPr>
            <w:r w:rsidRPr="00F07F98">
              <w:rPr>
                <w:lang w:val="pt-BR"/>
              </w:rPr>
              <w:t>1.2</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234E4F" w14:textId="77777777" w:rsidR="00FF5914" w:rsidRPr="00F07F98" w:rsidRDefault="00FF5914" w:rsidP="00FF5914">
            <w:pPr>
              <w:pStyle w:val="RUPTabela"/>
              <w:jc w:val="center"/>
            </w:pPr>
            <w:r w:rsidRPr="00FF5914">
              <w:rPr>
                <w:sz w:val="22"/>
                <w:lang w:val="pt-BR"/>
              </w:rPr>
              <w:t>Atualizações</w:t>
            </w:r>
            <w:r w:rsidRPr="00F07F98">
              <w:rPr>
                <w:lang w:val="pt-BR"/>
              </w:rPr>
              <w:t xml:space="preserve"> gerais do documento.</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7FED83" w14:textId="77777777" w:rsidR="00FF5914" w:rsidRPr="00F07F98" w:rsidRDefault="00FF5914" w:rsidP="00A66BF7">
            <w:pPr>
              <w:pStyle w:val="RUPTabela"/>
              <w:jc w:val="center"/>
              <w:rPr>
                <w:lang w:val="pt-BR"/>
              </w:rPr>
            </w:pPr>
            <w:proofErr w:type="spellStart"/>
            <w:r w:rsidRPr="00FF5914">
              <w:rPr>
                <w:sz w:val="22"/>
                <w:lang w:val="pt-BR"/>
              </w:rPr>
              <w:t>Anacélia</w:t>
            </w:r>
            <w:proofErr w:type="spellEnd"/>
            <w:r w:rsidRPr="00F07F98">
              <w:rPr>
                <w:lang w:val="pt-BR"/>
              </w:rPr>
              <w:t xml:space="preserve"> Cunha</w:t>
            </w:r>
          </w:p>
        </w:tc>
      </w:tr>
      <w:tr w:rsidR="00FF5914" w14:paraId="1E431823"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4569BF" w14:textId="77777777" w:rsidR="00FF5914" w:rsidRPr="00F07F98" w:rsidRDefault="00FF5914" w:rsidP="00A66BF7">
            <w:pPr>
              <w:pStyle w:val="RUPTabela"/>
              <w:snapToGrid w:val="0"/>
              <w:jc w:val="center"/>
              <w:rPr>
                <w:lang w:val="pt-BR"/>
              </w:rPr>
            </w:pPr>
            <w:r>
              <w:rPr>
                <w:lang w:val="pt-BR"/>
              </w:rPr>
              <w:t>14/05/2012</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F68893" w14:textId="77777777" w:rsidR="00FF5914" w:rsidRPr="00F07F98" w:rsidRDefault="00FF5914" w:rsidP="00FF5914">
            <w:pPr>
              <w:pStyle w:val="RUPTabela"/>
              <w:snapToGrid w:val="0"/>
              <w:jc w:val="center"/>
              <w:rPr>
                <w:lang w:val="pt-BR"/>
              </w:rPr>
            </w:pPr>
            <w:r>
              <w:rPr>
                <w:lang w:val="pt-BR"/>
              </w:rPr>
              <w:t>1.3</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E22E1E" w14:textId="77777777" w:rsidR="00FF5914" w:rsidRPr="00FF5914" w:rsidRDefault="00FF5914" w:rsidP="00FF5914">
            <w:pPr>
              <w:pStyle w:val="RUPTabela"/>
              <w:jc w:val="center"/>
              <w:rPr>
                <w:sz w:val="22"/>
                <w:lang w:val="pt-BR"/>
              </w:rPr>
            </w:pPr>
            <w:r w:rsidRPr="00FF5914">
              <w:rPr>
                <w:sz w:val="22"/>
                <w:lang w:val="pt-BR"/>
              </w:rPr>
              <w:t>Atualizações nas camadas de apresentação e persistência.</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101003" w14:textId="77777777" w:rsidR="00FF5914" w:rsidRPr="00FF5914" w:rsidRDefault="00FF5914" w:rsidP="00A66BF7">
            <w:pPr>
              <w:pStyle w:val="RUPTabela"/>
              <w:snapToGrid w:val="0"/>
              <w:jc w:val="center"/>
              <w:rPr>
                <w:sz w:val="22"/>
                <w:lang w:val="pt-BR"/>
              </w:rPr>
            </w:pPr>
            <w:proofErr w:type="spellStart"/>
            <w:r w:rsidRPr="00FF5914">
              <w:rPr>
                <w:sz w:val="22"/>
                <w:lang w:val="pt-BR"/>
              </w:rPr>
              <w:t>Anacélia</w:t>
            </w:r>
            <w:proofErr w:type="spellEnd"/>
            <w:r w:rsidRPr="00FF5914">
              <w:rPr>
                <w:sz w:val="22"/>
                <w:lang w:val="pt-BR"/>
              </w:rPr>
              <w:t xml:space="preserve"> Cunha Rodrigo Barreiros</w:t>
            </w:r>
          </w:p>
        </w:tc>
      </w:tr>
      <w:tr w:rsidR="00FF5914" w14:paraId="28EFCB55"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1B06A" w14:textId="77777777" w:rsidR="00FF5914" w:rsidRDefault="00FF5914" w:rsidP="00A66BF7">
            <w:pPr>
              <w:pStyle w:val="RUPTabela"/>
              <w:jc w:val="center"/>
              <w:rPr>
                <w:sz w:val="22"/>
                <w:lang w:val="pt-BR"/>
              </w:rPr>
            </w:pPr>
            <w:r>
              <w:rPr>
                <w:sz w:val="22"/>
                <w:lang w:val="pt-BR"/>
              </w:rPr>
              <w:t>24/04/2018</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980BD" w14:textId="77777777" w:rsidR="00FF5914" w:rsidRDefault="00FF5914" w:rsidP="00FF5914">
            <w:pPr>
              <w:pStyle w:val="RUPTabela"/>
              <w:jc w:val="center"/>
              <w:rPr>
                <w:sz w:val="22"/>
                <w:lang w:val="pt-BR"/>
              </w:rPr>
            </w:pPr>
            <w:r>
              <w:rPr>
                <w:sz w:val="22"/>
                <w:lang w:val="pt-BR"/>
              </w:rPr>
              <w:t>1.4</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2CAF46" w14:textId="77777777" w:rsidR="00FF5914" w:rsidRDefault="00FF5914" w:rsidP="00FF5914">
            <w:pPr>
              <w:pStyle w:val="RUPTabela"/>
              <w:jc w:val="center"/>
              <w:rPr>
                <w:sz w:val="22"/>
                <w:lang w:val="pt-BR"/>
              </w:rPr>
            </w:pPr>
            <w:r>
              <w:rPr>
                <w:sz w:val="22"/>
                <w:lang w:val="pt-BR"/>
              </w:rPr>
              <w:t>Revisão da versão inicial do documento.</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4CD764" w14:textId="77777777" w:rsidR="00FF5914" w:rsidRDefault="00FF5914" w:rsidP="00A66BF7">
            <w:pPr>
              <w:pStyle w:val="RUPTabela"/>
              <w:jc w:val="center"/>
              <w:rPr>
                <w:sz w:val="22"/>
                <w:lang w:val="pt-BR"/>
              </w:rPr>
            </w:pPr>
            <w:r>
              <w:rPr>
                <w:sz w:val="22"/>
                <w:lang w:val="pt-BR"/>
              </w:rPr>
              <w:t>Lucas Caldas de Oliva Rodrigues</w:t>
            </w:r>
          </w:p>
        </w:tc>
      </w:tr>
      <w:tr w:rsidR="00FF5914" w14:paraId="7D19D20F"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58319B" w14:textId="77777777" w:rsidR="00FF5914" w:rsidRDefault="00FF5914" w:rsidP="00A66BF7">
            <w:pPr>
              <w:pStyle w:val="RUPTabela"/>
              <w:jc w:val="center"/>
              <w:rPr>
                <w:sz w:val="22"/>
                <w:lang w:val="pt-BR"/>
              </w:rPr>
            </w:pPr>
            <w:r>
              <w:rPr>
                <w:sz w:val="22"/>
                <w:lang w:val="pt-BR"/>
              </w:rPr>
              <w:t>26/04/2018</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73C3D9" w14:textId="77777777" w:rsidR="00FF5914" w:rsidRDefault="00FF5914" w:rsidP="00FF5914">
            <w:pPr>
              <w:pStyle w:val="RUPTabela"/>
              <w:jc w:val="center"/>
              <w:rPr>
                <w:sz w:val="22"/>
                <w:lang w:val="pt-BR"/>
              </w:rPr>
            </w:pPr>
            <w:r>
              <w:rPr>
                <w:sz w:val="22"/>
                <w:lang w:val="pt-BR"/>
              </w:rPr>
              <w:t>2.0</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2D530B" w14:textId="77777777" w:rsidR="00FF5914" w:rsidRDefault="00FF5914" w:rsidP="00FF5914">
            <w:pPr>
              <w:pStyle w:val="RUPTabela"/>
              <w:jc w:val="center"/>
              <w:rPr>
                <w:sz w:val="22"/>
                <w:lang w:val="pt-BR"/>
              </w:rPr>
            </w:pPr>
            <w:r>
              <w:rPr>
                <w:sz w:val="22"/>
                <w:lang w:val="pt-BR"/>
              </w:rPr>
              <w:t>Revisão aprovada pela equipe</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D7A676" w14:textId="77777777" w:rsidR="00FF5914" w:rsidRPr="00FB1D33" w:rsidRDefault="00FF5914" w:rsidP="00A66BF7">
            <w:pPr>
              <w:pStyle w:val="RUPTabela"/>
              <w:jc w:val="center"/>
              <w:rPr>
                <w:sz w:val="22"/>
                <w:lang w:val="pt-BR"/>
              </w:rPr>
            </w:pPr>
            <w:r w:rsidRPr="007A1D41">
              <w:rPr>
                <w:sz w:val="22"/>
                <w:lang w:val="pt-BR"/>
              </w:rPr>
              <w:t>Lucas Caldas de Oliva Rodrigues</w:t>
            </w:r>
          </w:p>
        </w:tc>
      </w:tr>
      <w:tr w:rsidR="002C43E5" w14:paraId="03367260"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9C7771" w14:textId="77777777" w:rsidR="002C43E5" w:rsidRDefault="002C43E5" w:rsidP="00A66BF7">
            <w:pPr>
              <w:pStyle w:val="RUPTabela"/>
              <w:jc w:val="center"/>
              <w:rPr>
                <w:sz w:val="22"/>
                <w:lang w:val="pt-BR"/>
              </w:rPr>
            </w:pPr>
            <w:r>
              <w:rPr>
                <w:sz w:val="22"/>
                <w:lang w:val="pt-BR"/>
              </w:rPr>
              <w:t>0</w:t>
            </w:r>
            <w:r>
              <w:t>6/11/2020</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9F1CC5" w14:textId="77777777" w:rsidR="002C43E5" w:rsidRDefault="009E2599" w:rsidP="00FF5914">
            <w:pPr>
              <w:pStyle w:val="RUPTabela"/>
              <w:jc w:val="center"/>
              <w:rPr>
                <w:sz w:val="22"/>
                <w:lang w:val="pt-BR"/>
              </w:rPr>
            </w:pPr>
            <w:r>
              <w:t>2</w:t>
            </w:r>
            <w:r w:rsidR="002C43E5">
              <w:t>.</w:t>
            </w:r>
            <w:r>
              <w:t>5</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1F6891" w14:textId="77777777" w:rsidR="002C43E5" w:rsidRDefault="002C43E5" w:rsidP="00FF5914">
            <w:pPr>
              <w:pStyle w:val="RUPTabela"/>
              <w:jc w:val="center"/>
              <w:rPr>
                <w:sz w:val="22"/>
                <w:lang w:val="pt-BR"/>
              </w:rPr>
            </w:pPr>
            <w:r>
              <w:rPr>
                <w:sz w:val="22"/>
                <w:lang w:val="pt-BR"/>
              </w:rPr>
              <w:t>A</w:t>
            </w:r>
            <w:proofErr w:type="spellStart"/>
            <w:r>
              <w:t>tualização</w:t>
            </w:r>
            <w:proofErr w:type="spellEnd"/>
            <w:r>
              <w:t xml:space="preserve"> da tecnología da </w:t>
            </w:r>
            <w:proofErr w:type="spellStart"/>
            <w:r>
              <w:t>aplica</w:t>
            </w:r>
            <w:r w:rsidR="00350A0F">
              <w:t>ç</w:t>
            </w:r>
            <w:r>
              <w:t>ão</w:t>
            </w:r>
            <w:proofErr w:type="spellEnd"/>
            <w:r>
              <w:t xml:space="preserve"> cliente</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B4297" w14:textId="77777777" w:rsidR="002C43E5" w:rsidRPr="002C43E5" w:rsidRDefault="002C43E5" w:rsidP="00A66BF7">
            <w:pPr>
              <w:pStyle w:val="RUPTabela"/>
              <w:jc w:val="center"/>
            </w:pPr>
            <w:r w:rsidRPr="5B58934B">
              <w:rPr>
                <w:lang w:val="es-ES"/>
              </w:rPr>
              <w:t xml:space="preserve">Filipe </w:t>
            </w:r>
            <w:proofErr w:type="spellStart"/>
            <w:r w:rsidRPr="5B58934B">
              <w:rPr>
                <w:lang w:val="es-ES"/>
              </w:rPr>
              <w:t>Rodrigues</w:t>
            </w:r>
            <w:proofErr w:type="spellEnd"/>
            <w:r w:rsidRPr="5B58934B">
              <w:rPr>
                <w:lang w:val="es-ES"/>
              </w:rPr>
              <w:t xml:space="preserve"> Barretto</w:t>
            </w:r>
          </w:p>
        </w:tc>
      </w:tr>
      <w:tr w:rsidR="00F155D0" w14:paraId="64FB58A5"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C75CBE" w14:textId="0EF7DE6F" w:rsidR="00F155D0" w:rsidRDefault="00A66BF7" w:rsidP="00A66BF7">
            <w:pPr>
              <w:pStyle w:val="RUPTabela"/>
              <w:jc w:val="center"/>
              <w:rPr>
                <w:sz w:val="22"/>
                <w:lang w:val="pt-BR"/>
              </w:rPr>
            </w:pPr>
            <w:r>
              <w:rPr>
                <w:sz w:val="22"/>
                <w:lang w:val="pt-BR"/>
              </w:rPr>
              <w:t>17/03/2021</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DD32B" w14:textId="6F832B7F" w:rsidR="00F155D0" w:rsidRDefault="00F155D0" w:rsidP="00FF5914">
            <w:pPr>
              <w:pStyle w:val="RUPTabela"/>
              <w:jc w:val="center"/>
            </w:pPr>
            <w:r>
              <w:t>3.0</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DAF30F" w14:textId="610C317F" w:rsidR="00F155D0" w:rsidRDefault="00F155D0" w:rsidP="00FF5914">
            <w:pPr>
              <w:pStyle w:val="RUPTabela"/>
              <w:jc w:val="center"/>
              <w:rPr>
                <w:sz w:val="22"/>
                <w:lang w:val="pt-BR"/>
              </w:rPr>
            </w:pPr>
            <w:r>
              <w:rPr>
                <w:sz w:val="22"/>
                <w:lang w:val="pt-BR"/>
              </w:rPr>
              <w:t>A</w:t>
            </w:r>
            <w:r w:rsidR="008E0966">
              <w:rPr>
                <w:sz w:val="22"/>
                <w:lang w:val="pt-BR"/>
              </w:rPr>
              <w:t xml:space="preserve">tualização das tecnologias de desenvolvimento </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AB6981" w14:textId="3F61D9E0" w:rsidR="00F155D0" w:rsidRDefault="008E0966" w:rsidP="00A66BF7">
            <w:pPr>
              <w:pStyle w:val="RUPTabela"/>
              <w:jc w:val="center"/>
            </w:pPr>
            <w:r>
              <w:t xml:space="preserve">Filipe </w:t>
            </w:r>
            <w:proofErr w:type="spellStart"/>
            <w:r>
              <w:t>Rodrigues</w:t>
            </w:r>
            <w:proofErr w:type="spellEnd"/>
            <w:r>
              <w:br/>
              <w:t xml:space="preserve">Mateus </w:t>
            </w:r>
            <w:proofErr w:type="spellStart"/>
            <w:r>
              <w:t>Guilardi</w:t>
            </w:r>
            <w:proofErr w:type="spellEnd"/>
            <w:r>
              <w:br/>
              <w:t>Mikael Medeiros</w:t>
            </w:r>
          </w:p>
        </w:tc>
      </w:tr>
      <w:tr w:rsidR="00767E21" w14:paraId="11C352D2" w14:textId="77777777" w:rsidTr="48CFBF5B">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37E82E" w14:textId="0F486031" w:rsidR="00767E21" w:rsidRDefault="00EB5F1C" w:rsidP="00A66BF7">
            <w:pPr>
              <w:pStyle w:val="RUPTabela"/>
              <w:jc w:val="center"/>
              <w:rPr>
                <w:sz w:val="22"/>
                <w:lang w:val="pt-BR"/>
              </w:rPr>
            </w:pPr>
            <w:r>
              <w:rPr>
                <w:sz w:val="22"/>
                <w:lang w:val="pt-BR"/>
              </w:rPr>
              <w:t>29/03/2021</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32BB7" w14:textId="58DEE5DD" w:rsidR="00767E21" w:rsidRDefault="00EB5F1C" w:rsidP="00FF5914">
            <w:pPr>
              <w:pStyle w:val="RUPTabela"/>
              <w:jc w:val="center"/>
            </w:pPr>
            <w:r>
              <w:t>3.2</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40E0D4" w14:textId="60FF8F01" w:rsidR="00767E21" w:rsidRDefault="00901D12" w:rsidP="00FF5914">
            <w:pPr>
              <w:pStyle w:val="RUPTabela"/>
              <w:jc w:val="center"/>
              <w:rPr>
                <w:sz w:val="22"/>
                <w:lang w:val="pt-BR"/>
              </w:rPr>
            </w:pPr>
            <w:r>
              <w:rPr>
                <w:sz w:val="22"/>
                <w:lang w:val="pt-BR"/>
              </w:rPr>
              <w:t xml:space="preserve">Adicionando </w:t>
            </w:r>
            <w:r w:rsidR="0031601F">
              <w:rPr>
                <w:sz w:val="22"/>
                <w:lang w:val="pt-BR"/>
              </w:rPr>
              <w:t>tecnologias de infra e banco de dados</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DD438" w14:textId="697159EF" w:rsidR="00D361AD" w:rsidRDefault="0031601F" w:rsidP="00D361AD">
            <w:pPr>
              <w:pStyle w:val="RUPTabela"/>
              <w:jc w:val="center"/>
            </w:pPr>
            <w:r>
              <w:t xml:space="preserve">Filipe </w:t>
            </w:r>
            <w:proofErr w:type="spellStart"/>
            <w:r>
              <w:t>Rodrigues</w:t>
            </w:r>
            <w:proofErr w:type="spellEnd"/>
            <w:r>
              <w:br/>
              <w:t xml:space="preserve">Mateus </w:t>
            </w:r>
            <w:proofErr w:type="spellStart"/>
            <w:r>
              <w:t>Gui</w:t>
            </w:r>
            <w:r w:rsidR="00D361AD">
              <w:t>lardi</w:t>
            </w:r>
            <w:proofErr w:type="spellEnd"/>
            <w:r w:rsidR="00D361AD">
              <w:br/>
              <w:t>Mikael Medeiros</w:t>
            </w:r>
          </w:p>
        </w:tc>
      </w:tr>
      <w:tr w:rsidR="48CFBF5B" w14:paraId="269A9D1B" w14:textId="77777777" w:rsidTr="48CFBF5B">
        <w:trPr>
          <w:trHeight w:val="300"/>
        </w:trPr>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43052A" w14:textId="1133CE1A" w:rsidR="28A0FDA7" w:rsidRDefault="28A0FDA7" w:rsidP="48CFBF5B">
            <w:pPr>
              <w:pStyle w:val="RUPTabela"/>
              <w:jc w:val="center"/>
              <w:rPr>
                <w:sz w:val="22"/>
                <w:szCs w:val="22"/>
                <w:lang w:val="pt-BR"/>
              </w:rPr>
            </w:pPr>
            <w:r w:rsidRPr="48CFBF5B">
              <w:rPr>
                <w:sz w:val="22"/>
                <w:szCs w:val="22"/>
                <w:lang w:val="pt-BR"/>
              </w:rPr>
              <w:t>30/04/2024</w:t>
            </w:r>
          </w:p>
        </w:tc>
        <w:tc>
          <w:tcPr>
            <w:tcW w:w="11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169E65" w14:textId="25403A84" w:rsidR="28A0FDA7" w:rsidRDefault="28A0FDA7" w:rsidP="48CFBF5B">
            <w:pPr>
              <w:pStyle w:val="RUPTabela"/>
              <w:jc w:val="center"/>
            </w:pPr>
            <w:r>
              <w:t>3.3</w:t>
            </w:r>
          </w:p>
        </w:tc>
        <w:tc>
          <w:tcPr>
            <w:tcW w:w="37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60ACEA" w14:textId="3D8F052D" w:rsidR="28A0FDA7" w:rsidRDefault="28A0FDA7" w:rsidP="48CFBF5B">
            <w:pPr>
              <w:pStyle w:val="RUPTabela"/>
              <w:jc w:val="center"/>
              <w:rPr>
                <w:sz w:val="22"/>
                <w:szCs w:val="22"/>
                <w:lang w:val="pt-BR"/>
              </w:rPr>
            </w:pPr>
            <w:r w:rsidRPr="48CFBF5B">
              <w:rPr>
                <w:sz w:val="22"/>
                <w:szCs w:val="22"/>
                <w:lang w:val="pt-BR"/>
              </w:rPr>
              <w:t xml:space="preserve">Atualização das versões do </w:t>
            </w:r>
            <w:proofErr w:type="spellStart"/>
            <w:r w:rsidRPr="48CFBF5B">
              <w:rPr>
                <w:sz w:val="22"/>
                <w:szCs w:val="22"/>
                <w:lang w:val="pt-BR"/>
              </w:rPr>
              <w:t>java</w:t>
            </w:r>
            <w:proofErr w:type="spellEnd"/>
            <w:r w:rsidRPr="48CFBF5B">
              <w:rPr>
                <w:sz w:val="22"/>
                <w:szCs w:val="22"/>
                <w:lang w:val="pt-BR"/>
              </w:rPr>
              <w:t xml:space="preserve"> </w:t>
            </w:r>
            <w:r w:rsidR="004E064F">
              <w:rPr>
                <w:sz w:val="22"/>
                <w:szCs w:val="22"/>
                <w:lang w:val="pt-BR"/>
              </w:rPr>
              <w:t xml:space="preserve">21 </w:t>
            </w:r>
            <w:r w:rsidRPr="48CFBF5B">
              <w:rPr>
                <w:sz w:val="22"/>
                <w:szCs w:val="22"/>
                <w:lang w:val="pt-BR"/>
              </w:rPr>
              <w:t>e angular</w:t>
            </w:r>
            <w:r w:rsidR="004E064F">
              <w:rPr>
                <w:sz w:val="22"/>
                <w:szCs w:val="22"/>
                <w:lang w:val="pt-BR"/>
              </w:rPr>
              <w:t xml:space="preserve"> 17</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D4DA6C" w14:textId="424545E2" w:rsidR="563181E4" w:rsidRDefault="563181E4" w:rsidP="48CFBF5B">
            <w:pPr>
              <w:pStyle w:val="RUPTabela"/>
              <w:jc w:val="center"/>
            </w:pPr>
            <w:r>
              <w:t>Leonardo Oliveira</w:t>
            </w:r>
          </w:p>
        </w:tc>
      </w:tr>
    </w:tbl>
    <w:p w14:paraId="5ACE8658" w14:textId="77777777" w:rsidR="00853C87" w:rsidRDefault="00853C87" w:rsidP="00F22AD6">
      <w:pPr>
        <w:pStyle w:val="Corpodetexto"/>
        <w:jc w:val="both"/>
        <w:rPr>
          <w:rFonts w:cs="Arial"/>
        </w:rPr>
      </w:pPr>
      <w:r>
        <w:rPr>
          <w:rFonts w:cs="Arial"/>
        </w:rPr>
        <w:t> </w:t>
      </w:r>
    </w:p>
    <w:p w14:paraId="4004C406" w14:textId="77777777" w:rsidR="00853C87" w:rsidRDefault="00853C87" w:rsidP="00F22AD6">
      <w:pPr>
        <w:pStyle w:val="Ttulo"/>
        <w:jc w:val="both"/>
      </w:pPr>
      <w:r>
        <w:rPr>
          <w:rFonts w:cs="Arial"/>
          <w:b w:val="0"/>
          <w:bCs w:val="0"/>
        </w:rPr>
        <w:br w:type="page"/>
      </w:r>
      <w:r>
        <w:lastRenderedPageBreak/>
        <w:t>Índice</w:t>
      </w:r>
    </w:p>
    <w:p w14:paraId="42CC09E0" w14:textId="6EEF8B1D" w:rsidR="004E064F" w:rsidRDefault="00853C87">
      <w:pPr>
        <w:pStyle w:val="Sumrio1"/>
        <w:rPr>
          <w:rFonts w:ascii="Calibri" w:eastAsia="Yu Mincho" w:hAnsi="Calibri" w:cs="Arial"/>
          <w:b w:val="0"/>
          <w:bCs w:val="0"/>
          <w:caps w:val="0"/>
          <w:noProof/>
          <w:snapToGrid/>
          <w:kern w:val="2"/>
          <w:sz w:val="24"/>
          <w:lang w:eastAsia="pt-BR"/>
        </w:rPr>
      </w:pPr>
      <w:r>
        <w:rPr>
          <w:i/>
          <w:iCs/>
          <w:snapToGrid/>
          <w:szCs w:val="20"/>
          <w:lang w:eastAsia="pt-BR"/>
        </w:rPr>
        <w:fldChar w:fldCharType="begin"/>
      </w:r>
      <w:r>
        <w:rPr>
          <w:i/>
          <w:iCs/>
          <w:snapToGrid/>
          <w:szCs w:val="20"/>
          <w:lang w:eastAsia="pt-BR"/>
        </w:rPr>
        <w:instrText xml:space="preserve"> TOC \o \h \z </w:instrText>
      </w:r>
      <w:r>
        <w:rPr>
          <w:i/>
          <w:iCs/>
          <w:snapToGrid/>
          <w:szCs w:val="20"/>
          <w:lang w:eastAsia="pt-BR"/>
        </w:rPr>
        <w:fldChar w:fldCharType="separate"/>
      </w:r>
      <w:hyperlink w:anchor="_Toc178685525" w:history="1">
        <w:r w:rsidR="004E064F" w:rsidRPr="005D4A67">
          <w:rPr>
            <w:rStyle w:val="Hyperlink"/>
            <w:noProof/>
          </w:rPr>
          <w:t>1.</w:t>
        </w:r>
        <w:r w:rsidR="004E064F">
          <w:rPr>
            <w:rFonts w:ascii="Calibri" w:eastAsia="Yu Mincho" w:hAnsi="Calibri" w:cs="Arial"/>
            <w:b w:val="0"/>
            <w:bCs w:val="0"/>
            <w:caps w:val="0"/>
            <w:noProof/>
            <w:snapToGrid/>
            <w:kern w:val="2"/>
            <w:sz w:val="24"/>
            <w:lang w:eastAsia="pt-BR"/>
          </w:rPr>
          <w:tab/>
        </w:r>
        <w:r w:rsidR="004E064F" w:rsidRPr="005D4A67">
          <w:rPr>
            <w:rStyle w:val="Hyperlink"/>
            <w:noProof/>
          </w:rPr>
          <w:t>Introdução</w:t>
        </w:r>
        <w:r w:rsidR="004E064F">
          <w:rPr>
            <w:noProof/>
            <w:webHidden/>
          </w:rPr>
          <w:tab/>
        </w:r>
        <w:r w:rsidR="004E064F">
          <w:rPr>
            <w:noProof/>
            <w:webHidden/>
          </w:rPr>
          <w:fldChar w:fldCharType="begin"/>
        </w:r>
        <w:r w:rsidR="004E064F">
          <w:rPr>
            <w:noProof/>
            <w:webHidden/>
          </w:rPr>
          <w:instrText xml:space="preserve"> PAGEREF _Toc178685525 \h </w:instrText>
        </w:r>
        <w:r w:rsidR="004E064F">
          <w:rPr>
            <w:noProof/>
            <w:webHidden/>
          </w:rPr>
        </w:r>
        <w:r w:rsidR="004E064F">
          <w:rPr>
            <w:noProof/>
            <w:webHidden/>
          </w:rPr>
          <w:fldChar w:fldCharType="separate"/>
        </w:r>
        <w:r w:rsidR="004E064F">
          <w:rPr>
            <w:noProof/>
            <w:webHidden/>
          </w:rPr>
          <w:t>4</w:t>
        </w:r>
        <w:r w:rsidR="004E064F">
          <w:rPr>
            <w:noProof/>
            <w:webHidden/>
          </w:rPr>
          <w:fldChar w:fldCharType="end"/>
        </w:r>
      </w:hyperlink>
    </w:p>
    <w:p w14:paraId="28A3B4DC" w14:textId="64D87534" w:rsidR="004E064F" w:rsidRDefault="004E064F">
      <w:pPr>
        <w:pStyle w:val="Sumrio1"/>
        <w:rPr>
          <w:rFonts w:ascii="Calibri" w:eastAsia="Yu Mincho" w:hAnsi="Calibri" w:cs="Arial"/>
          <w:b w:val="0"/>
          <w:bCs w:val="0"/>
          <w:caps w:val="0"/>
          <w:noProof/>
          <w:snapToGrid/>
          <w:kern w:val="2"/>
          <w:sz w:val="24"/>
          <w:lang w:eastAsia="pt-BR"/>
        </w:rPr>
      </w:pPr>
      <w:hyperlink w:anchor="_Toc178685526" w:history="1">
        <w:r w:rsidRPr="005D4A67">
          <w:rPr>
            <w:rStyle w:val="Hyperlink"/>
            <w:noProof/>
          </w:rPr>
          <w:t>2.</w:t>
        </w:r>
        <w:r>
          <w:rPr>
            <w:rFonts w:ascii="Calibri" w:eastAsia="Yu Mincho" w:hAnsi="Calibri" w:cs="Arial"/>
            <w:b w:val="0"/>
            <w:bCs w:val="0"/>
            <w:caps w:val="0"/>
            <w:noProof/>
            <w:snapToGrid/>
            <w:kern w:val="2"/>
            <w:sz w:val="24"/>
            <w:lang w:eastAsia="pt-BR"/>
          </w:rPr>
          <w:tab/>
        </w:r>
        <w:r w:rsidRPr="005D4A67">
          <w:rPr>
            <w:rStyle w:val="Hyperlink"/>
            <w:noProof/>
          </w:rPr>
          <w:t>Estratégia Arquitetural</w:t>
        </w:r>
        <w:r>
          <w:rPr>
            <w:noProof/>
            <w:webHidden/>
          </w:rPr>
          <w:tab/>
        </w:r>
        <w:r>
          <w:rPr>
            <w:noProof/>
            <w:webHidden/>
          </w:rPr>
          <w:fldChar w:fldCharType="begin"/>
        </w:r>
        <w:r>
          <w:rPr>
            <w:noProof/>
            <w:webHidden/>
          </w:rPr>
          <w:instrText xml:space="preserve"> PAGEREF _Toc178685526 \h </w:instrText>
        </w:r>
        <w:r>
          <w:rPr>
            <w:noProof/>
            <w:webHidden/>
          </w:rPr>
        </w:r>
        <w:r>
          <w:rPr>
            <w:noProof/>
            <w:webHidden/>
          </w:rPr>
          <w:fldChar w:fldCharType="separate"/>
        </w:r>
        <w:r>
          <w:rPr>
            <w:noProof/>
            <w:webHidden/>
          </w:rPr>
          <w:t>4</w:t>
        </w:r>
        <w:r>
          <w:rPr>
            <w:noProof/>
            <w:webHidden/>
          </w:rPr>
          <w:fldChar w:fldCharType="end"/>
        </w:r>
      </w:hyperlink>
    </w:p>
    <w:p w14:paraId="2B5E37A3" w14:textId="480ABA80"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27" w:history="1">
        <w:r w:rsidRPr="005D4A67">
          <w:rPr>
            <w:rStyle w:val="Hyperlink"/>
            <w:noProof/>
          </w:rPr>
          <w:t>2.1.</w:t>
        </w:r>
        <w:r>
          <w:rPr>
            <w:rFonts w:ascii="Calibri" w:eastAsia="Yu Mincho" w:hAnsi="Calibri" w:cs="Arial"/>
            <w:smallCaps w:val="0"/>
            <w:noProof/>
            <w:snapToGrid/>
            <w:kern w:val="2"/>
            <w:sz w:val="24"/>
            <w:lang w:eastAsia="pt-BR"/>
          </w:rPr>
          <w:tab/>
        </w:r>
        <w:r w:rsidRPr="005D4A67">
          <w:rPr>
            <w:rStyle w:val="Hyperlink"/>
            <w:noProof/>
          </w:rPr>
          <w:t>Arquitetura Stateless</w:t>
        </w:r>
        <w:r>
          <w:rPr>
            <w:noProof/>
            <w:webHidden/>
          </w:rPr>
          <w:tab/>
        </w:r>
        <w:r>
          <w:rPr>
            <w:noProof/>
            <w:webHidden/>
          </w:rPr>
          <w:fldChar w:fldCharType="begin"/>
        </w:r>
        <w:r>
          <w:rPr>
            <w:noProof/>
            <w:webHidden/>
          </w:rPr>
          <w:instrText xml:space="preserve"> PAGEREF _Toc178685527 \h </w:instrText>
        </w:r>
        <w:r>
          <w:rPr>
            <w:noProof/>
            <w:webHidden/>
          </w:rPr>
        </w:r>
        <w:r>
          <w:rPr>
            <w:noProof/>
            <w:webHidden/>
          </w:rPr>
          <w:fldChar w:fldCharType="separate"/>
        </w:r>
        <w:r>
          <w:rPr>
            <w:noProof/>
            <w:webHidden/>
          </w:rPr>
          <w:t>4</w:t>
        </w:r>
        <w:r>
          <w:rPr>
            <w:noProof/>
            <w:webHidden/>
          </w:rPr>
          <w:fldChar w:fldCharType="end"/>
        </w:r>
      </w:hyperlink>
    </w:p>
    <w:p w14:paraId="58892847" w14:textId="5B458B1F" w:rsidR="004E064F" w:rsidRDefault="004E064F">
      <w:pPr>
        <w:pStyle w:val="Sumrio1"/>
        <w:rPr>
          <w:rFonts w:ascii="Calibri" w:eastAsia="Yu Mincho" w:hAnsi="Calibri" w:cs="Arial"/>
          <w:b w:val="0"/>
          <w:bCs w:val="0"/>
          <w:caps w:val="0"/>
          <w:noProof/>
          <w:snapToGrid/>
          <w:kern w:val="2"/>
          <w:sz w:val="24"/>
          <w:lang w:eastAsia="pt-BR"/>
        </w:rPr>
      </w:pPr>
      <w:hyperlink w:anchor="_Toc178685528" w:history="1">
        <w:r w:rsidRPr="005D4A67">
          <w:rPr>
            <w:rStyle w:val="Hyperlink"/>
            <w:noProof/>
          </w:rPr>
          <w:t>3.</w:t>
        </w:r>
        <w:r>
          <w:rPr>
            <w:rFonts w:ascii="Calibri" w:eastAsia="Yu Mincho" w:hAnsi="Calibri" w:cs="Arial"/>
            <w:b w:val="0"/>
            <w:bCs w:val="0"/>
            <w:caps w:val="0"/>
            <w:noProof/>
            <w:snapToGrid/>
            <w:kern w:val="2"/>
            <w:sz w:val="24"/>
            <w:lang w:eastAsia="pt-BR"/>
          </w:rPr>
          <w:tab/>
        </w:r>
        <w:r w:rsidRPr="005D4A67">
          <w:rPr>
            <w:rStyle w:val="Hyperlink"/>
            <w:noProof/>
          </w:rPr>
          <w:t>Serviços Base da arquitetura</w:t>
        </w:r>
        <w:r>
          <w:rPr>
            <w:noProof/>
            <w:webHidden/>
          </w:rPr>
          <w:tab/>
        </w:r>
        <w:r>
          <w:rPr>
            <w:noProof/>
            <w:webHidden/>
          </w:rPr>
          <w:fldChar w:fldCharType="begin"/>
        </w:r>
        <w:r>
          <w:rPr>
            <w:noProof/>
            <w:webHidden/>
          </w:rPr>
          <w:instrText xml:space="preserve"> PAGEREF _Toc178685528 \h </w:instrText>
        </w:r>
        <w:r>
          <w:rPr>
            <w:noProof/>
            <w:webHidden/>
          </w:rPr>
        </w:r>
        <w:r>
          <w:rPr>
            <w:noProof/>
            <w:webHidden/>
          </w:rPr>
          <w:fldChar w:fldCharType="separate"/>
        </w:r>
        <w:r>
          <w:rPr>
            <w:noProof/>
            <w:webHidden/>
          </w:rPr>
          <w:t>5</w:t>
        </w:r>
        <w:r>
          <w:rPr>
            <w:noProof/>
            <w:webHidden/>
          </w:rPr>
          <w:fldChar w:fldCharType="end"/>
        </w:r>
      </w:hyperlink>
    </w:p>
    <w:p w14:paraId="20DB1140" w14:textId="7DE776D1"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29" w:history="1">
        <w:r w:rsidRPr="005D4A67">
          <w:rPr>
            <w:rStyle w:val="Hyperlink"/>
            <w:noProof/>
          </w:rPr>
          <w:t>3.1.</w:t>
        </w:r>
        <w:r>
          <w:rPr>
            <w:rFonts w:ascii="Calibri" w:eastAsia="Yu Mincho" w:hAnsi="Calibri" w:cs="Arial"/>
            <w:smallCaps w:val="0"/>
            <w:noProof/>
            <w:snapToGrid/>
            <w:kern w:val="2"/>
            <w:sz w:val="24"/>
            <w:lang w:eastAsia="pt-BR"/>
          </w:rPr>
          <w:tab/>
        </w:r>
        <w:r w:rsidRPr="005D4A67">
          <w:rPr>
            <w:rStyle w:val="Hyperlink"/>
            <w:noProof/>
          </w:rPr>
          <w:t>API-BASI</w:t>
        </w:r>
        <w:r>
          <w:rPr>
            <w:noProof/>
            <w:webHidden/>
          </w:rPr>
          <w:tab/>
        </w:r>
        <w:r>
          <w:rPr>
            <w:noProof/>
            <w:webHidden/>
          </w:rPr>
          <w:fldChar w:fldCharType="begin"/>
        </w:r>
        <w:r>
          <w:rPr>
            <w:noProof/>
            <w:webHidden/>
          </w:rPr>
          <w:instrText xml:space="preserve"> PAGEREF _Toc178685529 \h </w:instrText>
        </w:r>
        <w:r>
          <w:rPr>
            <w:noProof/>
            <w:webHidden/>
          </w:rPr>
        </w:r>
        <w:r>
          <w:rPr>
            <w:noProof/>
            <w:webHidden/>
          </w:rPr>
          <w:fldChar w:fldCharType="separate"/>
        </w:r>
        <w:r>
          <w:rPr>
            <w:noProof/>
            <w:webHidden/>
          </w:rPr>
          <w:t>5</w:t>
        </w:r>
        <w:r>
          <w:rPr>
            <w:noProof/>
            <w:webHidden/>
          </w:rPr>
          <w:fldChar w:fldCharType="end"/>
        </w:r>
      </w:hyperlink>
    </w:p>
    <w:p w14:paraId="0F31757B" w14:textId="6FBA6220"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30" w:history="1">
        <w:r w:rsidRPr="005D4A67">
          <w:rPr>
            <w:rStyle w:val="Hyperlink"/>
            <w:noProof/>
          </w:rPr>
          <w:t>3.2.</w:t>
        </w:r>
        <w:r>
          <w:rPr>
            <w:rFonts w:ascii="Calibri" w:eastAsia="Yu Mincho" w:hAnsi="Calibri" w:cs="Arial"/>
            <w:smallCaps w:val="0"/>
            <w:noProof/>
            <w:snapToGrid/>
            <w:kern w:val="2"/>
            <w:sz w:val="24"/>
            <w:lang w:eastAsia="pt-BR"/>
          </w:rPr>
          <w:tab/>
        </w:r>
        <w:r w:rsidRPr="005D4A67">
          <w:rPr>
            <w:rStyle w:val="Hyperlink"/>
            <w:noProof/>
          </w:rPr>
          <w:t>API-Autenticacao</w:t>
        </w:r>
        <w:r>
          <w:rPr>
            <w:noProof/>
            <w:webHidden/>
          </w:rPr>
          <w:tab/>
        </w:r>
        <w:r>
          <w:rPr>
            <w:noProof/>
            <w:webHidden/>
          </w:rPr>
          <w:fldChar w:fldCharType="begin"/>
        </w:r>
        <w:r>
          <w:rPr>
            <w:noProof/>
            <w:webHidden/>
          </w:rPr>
          <w:instrText xml:space="preserve"> PAGEREF _Toc178685530 \h </w:instrText>
        </w:r>
        <w:r>
          <w:rPr>
            <w:noProof/>
            <w:webHidden/>
          </w:rPr>
        </w:r>
        <w:r>
          <w:rPr>
            <w:noProof/>
            <w:webHidden/>
          </w:rPr>
          <w:fldChar w:fldCharType="separate"/>
        </w:r>
        <w:r>
          <w:rPr>
            <w:noProof/>
            <w:webHidden/>
          </w:rPr>
          <w:t>5</w:t>
        </w:r>
        <w:r>
          <w:rPr>
            <w:noProof/>
            <w:webHidden/>
          </w:rPr>
          <w:fldChar w:fldCharType="end"/>
        </w:r>
      </w:hyperlink>
    </w:p>
    <w:p w14:paraId="7774B01E" w14:textId="5A008037"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31" w:history="1">
        <w:r w:rsidRPr="005D4A67">
          <w:rPr>
            <w:rStyle w:val="Hyperlink"/>
            <w:noProof/>
          </w:rPr>
          <w:t>3.3.</w:t>
        </w:r>
        <w:r>
          <w:rPr>
            <w:rFonts w:ascii="Calibri" w:eastAsia="Yu Mincho" w:hAnsi="Calibri" w:cs="Arial"/>
            <w:smallCaps w:val="0"/>
            <w:noProof/>
            <w:snapToGrid/>
            <w:kern w:val="2"/>
            <w:sz w:val="24"/>
            <w:lang w:eastAsia="pt-BR"/>
          </w:rPr>
          <w:tab/>
        </w:r>
        <w:r w:rsidRPr="005D4A67">
          <w:rPr>
            <w:rStyle w:val="Hyperlink"/>
            <w:noProof/>
          </w:rPr>
          <w:t>API-Corporativo</w:t>
        </w:r>
        <w:r>
          <w:rPr>
            <w:noProof/>
            <w:webHidden/>
          </w:rPr>
          <w:tab/>
        </w:r>
        <w:r>
          <w:rPr>
            <w:noProof/>
            <w:webHidden/>
          </w:rPr>
          <w:fldChar w:fldCharType="begin"/>
        </w:r>
        <w:r>
          <w:rPr>
            <w:noProof/>
            <w:webHidden/>
          </w:rPr>
          <w:instrText xml:space="preserve"> PAGEREF _Toc178685531 \h </w:instrText>
        </w:r>
        <w:r>
          <w:rPr>
            <w:noProof/>
            <w:webHidden/>
          </w:rPr>
        </w:r>
        <w:r>
          <w:rPr>
            <w:noProof/>
            <w:webHidden/>
          </w:rPr>
          <w:fldChar w:fldCharType="separate"/>
        </w:r>
        <w:r>
          <w:rPr>
            <w:noProof/>
            <w:webHidden/>
          </w:rPr>
          <w:t>5</w:t>
        </w:r>
        <w:r>
          <w:rPr>
            <w:noProof/>
            <w:webHidden/>
          </w:rPr>
          <w:fldChar w:fldCharType="end"/>
        </w:r>
      </w:hyperlink>
    </w:p>
    <w:p w14:paraId="52957731" w14:textId="2750922E" w:rsidR="004E064F" w:rsidRDefault="004E064F">
      <w:pPr>
        <w:pStyle w:val="Sumrio1"/>
        <w:rPr>
          <w:rFonts w:ascii="Calibri" w:eastAsia="Yu Mincho" w:hAnsi="Calibri" w:cs="Arial"/>
          <w:b w:val="0"/>
          <w:bCs w:val="0"/>
          <w:caps w:val="0"/>
          <w:noProof/>
          <w:snapToGrid/>
          <w:kern w:val="2"/>
          <w:sz w:val="24"/>
          <w:lang w:eastAsia="pt-BR"/>
        </w:rPr>
      </w:pPr>
      <w:hyperlink w:anchor="_Toc178685532" w:history="1">
        <w:r w:rsidRPr="005D4A67">
          <w:rPr>
            <w:rStyle w:val="Hyperlink"/>
            <w:noProof/>
          </w:rPr>
          <w:t>4.</w:t>
        </w:r>
        <w:r>
          <w:rPr>
            <w:rFonts w:ascii="Calibri" w:eastAsia="Yu Mincho" w:hAnsi="Calibri" w:cs="Arial"/>
            <w:b w:val="0"/>
            <w:bCs w:val="0"/>
            <w:caps w:val="0"/>
            <w:noProof/>
            <w:snapToGrid/>
            <w:kern w:val="2"/>
            <w:sz w:val="24"/>
            <w:lang w:eastAsia="pt-BR"/>
          </w:rPr>
          <w:tab/>
        </w:r>
        <w:r w:rsidRPr="005D4A67">
          <w:rPr>
            <w:rStyle w:val="Hyperlink"/>
            <w:noProof/>
          </w:rPr>
          <w:t>Frameworks da arquitetura back-end</w:t>
        </w:r>
        <w:r>
          <w:rPr>
            <w:noProof/>
            <w:webHidden/>
          </w:rPr>
          <w:tab/>
        </w:r>
        <w:r>
          <w:rPr>
            <w:noProof/>
            <w:webHidden/>
          </w:rPr>
          <w:fldChar w:fldCharType="begin"/>
        </w:r>
        <w:r>
          <w:rPr>
            <w:noProof/>
            <w:webHidden/>
          </w:rPr>
          <w:instrText xml:space="preserve"> PAGEREF _Toc178685532 \h </w:instrText>
        </w:r>
        <w:r>
          <w:rPr>
            <w:noProof/>
            <w:webHidden/>
          </w:rPr>
        </w:r>
        <w:r>
          <w:rPr>
            <w:noProof/>
            <w:webHidden/>
          </w:rPr>
          <w:fldChar w:fldCharType="separate"/>
        </w:r>
        <w:r>
          <w:rPr>
            <w:noProof/>
            <w:webHidden/>
          </w:rPr>
          <w:t>6</w:t>
        </w:r>
        <w:r>
          <w:rPr>
            <w:noProof/>
            <w:webHidden/>
          </w:rPr>
          <w:fldChar w:fldCharType="end"/>
        </w:r>
      </w:hyperlink>
    </w:p>
    <w:p w14:paraId="4B0A7C39" w14:textId="583E17F3"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33" w:history="1">
        <w:r w:rsidRPr="005D4A67">
          <w:rPr>
            <w:rStyle w:val="Hyperlink"/>
            <w:noProof/>
          </w:rPr>
          <w:t>4.1.</w:t>
        </w:r>
        <w:r>
          <w:rPr>
            <w:rFonts w:ascii="Calibri" w:eastAsia="Yu Mincho" w:hAnsi="Calibri" w:cs="Arial"/>
            <w:smallCaps w:val="0"/>
            <w:noProof/>
            <w:snapToGrid/>
            <w:kern w:val="2"/>
            <w:sz w:val="24"/>
            <w:lang w:eastAsia="pt-BR"/>
          </w:rPr>
          <w:tab/>
        </w:r>
        <w:r w:rsidRPr="005D4A67">
          <w:rPr>
            <w:rStyle w:val="Hyperlink"/>
            <w:noProof/>
          </w:rPr>
          <w:t>Java</w:t>
        </w:r>
        <w:r>
          <w:rPr>
            <w:noProof/>
            <w:webHidden/>
          </w:rPr>
          <w:tab/>
        </w:r>
        <w:r>
          <w:rPr>
            <w:noProof/>
            <w:webHidden/>
          </w:rPr>
          <w:fldChar w:fldCharType="begin"/>
        </w:r>
        <w:r>
          <w:rPr>
            <w:noProof/>
            <w:webHidden/>
          </w:rPr>
          <w:instrText xml:space="preserve"> PAGEREF _Toc178685533 \h </w:instrText>
        </w:r>
        <w:r>
          <w:rPr>
            <w:noProof/>
            <w:webHidden/>
          </w:rPr>
        </w:r>
        <w:r>
          <w:rPr>
            <w:noProof/>
            <w:webHidden/>
          </w:rPr>
          <w:fldChar w:fldCharType="separate"/>
        </w:r>
        <w:r>
          <w:rPr>
            <w:noProof/>
            <w:webHidden/>
          </w:rPr>
          <w:t>6</w:t>
        </w:r>
        <w:r>
          <w:rPr>
            <w:noProof/>
            <w:webHidden/>
          </w:rPr>
          <w:fldChar w:fldCharType="end"/>
        </w:r>
      </w:hyperlink>
    </w:p>
    <w:p w14:paraId="6C4C8659" w14:textId="7D5BFD44"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4" w:history="1">
        <w:r w:rsidRPr="005D4A67">
          <w:rPr>
            <w:rStyle w:val="Hyperlink"/>
            <w:noProof/>
          </w:rPr>
          <w:t>4.1.1.</w:t>
        </w:r>
        <w:r>
          <w:rPr>
            <w:rFonts w:ascii="Calibri" w:eastAsia="Yu Mincho" w:hAnsi="Calibri" w:cs="Arial"/>
            <w:i w:val="0"/>
            <w:iCs w:val="0"/>
            <w:noProof/>
            <w:snapToGrid/>
            <w:kern w:val="2"/>
            <w:sz w:val="24"/>
            <w:lang w:eastAsia="pt-BR"/>
          </w:rPr>
          <w:tab/>
        </w:r>
        <w:r w:rsidRPr="005D4A67">
          <w:rPr>
            <w:rStyle w:val="Hyperlink"/>
            <w:noProof/>
          </w:rPr>
          <w:t>Spring-boot</w:t>
        </w:r>
        <w:r>
          <w:rPr>
            <w:noProof/>
            <w:webHidden/>
          </w:rPr>
          <w:tab/>
        </w:r>
        <w:r>
          <w:rPr>
            <w:noProof/>
            <w:webHidden/>
          </w:rPr>
          <w:fldChar w:fldCharType="begin"/>
        </w:r>
        <w:r>
          <w:rPr>
            <w:noProof/>
            <w:webHidden/>
          </w:rPr>
          <w:instrText xml:space="preserve"> PAGEREF _Toc178685534 \h </w:instrText>
        </w:r>
        <w:r>
          <w:rPr>
            <w:noProof/>
            <w:webHidden/>
          </w:rPr>
        </w:r>
        <w:r>
          <w:rPr>
            <w:noProof/>
            <w:webHidden/>
          </w:rPr>
          <w:fldChar w:fldCharType="separate"/>
        </w:r>
        <w:r>
          <w:rPr>
            <w:noProof/>
            <w:webHidden/>
          </w:rPr>
          <w:t>6</w:t>
        </w:r>
        <w:r>
          <w:rPr>
            <w:noProof/>
            <w:webHidden/>
          </w:rPr>
          <w:fldChar w:fldCharType="end"/>
        </w:r>
      </w:hyperlink>
    </w:p>
    <w:p w14:paraId="4ECAF6E6" w14:textId="598E61FF"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5" w:history="1">
        <w:r w:rsidRPr="005D4A67">
          <w:rPr>
            <w:rStyle w:val="Hyperlink"/>
            <w:noProof/>
          </w:rPr>
          <w:t>4.1.2.</w:t>
        </w:r>
        <w:r>
          <w:rPr>
            <w:rFonts w:ascii="Calibri" w:eastAsia="Yu Mincho" w:hAnsi="Calibri" w:cs="Arial"/>
            <w:i w:val="0"/>
            <w:iCs w:val="0"/>
            <w:noProof/>
            <w:snapToGrid/>
            <w:kern w:val="2"/>
            <w:sz w:val="24"/>
            <w:lang w:eastAsia="pt-BR"/>
          </w:rPr>
          <w:tab/>
        </w:r>
        <w:r w:rsidRPr="005D4A67">
          <w:rPr>
            <w:rStyle w:val="Hyperlink"/>
            <w:noProof/>
          </w:rPr>
          <w:t>Spring-data-jpa</w:t>
        </w:r>
        <w:r>
          <w:rPr>
            <w:noProof/>
            <w:webHidden/>
          </w:rPr>
          <w:tab/>
        </w:r>
        <w:r>
          <w:rPr>
            <w:noProof/>
            <w:webHidden/>
          </w:rPr>
          <w:fldChar w:fldCharType="begin"/>
        </w:r>
        <w:r>
          <w:rPr>
            <w:noProof/>
            <w:webHidden/>
          </w:rPr>
          <w:instrText xml:space="preserve"> PAGEREF _Toc178685535 \h </w:instrText>
        </w:r>
        <w:r>
          <w:rPr>
            <w:noProof/>
            <w:webHidden/>
          </w:rPr>
        </w:r>
        <w:r>
          <w:rPr>
            <w:noProof/>
            <w:webHidden/>
          </w:rPr>
          <w:fldChar w:fldCharType="separate"/>
        </w:r>
        <w:r>
          <w:rPr>
            <w:noProof/>
            <w:webHidden/>
          </w:rPr>
          <w:t>6</w:t>
        </w:r>
        <w:r>
          <w:rPr>
            <w:noProof/>
            <w:webHidden/>
          </w:rPr>
          <w:fldChar w:fldCharType="end"/>
        </w:r>
      </w:hyperlink>
    </w:p>
    <w:p w14:paraId="5B6EA50D" w14:textId="582D451A"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6" w:history="1">
        <w:r w:rsidRPr="005D4A67">
          <w:rPr>
            <w:rStyle w:val="Hyperlink"/>
            <w:noProof/>
          </w:rPr>
          <w:t>4.1.3.</w:t>
        </w:r>
        <w:r>
          <w:rPr>
            <w:rFonts w:ascii="Calibri" w:eastAsia="Yu Mincho" w:hAnsi="Calibri" w:cs="Arial"/>
            <w:i w:val="0"/>
            <w:iCs w:val="0"/>
            <w:noProof/>
            <w:snapToGrid/>
            <w:kern w:val="2"/>
            <w:sz w:val="24"/>
            <w:lang w:eastAsia="pt-BR"/>
          </w:rPr>
          <w:tab/>
        </w:r>
        <w:r w:rsidRPr="005D4A67">
          <w:rPr>
            <w:rStyle w:val="Hyperlink"/>
            <w:rFonts w:eastAsia="+mn-ea"/>
            <w:noProof/>
          </w:rPr>
          <w:t>Hibernate</w:t>
        </w:r>
        <w:r>
          <w:rPr>
            <w:noProof/>
            <w:webHidden/>
          </w:rPr>
          <w:tab/>
        </w:r>
        <w:r>
          <w:rPr>
            <w:noProof/>
            <w:webHidden/>
          </w:rPr>
          <w:fldChar w:fldCharType="begin"/>
        </w:r>
        <w:r>
          <w:rPr>
            <w:noProof/>
            <w:webHidden/>
          </w:rPr>
          <w:instrText xml:space="preserve"> PAGEREF _Toc178685536 \h </w:instrText>
        </w:r>
        <w:r>
          <w:rPr>
            <w:noProof/>
            <w:webHidden/>
          </w:rPr>
        </w:r>
        <w:r>
          <w:rPr>
            <w:noProof/>
            <w:webHidden/>
          </w:rPr>
          <w:fldChar w:fldCharType="separate"/>
        </w:r>
        <w:r>
          <w:rPr>
            <w:noProof/>
            <w:webHidden/>
          </w:rPr>
          <w:t>6</w:t>
        </w:r>
        <w:r>
          <w:rPr>
            <w:noProof/>
            <w:webHidden/>
          </w:rPr>
          <w:fldChar w:fldCharType="end"/>
        </w:r>
      </w:hyperlink>
    </w:p>
    <w:p w14:paraId="3EBED936" w14:textId="0356F557"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7" w:history="1">
        <w:r w:rsidRPr="005D4A67">
          <w:rPr>
            <w:rStyle w:val="Hyperlink"/>
            <w:noProof/>
          </w:rPr>
          <w:t>4.1.4.</w:t>
        </w:r>
        <w:r>
          <w:rPr>
            <w:rFonts w:ascii="Calibri" w:eastAsia="Yu Mincho" w:hAnsi="Calibri" w:cs="Arial"/>
            <w:i w:val="0"/>
            <w:iCs w:val="0"/>
            <w:noProof/>
            <w:snapToGrid/>
            <w:kern w:val="2"/>
            <w:sz w:val="24"/>
            <w:lang w:eastAsia="pt-BR"/>
          </w:rPr>
          <w:tab/>
        </w:r>
        <w:r w:rsidRPr="005D4A67">
          <w:rPr>
            <w:rStyle w:val="Hyperlink"/>
            <w:noProof/>
          </w:rPr>
          <w:t>Spring-test</w:t>
        </w:r>
        <w:r>
          <w:rPr>
            <w:noProof/>
            <w:webHidden/>
          </w:rPr>
          <w:tab/>
        </w:r>
        <w:r>
          <w:rPr>
            <w:noProof/>
            <w:webHidden/>
          </w:rPr>
          <w:fldChar w:fldCharType="begin"/>
        </w:r>
        <w:r>
          <w:rPr>
            <w:noProof/>
            <w:webHidden/>
          </w:rPr>
          <w:instrText xml:space="preserve"> PAGEREF _Toc178685537 \h </w:instrText>
        </w:r>
        <w:r>
          <w:rPr>
            <w:noProof/>
            <w:webHidden/>
          </w:rPr>
        </w:r>
        <w:r>
          <w:rPr>
            <w:noProof/>
            <w:webHidden/>
          </w:rPr>
          <w:fldChar w:fldCharType="separate"/>
        </w:r>
        <w:r>
          <w:rPr>
            <w:noProof/>
            <w:webHidden/>
          </w:rPr>
          <w:t>6</w:t>
        </w:r>
        <w:r>
          <w:rPr>
            <w:noProof/>
            <w:webHidden/>
          </w:rPr>
          <w:fldChar w:fldCharType="end"/>
        </w:r>
      </w:hyperlink>
    </w:p>
    <w:p w14:paraId="3A9FBF44" w14:textId="045C4A06"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8" w:history="1">
        <w:r w:rsidRPr="005D4A67">
          <w:rPr>
            <w:rStyle w:val="Hyperlink"/>
            <w:noProof/>
          </w:rPr>
          <w:t>4.1.5.</w:t>
        </w:r>
        <w:r>
          <w:rPr>
            <w:rFonts w:ascii="Calibri" w:eastAsia="Yu Mincho" w:hAnsi="Calibri" w:cs="Arial"/>
            <w:i w:val="0"/>
            <w:iCs w:val="0"/>
            <w:noProof/>
            <w:snapToGrid/>
            <w:kern w:val="2"/>
            <w:sz w:val="24"/>
            <w:lang w:eastAsia="pt-BR"/>
          </w:rPr>
          <w:tab/>
        </w:r>
        <w:r w:rsidRPr="005D4A67">
          <w:rPr>
            <w:rStyle w:val="Hyperlink"/>
            <w:noProof/>
          </w:rPr>
          <w:t>Spring-data-rest</w:t>
        </w:r>
        <w:r>
          <w:rPr>
            <w:noProof/>
            <w:webHidden/>
          </w:rPr>
          <w:tab/>
        </w:r>
        <w:r>
          <w:rPr>
            <w:noProof/>
            <w:webHidden/>
          </w:rPr>
          <w:fldChar w:fldCharType="begin"/>
        </w:r>
        <w:r>
          <w:rPr>
            <w:noProof/>
            <w:webHidden/>
          </w:rPr>
          <w:instrText xml:space="preserve"> PAGEREF _Toc178685538 \h </w:instrText>
        </w:r>
        <w:r>
          <w:rPr>
            <w:noProof/>
            <w:webHidden/>
          </w:rPr>
        </w:r>
        <w:r>
          <w:rPr>
            <w:noProof/>
            <w:webHidden/>
          </w:rPr>
          <w:fldChar w:fldCharType="separate"/>
        </w:r>
        <w:r>
          <w:rPr>
            <w:noProof/>
            <w:webHidden/>
          </w:rPr>
          <w:t>6</w:t>
        </w:r>
        <w:r>
          <w:rPr>
            <w:noProof/>
            <w:webHidden/>
          </w:rPr>
          <w:fldChar w:fldCharType="end"/>
        </w:r>
      </w:hyperlink>
    </w:p>
    <w:p w14:paraId="1D795498" w14:textId="5F0A8305"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39" w:history="1">
        <w:r w:rsidRPr="005D4A67">
          <w:rPr>
            <w:rStyle w:val="Hyperlink"/>
            <w:noProof/>
          </w:rPr>
          <w:t>4.1.6.</w:t>
        </w:r>
        <w:r>
          <w:rPr>
            <w:rFonts w:ascii="Calibri" w:eastAsia="Yu Mincho" w:hAnsi="Calibri" w:cs="Arial"/>
            <w:i w:val="0"/>
            <w:iCs w:val="0"/>
            <w:noProof/>
            <w:snapToGrid/>
            <w:kern w:val="2"/>
            <w:sz w:val="24"/>
            <w:lang w:eastAsia="pt-BR"/>
          </w:rPr>
          <w:tab/>
        </w:r>
        <w:r w:rsidRPr="005D4A67">
          <w:rPr>
            <w:rStyle w:val="Hyperlink"/>
            <w:rFonts w:eastAsia="+mn-ea"/>
            <w:noProof/>
          </w:rPr>
          <w:t>Lombok</w:t>
        </w:r>
        <w:r>
          <w:rPr>
            <w:noProof/>
            <w:webHidden/>
          </w:rPr>
          <w:tab/>
        </w:r>
        <w:r>
          <w:rPr>
            <w:noProof/>
            <w:webHidden/>
          </w:rPr>
          <w:fldChar w:fldCharType="begin"/>
        </w:r>
        <w:r>
          <w:rPr>
            <w:noProof/>
            <w:webHidden/>
          </w:rPr>
          <w:instrText xml:space="preserve"> PAGEREF _Toc178685539 \h </w:instrText>
        </w:r>
        <w:r>
          <w:rPr>
            <w:noProof/>
            <w:webHidden/>
          </w:rPr>
        </w:r>
        <w:r>
          <w:rPr>
            <w:noProof/>
            <w:webHidden/>
          </w:rPr>
          <w:fldChar w:fldCharType="separate"/>
        </w:r>
        <w:r>
          <w:rPr>
            <w:noProof/>
            <w:webHidden/>
          </w:rPr>
          <w:t>6</w:t>
        </w:r>
        <w:r>
          <w:rPr>
            <w:noProof/>
            <w:webHidden/>
          </w:rPr>
          <w:fldChar w:fldCharType="end"/>
        </w:r>
      </w:hyperlink>
    </w:p>
    <w:p w14:paraId="52AF0A3C" w14:textId="070B17E9"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40" w:history="1">
        <w:r w:rsidRPr="005D4A67">
          <w:rPr>
            <w:rStyle w:val="Hyperlink"/>
            <w:noProof/>
          </w:rPr>
          <w:t>4.2.</w:t>
        </w:r>
        <w:r>
          <w:rPr>
            <w:rFonts w:ascii="Calibri" w:eastAsia="Yu Mincho" w:hAnsi="Calibri" w:cs="Arial"/>
            <w:smallCaps w:val="0"/>
            <w:noProof/>
            <w:snapToGrid/>
            <w:kern w:val="2"/>
            <w:sz w:val="24"/>
            <w:lang w:eastAsia="pt-BR"/>
          </w:rPr>
          <w:tab/>
        </w:r>
        <w:r w:rsidRPr="005D4A67">
          <w:rPr>
            <w:rStyle w:val="Hyperlink"/>
            <w:noProof/>
          </w:rPr>
          <w:t>Node</w:t>
        </w:r>
        <w:r>
          <w:rPr>
            <w:noProof/>
            <w:webHidden/>
          </w:rPr>
          <w:tab/>
        </w:r>
        <w:r>
          <w:rPr>
            <w:noProof/>
            <w:webHidden/>
          </w:rPr>
          <w:fldChar w:fldCharType="begin"/>
        </w:r>
        <w:r>
          <w:rPr>
            <w:noProof/>
            <w:webHidden/>
          </w:rPr>
          <w:instrText xml:space="preserve"> PAGEREF _Toc178685540 \h </w:instrText>
        </w:r>
        <w:r>
          <w:rPr>
            <w:noProof/>
            <w:webHidden/>
          </w:rPr>
        </w:r>
        <w:r>
          <w:rPr>
            <w:noProof/>
            <w:webHidden/>
          </w:rPr>
          <w:fldChar w:fldCharType="separate"/>
        </w:r>
        <w:r>
          <w:rPr>
            <w:noProof/>
            <w:webHidden/>
          </w:rPr>
          <w:t>7</w:t>
        </w:r>
        <w:r>
          <w:rPr>
            <w:noProof/>
            <w:webHidden/>
          </w:rPr>
          <w:fldChar w:fldCharType="end"/>
        </w:r>
      </w:hyperlink>
    </w:p>
    <w:p w14:paraId="2028706C" w14:textId="22A377CA"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1" w:history="1">
        <w:r w:rsidRPr="005D4A67">
          <w:rPr>
            <w:rStyle w:val="Hyperlink"/>
            <w:noProof/>
          </w:rPr>
          <w:t>4.2.1.</w:t>
        </w:r>
        <w:r>
          <w:rPr>
            <w:rFonts w:ascii="Calibri" w:eastAsia="Yu Mincho" w:hAnsi="Calibri" w:cs="Arial"/>
            <w:i w:val="0"/>
            <w:iCs w:val="0"/>
            <w:noProof/>
            <w:snapToGrid/>
            <w:kern w:val="2"/>
            <w:sz w:val="24"/>
            <w:lang w:eastAsia="pt-BR"/>
          </w:rPr>
          <w:tab/>
        </w:r>
        <w:r w:rsidRPr="005D4A67">
          <w:rPr>
            <w:rStyle w:val="Hyperlink"/>
            <w:noProof/>
          </w:rPr>
          <w:t>Nest.js</w:t>
        </w:r>
        <w:r>
          <w:rPr>
            <w:noProof/>
            <w:webHidden/>
          </w:rPr>
          <w:tab/>
        </w:r>
        <w:r>
          <w:rPr>
            <w:noProof/>
            <w:webHidden/>
          </w:rPr>
          <w:fldChar w:fldCharType="begin"/>
        </w:r>
        <w:r>
          <w:rPr>
            <w:noProof/>
            <w:webHidden/>
          </w:rPr>
          <w:instrText xml:space="preserve"> PAGEREF _Toc178685541 \h </w:instrText>
        </w:r>
        <w:r>
          <w:rPr>
            <w:noProof/>
            <w:webHidden/>
          </w:rPr>
        </w:r>
        <w:r>
          <w:rPr>
            <w:noProof/>
            <w:webHidden/>
          </w:rPr>
          <w:fldChar w:fldCharType="separate"/>
        </w:r>
        <w:r>
          <w:rPr>
            <w:noProof/>
            <w:webHidden/>
          </w:rPr>
          <w:t>7</w:t>
        </w:r>
        <w:r>
          <w:rPr>
            <w:noProof/>
            <w:webHidden/>
          </w:rPr>
          <w:fldChar w:fldCharType="end"/>
        </w:r>
      </w:hyperlink>
    </w:p>
    <w:p w14:paraId="4A6DA3CB" w14:textId="55042065"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2" w:history="1">
        <w:r w:rsidRPr="005D4A67">
          <w:rPr>
            <w:rStyle w:val="Hyperlink"/>
            <w:noProof/>
          </w:rPr>
          <w:t>4.2.2.</w:t>
        </w:r>
        <w:r>
          <w:rPr>
            <w:rFonts w:ascii="Calibri" w:eastAsia="Yu Mincho" w:hAnsi="Calibri" w:cs="Arial"/>
            <w:i w:val="0"/>
            <w:iCs w:val="0"/>
            <w:noProof/>
            <w:snapToGrid/>
            <w:kern w:val="2"/>
            <w:sz w:val="24"/>
            <w:lang w:eastAsia="pt-BR"/>
          </w:rPr>
          <w:tab/>
        </w:r>
        <w:r w:rsidRPr="005D4A67">
          <w:rPr>
            <w:rStyle w:val="Hyperlink"/>
            <w:noProof/>
            <w:shd w:val="clear" w:color="auto" w:fill="FFFFFF"/>
          </w:rPr>
          <w:t>TypeORM</w:t>
        </w:r>
        <w:r>
          <w:rPr>
            <w:noProof/>
            <w:webHidden/>
          </w:rPr>
          <w:tab/>
        </w:r>
        <w:r>
          <w:rPr>
            <w:noProof/>
            <w:webHidden/>
          </w:rPr>
          <w:fldChar w:fldCharType="begin"/>
        </w:r>
        <w:r>
          <w:rPr>
            <w:noProof/>
            <w:webHidden/>
          </w:rPr>
          <w:instrText xml:space="preserve"> PAGEREF _Toc178685542 \h </w:instrText>
        </w:r>
        <w:r>
          <w:rPr>
            <w:noProof/>
            <w:webHidden/>
          </w:rPr>
        </w:r>
        <w:r>
          <w:rPr>
            <w:noProof/>
            <w:webHidden/>
          </w:rPr>
          <w:fldChar w:fldCharType="separate"/>
        </w:r>
        <w:r>
          <w:rPr>
            <w:noProof/>
            <w:webHidden/>
          </w:rPr>
          <w:t>7</w:t>
        </w:r>
        <w:r>
          <w:rPr>
            <w:noProof/>
            <w:webHidden/>
          </w:rPr>
          <w:fldChar w:fldCharType="end"/>
        </w:r>
      </w:hyperlink>
    </w:p>
    <w:p w14:paraId="6B31844D" w14:textId="56EA8463"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3" w:history="1">
        <w:r w:rsidRPr="005D4A67">
          <w:rPr>
            <w:rStyle w:val="Hyperlink"/>
            <w:noProof/>
          </w:rPr>
          <w:t>4.2.3.</w:t>
        </w:r>
        <w:r>
          <w:rPr>
            <w:rFonts w:ascii="Calibri" w:eastAsia="Yu Mincho" w:hAnsi="Calibri" w:cs="Arial"/>
            <w:i w:val="0"/>
            <w:iCs w:val="0"/>
            <w:noProof/>
            <w:snapToGrid/>
            <w:kern w:val="2"/>
            <w:sz w:val="24"/>
            <w:lang w:eastAsia="pt-BR"/>
          </w:rPr>
          <w:tab/>
        </w:r>
        <w:r w:rsidRPr="005D4A67">
          <w:rPr>
            <w:rStyle w:val="Hyperlink"/>
            <w:noProof/>
            <w:shd w:val="clear" w:color="auto" w:fill="FFFFFF"/>
          </w:rPr>
          <w:t>Jest</w:t>
        </w:r>
        <w:r>
          <w:rPr>
            <w:noProof/>
            <w:webHidden/>
          </w:rPr>
          <w:tab/>
        </w:r>
        <w:r>
          <w:rPr>
            <w:noProof/>
            <w:webHidden/>
          </w:rPr>
          <w:fldChar w:fldCharType="begin"/>
        </w:r>
        <w:r>
          <w:rPr>
            <w:noProof/>
            <w:webHidden/>
          </w:rPr>
          <w:instrText xml:space="preserve"> PAGEREF _Toc178685543 \h </w:instrText>
        </w:r>
        <w:r>
          <w:rPr>
            <w:noProof/>
            <w:webHidden/>
          </w:rPr>
        </w:r>
        <w:r>
          <w:rPr>
            <w:noProof/>
            <w:webHidden/>
          </w:rPr>
          <w:fldChar w:fldCharType="separate"/>
        </w:r>
        <w:r>
          <w:rPr>
            <w:noProof/>
            <w:webHidden/>
          </w:rPr>
          <w:t>7</w:t>
        </w:r>
        <w:r>
          <w:rPr>
            <w:noProof/>
            <w:webHidden/>
          </w:rPr>
          <w:fldChar w:fldCharType="end"/>
        </w:r>
      </w:hyperlink>
    </w:p>
    <w:p w14:paraId="65AD6AD7" w14:textId="65933666"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4" w:history="1">
        <w:r w:rsidRPr="005D4A67">
          <w:rPr>
            <w:rStyle w:val="Hyperlink"/>
            <w:noProof/>
          </w:rPr>
          <w:t>4.2.4.</w:t>
        </w:r>
        <w:r>
          <w:rPr>
            <w:rFonts w:ascii="Calibri" w:eastAsia="Yu Mincho" w:hAnsi="Calibri" w:cs="Arial"/>
            <w:i w:val="0"/>
            <w:iCs w:val="0"/>
            <w:noProof/>
            <w:snapToGrid/>
            <w:kern w:val="2"/>
            <w:sz w:val="24"/>
            <w:lang w:eastAsia="pt-BR"/>
          </w:rPr>
          <w:tab/>
        </w:r>
        <w:r w:rsidRPr="005D4A67">
          <w:rPr>
            <w:rStyle w:val="Hyperlink"/>
            <w:noProof/>
            <w:shd w:val="clear" w:color="auto" w:fill="FFFFFF"/>
          </w:rPr>
          <w:t>Jest-junit</w:t>
        </w:r>
        <w:r>
          <w:rPr>
            <w:noProof/>
            <w:webHidden/>
          </w:rPr>
          <w:tab/>
        </w:r>
        <w:r>
          <w:rPr>
            <w:noProof/>
            <w:webHidden/>
          </w:rPr>
          <w:fldChar w:fldCharType="begin"/>
        </w:r>
        <w:r>
          <w:rPr>
            <w:noProof/>
            <w:webHidden/>
          </w:rPr>
          <w:instrText xml:space="preserve"> PAGEREF _Toc178685544 \h </w:instrText>
        </w:r>
        <w:r>
          <w:rPr>
            <w:noProof/>
            <w:webHidden/>
          </w:rPr>
        </w:r>
        <w:r>
          <w:rPr>
            <w:noProof/>
            <w:webHidden/>
          </w:rPr>
          <w:fldChar w:fldCharType="separate"/>
        </w:r>
        <w:r>
          <w:rPr>
            <w:noProof/>
            <w:webHidden/>
          </w:rPr>
          <w:t>7</w:t>
        </w:r>
        <w:r>
          <w:rPr>
            <w:noProof/>
            <w:webHidden/>
          </w:rPr>
          <w:fldChar w:fldCharType="end"/>
        </w:r>
      </w:hyperlink>
    </w:p>
    <w:p w14:paraId="48E8B776" w14:textId="44CF8F4E"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5" w:history="1">
        <w:r w:rsidRPr="005D4A67">
          <w:rPr>
            <w:rStyle w:val="Hyperlink"/>
            <w:noProof/>
          </w:rPr>
          <w:t>4.2.5.</w:t>
        </w:r>
        <w:r>
          <w:rPr>
            <w:rFonts w:ascii="Calibri" w:eastAsia="Yu Mincho" w:hAnsi="Calibri" w:cs="Arial"/>
            <w:i w:val="0"/>
            <w:iCs w:val="0"/>
            <w:noProof/>
            <w:snapToGrid/>
            <w:kern w:val="2"/>
            <w:sz w:val="24"/>
            <w:lang w:eastAsia="pt-BR"/>
          </w:rPr>
          <w:tab/>
        </w:r>
        <w:r w:rsidRPr="005D4A67">
          <w:rPr>
            <w:rStyle w:val="Hyperlink"/>
            <w:noProof/>
          </w:rPr>
          <w:t>Passport</w:t>
        </w:r>
        <w:r>
          <w:rPr>
            <w:noProof/>
            <w:webHidden/>
          </w:rPr>
          <w:tab/>
        </w:r>
        <w:r>
          <w:rPr>
            <w:noProof/>
            <w:webHidden/>
          </w:rPr>
          <w:fldChar w:fldCharType="begin"/>
        </w:r>
        <w:r>
          <w:rPr>
            <w:noProof/>
            <w:webHidden/>
          </w:rPr>
          <w:instrText xml:space="preserve"> PAGEREF _Toc178685545 \h </w:instrText>
        </w:r>
        <w:r>
          <w:rPr>
            <w:noProof/>
            <w:webHidden/>
          </w:rPr>
        </w:r>
        <w:r>
          <w:rPr>
            <w:noProof/>
            <w:webHidden/>
          </w:rPr>
          <w:fldChar w:fldCharType="separate"/>
        </w:r>
        <w:r>
          <w:rPr>
            <w:noProof/>
            <w:webHidden/>
          </w:rPr>
          <w:t>7</w:t>
        </w:r>
        <w:r>
          <w:rPr>
            <w:noProof/>
            <w:webHidden/>
          </w:rPr>
          <w:fldChar w:fldCharType="end"/>
        </w:r>
      </w:hyperlink>
    </w:p>
    <w:p w14:paraId="22D2FF4A" w14:textId="150A9D4B" w:rsidR="004E064F" w:rsidRDefault="004E064F">
      <w:pPr>
        <w:pStyle w:val="Sumrio1"/>
        <w:rPr>
          <w:rFonts w:ascii="Calibri" w:eastAsia="Yu Mincho" w:hAnsi="Calibri" w:cs="Arial"/>
          <w:b w:val="0"/>
          <w:bCs w:val="0"/>
          <w:caps w:val="0"/>
          <w:noProof/>
          <w:snapToGrid/>
          <w:kern w:val="2"/>
          <w:sz w:val="24"/>
          <w:lang w:eastAsia="pt-BR"/>
        </w:rPr>
      </w:pPr>
      <w:hyperlink w:anchor="_Toc178685546" w:history="1">
        <w:r w:rsidRPr="005D4A67">
          <w:rPr>
            <w:rStyle w:val="Hyperlink"/>
            <w:noProof/>
          </w:rPr>
          <w:t>5.</w:t>
        </w:r>
        <w:r>
          <w:rPr>
            <w:rFonts w:ascii="Calibri" w:eastAsia="Yu Mincho" w:hAnsi="Calibri" w:cs="Arial"/>
            <w:b w:val="0"/>
            <w:bCs w:val="0"/>
            <w:caps w:val="0"/>
            <w:noProof/>
            <w:snapToGrid/>
            <w:kern w:val="2"/>
            <w:sz w:val="24"/>
            <w:lang w:eastAsia="pt-BR"/>
          </w:rPr>
          <w:tab/>
        </w:r>
        <w:r w:rsidRPr="005D4A67">
          <w:rPr>
            <w:rStyle w:val="Hyperlink"/>
            <w:noProof/>
          </w:rPr>
          <w:t>Estrutura de Pacotes back-end</w:t>
        </w:r>
        <w:r>
          <w:rPr>
            <w:noProof/>
            <w:webHidden/>
          </w:rPr>
          <w:tab/>
        </w:r>
        <w:r>
          <w:rPr>
            <w:noProof/>
            <w:webHidden/>
          </w:rPr>
          <w:fldChar w:fldCharType="begin"/>
        </w:r>
        <w:r>
          <w:rPr>
            <w:noProof/>
            <w:webHidden/>
          </w:rPr>
          <w:instrText xml:space="preserve"> PAGEREF _Toc178685546 \h </w:instrText>
        </w:r>
        <w:r>
          <w:rPr>
            <w:noProof/>
            <w:webHidden/>
          </w:rPr>
        </w:r>
        <w:r>
          <w:rPr>
            <w:noProof/>
            <w:webHidden/>
          </w:rPr>
          <w:fldChar w:fldCharType="separate"/>
        </w:r>
        <w:r>
          <w:rPr>
            <w:noProof/>
            <w:webHidden/>
          </w:rPr>
          <w:t>8</w:t>
        </w:r>
        <w:r>
          <w:rPr>
            <w:noProof/>
            <w:webHidden/>
          </w:rPr>
          <w:fldChar w:fldCharType="end"/>
        </w:r>
      </w:hyperlink>
    </w:p>
    <w:p w14:paraId="1398700F" w14:textId="64B31A7A"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47" w:history="1">
        <w:r w:rsidRPr="005D4A67">
          <w:rPr>
            <w:rStyle w:val="Hyperlink"/>
            <w:noProof/>
          </w:rPr>
          <w:t>5.1.</w:t>
        </w:r>
        <w:r>
          <w:rPr>
            <w:rFonts w:ascii="Calibri" w:eastAsia="Yu Mincho" w:hAnsi="Calibri" w:cs="Arial"/>
            <w:smallCaps w:val="0"/>
            <w:noProof/>
            <w:snapToGrid/>
            <w:kern w:val="2"/>
            <w:sz w:val="24"/>
            <w:lang w:eastAsia="pt-BR"/>
          </w:rPr>
          <w:tab/>
        </w:r>
        <w:r w:rsidRPr="005D4A67">
          <w:rPr>
            <w:rStyle w:val="Hyperlink"/>
            <w:noProof/>
          </w:rPr>
          <w:t>Java</w:t>
        </w:r>
        <w:r>
          <w:rPr>
            <w:noProof/>
            <w:webHidden/>
          </w:rPr>
          <w:tab/>
        </w:r>
        <w:r>
          <w:rPr>
            <w:noProof/>
            <w:webHidden/>
          </w:rPr>
          <w:fldChar w:fldCharType="begin"/>
        </w:r>
        <w:r>
          <w:rPr>
            <w:noProof/>
            <w:webHidden/>
          </w:rPr>
          <w:instrText xml:space="preserve"> PAGEREF _Toc178685547 \h </w:instrText>
        </w:r>
        <w:r>
          <w:rPr>
            <w:noProof/>
            <w:webHidden/>
          </w:rPr>
        </w:r>
        <w:r>
          <w:rPr>
            <w:noProof/>
            <w:webHidden/>
          </w:rPr>
          <w:fldChar w:fldCharType="separate"/>
        </w:r>
        <w:r>
          <w:rPr>
            <w:noProof/>
            <w:webHidden/>
          </w:rPr>
          <w:t>8</w:t>
        </w:r>
        <w:r>
          <w:rPr>
            <w:noProof/>
            <w:webHidden/>
          </w:rPr>
          <w:fldChar w:fldCharType="end"/>
        </w:r>
      </w:hyperlink>
    </w:p>
    <w:p w14:paraId="5A0FAF70" w14:textId="5D748CF6"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8" w:history="1">
        <w:r w:rsidRPr="005D4A67">
          <w:rPr>
            <w:rStyle w:val="Hyperlink"/>
            <w:noProof/>
            <w:lang w:val="en-US"/>
          </w:rPr>
          <w:t>5.1.1.</w:t>
        </w:r>
        <w:r>
          <w:rPr>
            <w:rFonts w:ascii="Calibri" w:eastAsia="Yu Mincho" w:hAnsi="Calibri" w:cs="Arial"/>
            <w:i w:val="0"/>
            <w:iCs w:val="0"/>
            <w:noProof/>
            <w:snapToGrid/>
            <w:kern w:val="2"/>
            <w:sz w:val="24"/>
            <w:lang w:eastAsia="pt-BR"/>
          </w:rPr>
          <w:tab/>
        </w:r>
        <w:r w:rsidRPr="005D4A67">
          <w:rPr>
            <w:rStyle w:val="Hyperlink"/>
            <w:noProof/>
            <w:lang w:val="en-US"/>
          </w:rPr>
          <w:t>Domain</w:t>
        </w:r>
        <w:r>
          <w:rPr>
            <w:noProof/>
            <w:webHidden/>
          </w:rPr>
          <w:tab/>
        </w:r>
        <w:r>
          <w:rPr>
            <w:noProof/>
            <w:webHidden/>
          </w:rPr>
          <w:fldChar w:fldCharType="begin"/>
        </w:r>
        <w:r>
          <w:rPr>
            <w:noProof/>
            <w:webHidden/>
          </w:rPr>
          <w:instrText xml:space="preserve"> PAGEREF _Toc178685548 \h </w:instrText>
        </w:r>
        <w:r>
          <w:rPr>
            <w:noProof/>
            <w:webHidden/>
          </w:rPr>
        </w:r>
        <w:r>
          <w:rPr>
            <w:noProof/>
            <w:webHidden/>
          </w:rPr>
          <w:fldChar w:fldCharType="separate"/>
        </w:r>
        <w:r>
          <w:rPr>
            <w:noProof/>
            <w:webHidden/>
          </w:rPr>
          <w:t>9</w:t>
        </w:r>
        <w:r>
          <w:rPr>
            <w:noProof/>
            <w:webHidden/>
          </w:rPr>
          <w:fldChar w:fldCharType="end"/>
        </w:r>
      </w:hyperlink>
    </w:p>
    <w:p w14:paraId="26CA3A2D" w14:textId="22E75D33"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49" w:history="1">
        <w:r w:rsidRPr="005D4A67">
          <w:rPr>
            <w:rStyle w:val="Hyperlink"/>
            <w:noProof/>
            <w:lang w:val="en-US"/>
          </w:rPr>
          <w:t>5.1.2.</w:t>
        </w:r>
        <w:r>
          <w:rPr>
            <w:rFonts w:ascii="Calibri" w:eastAsia="Yu Mincho" w:hAnsi="Calibri" w:cs="Arial"/>
            <w:i w:val="0"/>
            <w:iCs w:val="0"/>
            <w:noProof/>
            <w:snapToGrid/>
            <w:kern w:val="2"/>
            <w:sz w:val="24"/>
            <w:lang w:eastAsia="pt-BR"/>
          </w:rPr>
          <w:tab/>
        </w:r>
        <w:r w:rsidRPr="005D4A67">
          <w:rPr>
            <w:rStyle w:val="Hyperlink"/>
            <w:noProof/>
            <w:lang w:val="en-US"/>
          </w:rPr>
          <w:t>Controller</w:t>
        </w:r>
        <w:r>
          <w:rPr>
            <w:noProof/>
            <w:webHidden/>
          </w:rPr>
          <w:tab/>
        </w:r>
        <w:r>
          <w:rPr>
            <w:noProof/>
            <w:webHidden/>
          </w:rPr>
          <w:fldChar w:fldCharType="begin"/>
        </w:r>
        <w:r>
          <w:rPr>
            <w:noProof/>
            <w:webHidden/>
          </w:rPr>
          <w:instrText xml:space="preserve"> PAGEREF _Toc178685549 \h </w:instrText>
        </w:r>
        <w:r>
          <w:rPr>
            <w:noProof/>
            <w:webHidden/>
          </w:rPr>
        </w:r>
        <w:r>
          <w:rPr>
            <w:noProof/>
            <w:webHidden/>
          </w:rPr>
          <w:fldChar w:fldCharType="separate"/>
        </w:r>
        <w:r>
          <w:rPr>
            <w:noProof/>
            <w:webHidden/>
          </w:rPr>
          <w:t>9</w:t>
        </w:r>
        <w:r>
          <w:rPr>
            <w:noProof/>
            <w:webHidden/>
          </w:rPr>
          <w:fldChar w:fldCharType="end"/>
        </w:r>
      </w:hyperlink>
    </w:p>
    <w:p w14:paraId="372685B3" w14:textId="532AD424"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0" w:history="1">
        <w:r w:rsidRPr="005D4A67">
          <w:rPr>
            <w:rStyle w:val="Hyperlink"/>
            <w:noProof/>
          </w:rPr>
          <w:t>5.1.3.</w:t>
        </w:r>
        <w:r>
          <w:rPr>
            <w:rFonts w:ascii="Calibri" w:eastAsia="Yu Mincho" w:hAnsi="Calibri" w:cs="Arial"/>
            <w:i w:val="0"/>
            <w:iCs w:val="0"/>
            <w:noProof/>
            <w:snapToGrid/>
            <w:kern w:val="2"/>
            <w:sz w:val="24"/>
            <w:lang w:eastAsia="pt-BR"/>
          </w:rPr>
          <w:tab/>
        </w:r>
        <w:r w:rsidRPr="005D4A67">
          <w:rPr>
            <w:rStyle w:val="Hyperlink"/>
            <w:noProof/>
          </w:rPr>
          <w:t>Service</w:t>
        </w:r>
        <w:r>
          <w:rPr>
            <w:noProof/>
            <w:webHidden/>
          </w:rPr>
          <w:tab/>
        </w:r>
        <w:r>
          <w:rPr>
            <w:noProof/>
            <w:webHidden/>
          </w:rPr>
          <w:fldChar w:fldCharType="begin"/>
        </w:r>
        <w:r>
          <w:rPr>
            <w:noProof/>
            <w:webHidden/>
          </w:rPr>
          <w:instrText xml:space="preserve"> PAGEREF _Toc178685550 \h </w:instrText>
        </w:r>
        <w:r>
          <w:rPr>
            <w:noProof/>
            <w:webHidden/>
          </w:rPr>
        </w:r>
        <w:r>
          <w:rPr>
            <w:noProof/>
            <w:webHidden/>
          </w:rPr>
          <w:fldChar w:fldCharType="separate"/>
        </w:r>
        <w:r>
          <w:rPr>
            <w:noProof/>
            <w:webHidden/>
          </w:rPr>
          <w:t>9</w:t>
        </w:r>
        <w:r>
          <w:rPr>
            <w:noProof/>
            <w:webHidden/>
          </w:rPr>
          <w:fldChar w:fldCharType="end"/>
        </w:r>
      </w:hyperlink>
    </w:p>
    <w:p w14:paraId="5BE3E417" w14:textId="35A443B2"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1" w:history="1">
        <w:r w:rsidRPr="005D4A67">
          <w:rPr>
            <w:rStyle w:val="Hyperlink"/>
            <w:noProof/>
          </w:rPr>
          <w:t>5.1.4.</w:t>
        </w:r>
        <w:r>
          <w:rPr>
            <w:rFonts w:ascii="Calibri" w:eastAsia="Yu Mincho" w:hAnsi="Calibri" w:cs="Arial"/>
            <w:i w:val="0"/>
            <w:iCs w:val="0"/>
            <w:noProof/>
            <w:snapToGrid/>
            <w:kern w:val="2"/>
            <w:sz w:val="24"/>
            <w:lang w:eastAsia="pt-BR"/>
          </w:rPr>
          <w:tab/>
        </w:r>
        <w:r w:rsidRPr="005D4A67">
          <w:rPr>
            <w:rStyle w:val="Hyperlink"/>
            <w:noProof/>
          </w:rPr>
          <w:t>Repository</w:t>
        </w:r>
        <w:r>
          <w:rPr>
            <w:noProof/>
            <w:webHidden/>
          </w:rPr>
          <w:tab/>
        </w:r>
        <w:r>
          <w:rPr>
            <w:noProof/>
            <w:webHidden/>
          </w:rPr>
          <w:fldChar w:fldCharType="begin"/>
        </w:r>
        <w:r>
          <w:rPr>
            <w:noProof/>
            <w:webHidden/>
          </w:rPr>
          <w:instrText xml:space="preserve"> PAGEREF _Toc178685551 \h </w:instrText>
        </w:r>
        <w:r>
          <w:rPr>
            <w:noProof/>
            <w:webHidden/>
          </w:rPr>
        </w:r>
        <w:r>
          <w:rPr>
            <w:noProof/>
            <w:webHidden/>
          </w:rPr>
          <w:fldChar w:fldCharType="separate"/>
        </w:r>
        <w:r>
          <w:rPr>
            <w:noProof/>
            <w:webHidden/>
          </w:rPr>
          <w:t>9</w:t>
        </w:r>
        <w:r>
          <w:rPr>
            <w:noProof/>
            <w:webHidden/>
          </w:rPr>
          <w:fldChar w:fldCharType="end"/>
        </w:r>
      </w:hyperlink>
    </w:p>
    <w:p w14:paraId="50B22BCF" w14:textId="610DA1BD"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2" w:history="1">
        <w:r w:rsidRPr="005D4A67">
          <w:rPr>
            <w:rStyle w:val="Hyperlink"/>
            <w:noProof/>
          </w:rPr>
          <w:t>5.1.5.</w:t>
        </w:r>
        <w:r>
          <w:rPr>
            <w:rFonts w:ascii="Calibri" w:eastAsia="Yu Mincho" w:hAnsi="Calibri" w:cs="Arial"/>
            <w:i w:val="0"/>
            <w:iCs w:val="0"/>
            <w:noProof/>
            <w:snapToGrid/>
            <w:kern w:val="2"/>
            <w:sz w:val="24"/>
            <w:lang w:eastAsia="pt-BR"/>
          </w:rPr>
          <w:tab/>
        </w:r>
        <w:r w:rsidRPr="005D4A67">
          <w:rPr>
            <w:rStyle w:val="Hyperlink"/>
            <w:noProof/>
          </w:rPr>
          <w:t>Exception</w:t>
        </w:r>
        <w:r>
          <w:rPr>
            <w:noProof/>
            <w:webHidden/>
          </w:rPr>
          <w:tab/>
        </w:r>
        <w:r>
          <w:rPr>
            <w:noProof/>
            <w:webHidden/>
          </w:rPr>
          <w:fldChar w:fldCharType="begin"/>
        </w:r>
        <w:r>
          <w:rPr>
            <w:noProof/>
            <w:webHidden/>
          </w:rPr>
          <w:instrText xml:space="preserve"> PAGEREF _Toc178685552 \h </w:instrText>
        </w:r>
        <w:r>
          <w:rPr>
            <w:noProof/>
            <w:webHidden/>
          </w:rPr>
        </w:r>
        <w:r>
          <w:rPr>
            <w:noProof/>
            <w:webHidden/>
          </w:rPr>
          <w:fldChar w:fldCharType="separate"/>
        </w:r>
        <w:r>
          <w:rPr>
            <w:noProof/>
            <w:webHidden/>
          </w:rPr>
          <w:t>9</w:t>
        </w:r>
        <w:r>
          <w:rPr>
            <w:noProof/>
            <w:webHidden/>
          </w:rPr>
          <w:fldChar w:fldCharType="end"/>
        </w:r>
      </w:hyperlink>
    </w:p>
    <w:p w14:paraId="5E477BCA" w14:textId="4F30282C"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3" w:history="1">
        <w:r w:rsidRPr="005D4A67">
          <w:rPr>
            <w:rStyle w:val="Hyperlink"/>
            <w:noProof/>
          </w:rPr>
          <w:t>5.1.6.</w:t>
        </w:r>
        <w:r>
          <w:rPr>
            <w:rFonts w:ascii="Calibri" w:eastAsia="Yu Mincho" w:hAnsi="Calibri" w:cs="Arial"/>
            <w:i w:val="0"/>
            <w:iCs w:val="0"/>
            <w:noProof/>
            <w:snapToGrid/>
            <w:kern w:val="2"/>
            <w:sz w:val="24"/>
            <w:lang w:eastAsia="pt-BR"/>
          </w:rPr>
          <w:tab/>
        </w:r>
        <w:r w:rsidRPr="005D4A67">
          <w:rPr>
            <w:rStyle w:val="Hyperlink"/>
            <w:noProof/>
          </w:rPr>
          <w:t>util</w:t>
        </w:r>
        <w:r>
          <w:rPr>
            <w:noProof/>
            <w:webHidden/>
          </w:rPr>
          <w:tab/>
        </w:r>
        <w:r>
          <w:rPr>
            <w:noProof/>
            <w:webHidden/>
          </w:rPr>
          <w:fldChar w:fldCharType="begin"/>
        </w:r>
        <w:r>
          <w:rPr>
            <w:noProof/>
            <w:webHidden/>
          </w:rPr>
          <w:instrText xml:space="preserve"> PAGEREF _Toc178685553 \h </w:instrText>
        </w:r>
        <w:r>
          <w:rPr>
            <w:noProof/>
            <w:webHidden/>
          </w:rPr>
        </w:r>
        <w:r>
          <w:rPr>
            <w:noProof/>
            <w:webHidden/>
          </w:rPr>
          <w:fldChar w:fldCharType="separate"/>
        </w:r>
        <w:r>
          <w:rPr>
            <w:noProof/>
            <w:webHidden/>
          </w:rPr>
          <w:t>9</w:t>
        </w:r>
        <w:r>
          <w:rPr>
            <w:noProof/>
            <w:webHidden/>
          </w:rPr>
          <w:fldChar w:fldCharType="end"/>
        </w:r>
      </w:hyperlink>
    </w:p>
    <w:p w14:paraId="7764DB2E" w14:textId="66427A7C"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4" w:history="1">
        <w:r w:rsidRPr="005D4A67">
          <w:rPr>
            <w:rStyle w:val="Hyperlink"/>
            <w:noProof/>
          </w:rPr>
          <w:t>5.1.7.</w:t>
        </w:r>
        <w:r>
          <w:rPr>
            <w:rFonts w:ascii="Calibri" w:eastAsia="Yu Mincho" w:hAnsi="Calibri" w:cs="Arial"/>
            <w:i w:val="0"/>
            <w:iCs w:val="0"/>
            <w:noProof/>
            <w:snapToGrid/>
            <w:kern w:val="2"/>
            <w:sz w:val="24"/>
            <w:lang w:eastAsia="pt-BR"/>
          </w:rPr>
          <w:tab/>
        </w:r>
        <w:r w:rsidRPr="005D4A67">
          <w:rPr>
            <w:rStyle w:val="Hyperlink"/>
            <w:noProof/>
          </w:rPr>
          <w:t>Config</w:t>
        </w:r>
        <w:r>
          <w:rPr>
            <w:noProof/>
            <w:webHidden/>
          </w:rPr>
          <w:tab/>
        </w:r>
        <w:r>
          <w:rPr>
            <w:noProof/>
            <w:webHidden/>
          </w:rPr>
          <w:fldChar w:fldCharType="begin"/>
        </w:r>
        <w:r>
          <w:rPr>
            <w:noProof/>
            <w:webHidden/>
          </w:rPr>
          <w:instrText xml:space="preserve"> PAGEREF _Toc178685554 \h </w:instrText>
        </w:r>
        <w:r>
          <w:rPr>
            <w:noProof/>
            <w:webHidden/>
          </w:rPr>
        </w:r>
        <w:r>
          <w:rPr>
            <w:noProof/>
            <w:webHidden/>
          </w:rPr>
          <w:fldChar w:fldCharType="separate"/>
        </w:r>
        <w:r>
          <w:rPr>
            <w:noProof/>
            <w:webHidden/>
          </w:rPr>
          <w:t>9</w:t>
        </w:r>
        <w:r>
          <w:rPr>
            <w:noProof/>
            <w:webHidden/>
          </w:rPr>
          <w:fldChar w:fldCharType="end"/>
        </w:r>
      </w:hyperlink>
    </w:p>
    <w:p w14:paraId="73397C01" w14:textId="0272B0C4"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5" w:history="1">
        <w:r w:rsidRPr="005D4A67">
          <w:rPr>
            <w:rStyle w:val="Hyperlink"/>
            <w:noProof/>
          </w:rPr>
          <w:t>5.1.8.</w:t>
        </w:r>
        <w:r>
          <w:rPr>
            <w:rFonts w:ascii="Calibri" w:eastAsia="Yu Mincho" w:hAnsi="Calibri" w:cs="Arial"/>
            <w:i w:val="0"/>
            <w:iCs w:val="0"/>
            <w:noProof/>
            <w:snapToGrid/>
            <w:kern w:val="2"/>
            <w:sz w:val="24"/>
            <w:lang w:eastAsia="pt-BR"/>
          </w:rPr>
          <w:tab/>
        </w:r>
        <w:r w:rsidRPr="005D4A67">
          <w:rPr>
            <w:rStyle w:val="Hyperlink"/>
            <w:noProof/>
          </w:rPr>
          <w:t>Test</w:t>
        </w:r>
        <w:r>
          <w:rPr>
            <w:noProof/>
            <w:webHidden/>
          </w:rPr>
          <w:tab/>
        </w:r>
        <w:r>
          <w:rPr>
            <w:noProof/>
            <w:webHidden/>
          </w:rPr>
          <w:fldChar w:fldCharType="begin"/>
        </w:r>
        <w:r>
          <w:rPr>
            <w:noProof/>
            <w:webHidden/>
          </w:rPr>
          <w:instrText xml:space="preserve"> PAGEREF _Toc178685555 \h </w:instrText>
        </w:r>
        <w:r>
          <w:rPr>
            <w:noProof/>
            <w:webHidden/>
          </w:rPr>
        </w:r>
        <w:r>
          <w:rPr>
            <w:noProof/>
            <w:webHidden/>
          </w:rPr>
          <w:fldChar w:fldCharType="separate"/>
        </w:r>
        <w:r>
          <w:rPr>
            <w:noProof/>
            <w:webHidden/>
          </w:rPr>
          <w:t>9</w:t>
        </w:r>
        <w:r>
          <w:rPr>
            <w:noProof/>
            <w:webHidden/>
          </w:rPr>
          <w:fldChar w:fldCharType="end"/>
        </w:r>
      </w:hyperlink>
    </w:p>
    <w:p w14:paraId="7F571BC9" w14:textId="66C37CA3"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56" w:history="1">
        <w:r w:rsidRPr="005D4A67">
          <w:rPr>
            <w:rStyle w:val="Hyperlink"/>
            <w:noProof/>
          </w:rPr>
          <w:t>5.2.</w:t>
        </w:r>
        <w:r>
          <w:rPr>
            <w:rFonts w:ascii="Calibri" w:eastAsia="Yu Mincho" w:hAnsi="Calibri" w:cs="Arial"/>
            <w:smallCaps w:val="0"/>
            <w:noProof/>
            <w:snapToGrid/>
            <w:kern w:val="2"/>
            <w:sz w:val="24"/>
            <w:lang w:eastAsia="pt-BR"/>
          </w:rPr>
          <w:tab/>
        </w:r>
        <w:r w:rsidRPr="005D4A67">
          <w:rPr>
            <w:rStyle w:val="Hyperlink"/>
            <w:noProof/>
          </w:rPr>
          <w:t>Node</w:t>
        </w:r>
        <w:r>
          <w:rPr>
            <w:noProof/>
            <w:webHidden/>
          </w:rPr>
          <w:tab/>
        </w:r>
        <w:r>
          <w:rPr>
            <w:noProof/>
            <w:webHidden/>
          </w:rPr>
          <w:fldChar w:fldCharType="begin"/>
        </w:r>
        <w:r>
          <w:rPr>
            <w:noProof/>
            <w:webHidden/>
          </w:rPr>
          <w:instrText xml:space="preserve"> PAGEREF _Toc178685556 \h </w:instrText>
        </w:r>
        <w:r>
          <w:rPr>
            <w:noProof/>
            <w:webHidden/>
          </w:rPr>
        </w:r>
        <w:r>
          <w:rPr>
            <w:noProof/>
            <w:webHidden/>
          </w:rPr>
          <w:fldChar w:fldCharType="separate"/>
        </w:r>
        <w:r>
          <w:rPr>
            <w:noProof/>
            <w:webHidden/>
          </w:rPr>
          <w:t>10</w:t>
        </w:r>
        <w:r>
          <w:rPr>
            <w:noProof/>
            <w:webHidden/>
          </w:rPr>
          <w:fldChar w:fldCharType="end"/>
        </w:r>
      </w:hyperlink>
    </w:p>
    <w:p w14:paraId="4BD1DDBD" w14:textId="18324B53"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7" w:history="1">
        <w:r w:rsidRPr="005D4A67">
          <w:rPr>
            <w:rStyle w:val="Hyperlink"/>
            <w:noProof/>
          </w:rPr>
          <w:t>5.2.1.</w:t>
        </w:r>
        <w:r>
          <w:rPr>
            <w:rFonts w:ascii="Calibri" w:eastAsia="Yu Mincho" w:hAnsi="Calibri" w:cs="Arial"/>
            <w:i w:val="0"/>
            <w:iCs w:val="0"/>
            <w:noProof/>
            <w:snapToGrid/>
            <w:kern w:val="2"/>
            <w:sz w:val="24"/>
            <w:lang w:eastAsia="pt-BR"/>
          </w:rPr>
          <w:tab/>
        </w:r>
        <w:r w:rsidRPr="005D4A67">
          <w:rPr>
            <w:rStyle w:val="Hyperlink"/>
            <w:noProof/>
          </w:rPr>
          <w:t>Controller</w:t>
        </w:r>
        <w:r>
          <w:rPr>
            <w:noProof/>
            <w:webHidden/>
          </w:rPr>
          <w:tab/>
        </w:r>
        <w:r>
          <w:rPr>
            <w:noProof/>
            <w:webHidden/>
          </w:rPr>
          <w:fldChar w:fldCharType="begin"/>
        </w:r>
        <w:r>
          <w:rPr>
            <w:noProof/>
            <w:webHidden/>
          </w:rPr>
          <w:instrText xml:space="preserve"> PAGEREF _Toc178685557 \h </w:instrText>
        </w:r>
        <w:r>
          <w:rPr>
            <w:noProof/>
            <w:webHidden/>
          </w:rPr>
        </w:r>
        <w:r>
          <w:rPr>
            <w:noProof/>
            <w:webHidden/>
          </w:rPr>
          <w:fldChar w:fldCharType="separate"/>
        </w:r>
        <w:r>
          <w:rPr>
            <w:noProof/>
            <w:webHidden/>
          </w:rPr>
          <w:t>11</w:t>
        </w:r>
        <w:r>
          <w:rPr>
            <w:noProof/>
            <w:webHidden/>
          </w:rPr>
          <w:fldChar w:fldCharType="end"/>
        </w:r>
      </w:hyperlink>
    </w:p>
    <w:p w14:paraId="4D346EE8" w14:textId="474BFC05"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8" w:history="1">
        <w:r w:rsidRPr="005D4A67">
          <w:rPr>
            <w:rStyle w:val="Hyperlink"/>
            <w:noProof/>
          </w:rPr>
          <w:t>5.2.2.</w:t>
        </w:r>
        <w:r>
          <w:rPr>
            <w:rFonts w:ascii="Calibri" w:eastAsia="Yu Mincho" w:hAnsi="Calibri" w:cs="Arial"/>
            <w:i w:val="0"/>
            <w:iCs w:val="0"/>
            <w:noProof/>
            <w:snapToGrid/>
            <w:kern w:val="2"/>
            <w:sz w:val="24"/>
            <w:lang w:eastAsia="pt-BR"/>
          </w:rPr>
          <w:tab/>
        </w:r>
        <w:r w:rsidRPr="005D4A67">
          <w:rPr>
            <w:rStyle w:val="Hyperlink"/>
            <w:noProof/>
          </w:rPr>
          <w:t>Service</w:t>
        </w:r>
        <w:r>
          <w:rPr>
            <w:noProof/>
            <w:webHidden/>
          </w:rPr>
          <w:tab/>
        </w:r>
        <w:r>
          <w:rPr>
            <w:noProof/>
            <w:webHidden/>
          </w:rPr>
          <w:fldChar w:fldCharType="begin"/>
        </w:r>
        <w:r>
          <w:rPr>
            <w:noProof/>
            <w:webHidden/>
          </w:rPr>
          <w:instrText xml:space="preserve"> PAGEREF _Toc178685558 \h </w:instrText>
        </w:r>
        <w:r>
          <w:rPr>
            <w:noProof/>
            <w:webHidden/>
          </w:rPr>
        </w:r>
        <w:r>
          <w:rPr>
            <w:noProof/>
            <w:webHidden/>
          </w:rPr>
          <w:fldChar w:fldCharType="separate"/>
        </w:r>
        <w:r>
          <w:rPr>
            <w:noProof/>
            <w:webHidden/>
          </w:rPr>
          <w:t>11</w:t>
        </w:r>
        <w:r>
          <w:rPr>
            <w:noProof/>
            <w:webHidden/>
          </w:rPr>
          <w:fldChar w:fldCharType="end"/>
        </w:r>
      </w:hyperlink>
    </w:p>
    <w:p w14:paraId="6F8F8C8D" w14:textId="3AA7B168"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59" w:history="1">
        <w:r w:rsidRPr="005D4A67">
          <w:rPr>
            <w:rStyle w:val="Hyperlink"/>
            <w:noProof/>
          </w:rPr>
          <w:t>5.2.3.</w:t>
        </w:r>
        <w:r>
          <w:rPr>
            <w:rFonts w:ascii="Calibri" w:eastAsia="Yu Mincho" w:hAnsi="Calibri" w:cs="Arial"/>
            <w:i w:val="0"/>
            <w:iCs w:val="0"/>
            <w:noProof/>
            <w:snapToGrid/>
            <w:kern w:val="2"/>
            <w:sz w:val="24"/>
            <w:lang w:eastAsia="pt-BR"/>
          </w:rPr>
          <w:tab/>
        </w:r>
        <w:r w:rsidRPr="005D4A67">
          <w:rPr>
            <w:rStyle w:val="Hyperlink"/>
            <w:noProof/>
          </w:rPr>
          <w:t>Entity</w:t>
        </w:r>
        <w:r>
          <w:rPr>
            <w:noProof/>
            <w:webHidden/>
          </w:rPr>
          <w:tab/>
        </w:r>
        <w:r>
          <w:rPr>
            <w:noProof/>
            <w:webHidden/>
          </w:rPr>
          <w:fldChar w:fldCharType="begin"/>
        </w:r>
        <w:r>
          <w:rPr>
            <w:noProof/>
            <w:webHidden/>
          </w:rPr>
          <w:instrText xml:space="preserve"> PAGEREF _Toc178685559 \h </w:instrText>
        </w:r>
        <w:r>
          <w:rPr>
            <w:noProof/>
            <w:webHidden/>
          </w:rPr>
        </w:r>
        <w:r>
          <w:rPr>
            <w:noProof/>
            <w:webHidden/>
          </w:rPr>
          <w:fldChar w:fldCharType="separate"/>
        </w:r>
        <w:r>
          <w:rPr>
            <w:noProof/>
            <w:webHidden/>
          </w:rPr>
          <w:t>11</w:t>
        </w:r>
        <w:r>
          <w:rPr>
            <w:noProof/>
            <w:webHidden/>
          </w:rPr>
          <w:fldChar w:fldCharType="end"/>
        </w:r>
      </w:hyperlink>
    </w:p>
    <w:p w14:paraId="710FE7FE" w14:textId="6D20A5CB"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60" w:history="1">
        <w:r w:rsidRPr="005D4A67">
          <w:rPr>
            <w:rStyle w:val="Hyperlink"/>
            <w:noProof/>
          </w:rPr>
          <w:t>5.2.4.</w:t>
        </w:r>
        <w:r>
          <w:rPr>
            <w:rFonts w:ascii="Calibri" w:eastAsia="Yu Mincho" w:hAnsi="Calibri" w:cs="Arial"/>
            <w:i w:val="0"/>
            <w:iCs w:val="0"/>
            <w:noProof/>
            <w:snapToGrid/>
            <w:kern w:val="2"/>
            <w:sz w:val="24"/>
            <w:lang w:eastAsia="pt-BR"/>
          </w:rPr>
          <w:tab/>
        </w:r>
        <w:r w:rsidRPr="005D4A67">
          <w:rPr>
            <w:rStyle w:val="Hyperlink"/>
            <w:noProof/>
          </w:rPr>
          <w:t>Module</w:t>
        </w:r>
        <w:r>
          <w:rPr>
            <w:noProof/>
            <w:webHidden/>
          </w:rPr>
          <w:tab/>
        </w:r>
        <w:r>
          <w:rPr>
            <w:noProof/>
            <w:webHidden/>
          </w:rPr>
          <w:fldChar w:fldCharType="begin"/>
        </w:r>
        <w:r>
          <w:rPr>
            <w:noProof/>
            <w:webHidden/>
          </w:rPr>
          <w:instrText xml:space="preserve"> PAGEREF _Toc178685560 \h </w:instrText>
        </w:r>
        <w:r>
          <w:rPr>
            <w:noProof/>
            <w:webHidden/>
          </w:rPr>
        </w:r>
        <w:r>
          <w:rPr>
            <w:noProof/>
            <w:webHidden/>
          </w:rPr>
          <w:fldChar w:fldCharType="separate"/>
        </w:r>
        <w:r>
          <w:rPr>
            <w:noProof/>
            <w:webHidden/>
          </w:rPr>
          <w:t>11</w:t>
        </w:r>
        <w:r>
          <w:rPr>
            <w:noProof/>
            <w:webHidden/>
          </w:rPr>
          <w:fldChar w:fldCharType="end"/>
        </w:r>
      </w:hyperlink>
    </w:p>
    <w:p w14:paraId="0A43F556" w14:textId="3EE6FADD"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61" w:history="1">
        <w:r w:rsidRPr="005D4A67">
          <w:rPr>
            <w:rStyle w:val="Hyperlink"/>
            <w:noProof/>
          </w:rPr>
          <w:t>5.2.5.</w:t>
        </w:r>
        <w:r>
          <w:rPr>
            <w:rFonts w:ascii="Calibri" w:eastAsia="Yu Mincho" w:hAnsi="Calibri" w:cs="Arial"/>
            <w:i w:val="0"/>
            <w:iCs w:val="0"/>
            <w:noProof/>
            <w:snapToGrid/>
            <w:kern w:val="2"/>
            <w:sz w:val="24"/>
            <w:lang w:eastAsia="pt-BR"/>
          </w:rPr>
          <w:tab/>
        </w:r>
        <w:r w:rsidRPr="005D4A67">
          <w:rPr>
            <w:rStyle w:val="Hyperlink"/>
            <w:noProof/>
          </w:rPr>
          <w:t>Middleware</w:t>
        </w:r>
        <w:r>
          <w:rPr>
            <w:noProof/>
            <w:webHidden/>
          </w:rPr>
          <w:tab/>
        </w:r>
        <w:r>
          <w:rPr>
            <w:noProof/>
            <w:webHidden/>
          </w:rPr>
          <w:fldChar w:fldCharType="begin"/>
        </w:r>
        <w:r>
          <w:rPr>
            <w:noProof/>
            <w:webHidden/>
          </w:rPr>
          <w:instrText xml:space="preserve"> PAGEREF _Toc178685561 \h </w:instrText>
        </w:r>
        <w:r>
          <w:rPr>
            <w:noProof/>
            <w:webHidden/>
          </w:rPr>
        </w:r>
        <w:r>
          <w:rPr>
            <w:noProof/>
            <w:webHidden/>
          </w:rPr>
          <w:fldChar w:fldCharType="separate"/>
        </w:r>
        <w:r>
          <w:rPr>
            <w:noProof/>
            <w:webHidden/>
          </w:rPr>
          <w:t>11</w:t>
        </w:r>
        <w:r>
          <w:rPr>
            <w:noProof/>
            <w:webHidden/>
          </w:rPr>
          <w:fldChar w:fldCharType="end"/>
        </w:r>
      </w:hyperlink>
    </w:p>
    <w:p w14:paraId="6C2793AB" w14:textId="6750C8B1"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62" w:history="1">
        <w:r w:rsidRPr="005D4A67">
          <w:rPr>
            <w:rStyle w:val="Hyperlink"/>
            <w:noProof/>
          </w:rPr>
          <w:t>5.2.6.</w:t>
        </w:r>
        <w:r>
          <w:rPr>
            <w:rFonts w:ascii="Calibri" w:eastAsia="Yu Mincho" w:hAnsi="Calibri" w:cs="Arial"/>
            <w:i w:val="0"/>
            <w:iCs w:val="0"/>
            <w:noProof/>
            <w:snapToGrid/>
            <w:kern w:val="2"/>
            <w:sz w:val="24"/>
            <w:lang w:eastAsia="pt-BR"/>
          </w:rPr>
          <w:tab/>
        </w:r>
        <w:r w:rsidRPr="005D4A67">
          <w:rPr>
            <w:rStyle w:val="Hyperlink"/>
            <w:noProof/>
          </w:rPr>
          <w:t>Pipe</w:t>
        </w:r>
        <w:r>
          <w:rPr>
            <w:noProof/>
            <w:webHidden/>
          </w:rPr>
          <w:tab/>
        </w:r>
        <w:r>
          <w:rPr>
            <w:noProof/>
            <w:webHidden/>
          </w:rPr>
          <w:fldChar w:fldCharType="begin"/>
        </w:r>
        <w:r>
          <w:rPr>
            <w:noProof/>
            <w:webHidden/>
          </w:rPr>
          <w:instrText xml:space="preserve"> PAGEREF _Toc178685562 \h </w:instrText>
        </w:r>
        <w:r>
          <w:rPr>
            <w:noProof/>
            <w:webHidden/>
          </w:rPr>
        </w:r>
        <w:r>
          <w:rPr>
            <w:noProof/>
            <w:webHidden/>
          </w:rPr>
          <w:fldChar w:fldCharType="separate"/>
        </w:r>
        <w:r>
          <w:rPr>
            <w:noProof/>
            <w:webHidden/>
          </w:rPr>
          <w:t>11</w:t>
        </w:r>
        <w:r>
          <w:rPr>
            <w:noProof/>
            <w:webHidden/>
          </w:rPr>
          <w:fldChar w:fldCharType="end"/>
        </w:r>
      </w:hyperlink>
    </w:p>
    <w:p w14:paraId="45590680" w14:textId="587D2B88"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63" w:history="1">
        <w:r w:rsidRPr="005D4A67">
          <w:rPr>
            <w:rStyle w:val="Hyperlink"/>
            <w:noProof/>
          </w:rPr>
          <w:t>5.2.7.</w:t>
        </w:r>
        <w:r>
          <w:rPr>
            <w:rFonts w:ascii="Calibri" w:eastAsia="Yu Mincho" w:hAnsi="Calibri" w:cs="Arial"/>
            <w:i w:val="0"/>
            <w:iCs w:val="0"/>
            <w:noProof/>
            <w:snapToGrid/>
            <w:kern w:val="2"/>
            <w:sz w:val="24"/>
            <w:lang w:eastAsia="pt-BR"/>
          </w:rPr>
          <w:tab/>
        </w:r>
        <w:r w:rsidRPr="005D4A67">
          <w:rPr>
            <w:rStyle w:val="Hyperlink"/>
            <w:noProof/>
          </w:rPr>
          <w:t>Guard</w:t>
        </w:r>
        <w:r>
          <w:rPr>
            <w:noProof/>
            <w:webHidden/>
          </w:rPr>
          <w:tab/>
        </w:r>
        <w:r>
          <w:rPr>
            <w:noProof/>
            <w:webHidden/>
          </w:rPr>
          <w:fldChar w:fldCharType="begin"/>
        </w:r>
        <w:r>
          <w:rPr>
            <w:noProof/>
            <w:webHidden/>
          </w:rPr>
          <w:instrText xml:space="preserve"> PAGEREF _Toc178685563 \h </w:instrText>
        </w:r>
        <w:r>
          <w:rPr>
            <w:noProof/>
            <w:webHidden/>
          </w:rPr>
        </w:r>
        <w:r>
          <w:rPr>
            <w:noProof/>
            <w:webHidden/>
          </w:rPr>
          <w:fldChar w:fldCharType="separate"/>
        </w:r>
        <w:r>
          <w:rPr>
            <w:noProof/>
            <w:webHidden/>
          </w:rPr>
          <w:t>11</w:t>
        </w:r>
        <w:r>
          <w:rPr>
            <w:noProof/>
            <w:webHidden/>
          </w:rPr>
          <w:fldChar w:fldCharType="end"/>
        </w:r>
      </w:hyperlink>
    </w:p>
    <w:p w14:paraId="035B2E40" w14:textId="5E748E3E"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64" w:history="1">
        <w:r w:rsidRPr="005D4A67">
          <w:rPr>
            <w:rStyle w:val="Hyperlink"/>
            <w:noProof/>
          </w:rPr>
          <w:t>5.2.8.</w:t>
        </w:r>
        <w:r>
          <w:rPr>
            <w:rFonts w:ascii="Calibri" w:eastAsia="Yu Mincho" w:hAnsi="Calibri" w:cs="Arial"/>
            <w:i w:val="0"/>
            <w:iCs w:val="0"/>
            <w:noProof/>
            <w:snapToGrid/>
            <w:kern w:val="2"/>
            <w:sz w:val="24"/>
            <w:lang w:eastAsia="pt-BR"/>
          </w:rPr>
          <w:tab/>
        </w:r>
        <w:r w:rsidRPr="005D4A67">
          <w:rPr>
            <w:rStyle w:val="Hyperlink"/>
            <w:noProof/>
          </w:rPr>
          <w:t>Spec</w:t>
        </w:r>
        <w:r>
          <w:rPr>
            <w:noProof/>
            <w:webHidden/>
          </w:rPr>
          <w:tab/>
        </w:r>
        <w:r>
          <w:rPr>
            <w:noProof/>
            <w:webHidden/>
          </w:rPr>
          <w:fldChar w:fldCharType="begin"/>
        </w:r>
        <w:r>
          <w:rPr>
            <w:noProof/>
            <w:webHidden/>
          </w:rPr>
          <w:instrText xml:space="preserve"> PAGEREF _Toc178685564 \h </w:instrText>
        </w:r>
        <w:r>
          <w:rPr>
            <w:noProof/>
            <w:webHidden/>
          </w:rPr>
        </w:r>
        <w:r>
          <w:rPr>
            <w:noProof/>
            <w:webHidden/>
          </w:rPr>
          <w:fldChar w:fldCharType="separate"/>
        </w:r>
        <w:r>
          <w:rPr>
            <w:noProof/>
            <w:webHidden/>
          </w:rPr>
          <w:t>11</w:t>
        </w:r>
        <w:r>
          <w:rPr>
            <w:noProof/>
            <w:webHidden/>
          </w:rPr>
          <w:fldChar w:fldCharType="end"/>
        </w:r>
      </w:hyperlink>
    </w:p>
    <w:p w14:paraId="5C0A073E" w14:textId="289BE265" w:rsidR="004E064F" w:rsidRDefault="004E064F">
      <w:pPr>
        <w:pStyle w:val="Sumrio1"/>
        <w:rPr>
          <w:rFonts w:ascii="Calibri" w:eastAsia="Yu Mincho" w:hAnsi="Calibri" w:cs="Arial"/>
          <w:b w:val="0"/>
          <w:bCs w:val="0"/>
          <w:caps w:val="0"/>
          <w:noProof/>
          <w:snapToGrid/>
          <w:kern w:val="2"/>
          <w:sz w:val="24"/>
          <w:lang w:eastAsia="pt-BR"/>
        </w:rPr>
      </w:pPr>
      <w:hyperlink w:anchor="_Toc178685565" w:history="1">
        <w:r w:rsidRPr="005D4A67">
          <w:rPr>
            <w:rStyle w:val="Hyperlink"/>
            <w:noProof/>
          </w:rPr>
          <w:t>6.</w:t>
        </w:r>
        <w:r>
          <w:rPr>
            <w:rFonts w:ascii="Calibri" w:eastAsia="Yu Mincho" w:hAnsi="Calibri" w:cs="Arial"/>
            <w:b w:val="0"/>
            <w:bCs w:val="0"/>
            <w:caps w:val="0"/>
            <w:noProof/>
            <w:snapToGrid/>
            <w:kern w:val="2"/>
            <w:sz w:val="24"/>
            <w:lang w:eastAsia="pt-BR"/>
          </w:rPr>
          <w:tab/>
        </w:r>
        <w:r w:rsidRPr="005D4A67">
          <w:rPr>
            <w:rStyle w:val="Hyperlink"/>
            <w:noProof/>
          </w:rPr>
          <w:t>framework da arquitetura front-end</w:t>
        </w:r>
        <w:r>
          <w:rPr>
            <w:noProof/>
            <w:webHidden/>
          </w:rPr>
          <w:tab/>
        </w:r>
        <w:r>
          <w:rPr>
            <w:noProof/>
            <w:webHidden/>
          </w:rPr>
          <w:fldChar w:fldCharType="begin"/>
        </w:r>
        <w:r>
          <w:rPr>
            <w:noProof/>
            <w:webHidden/>
          </w:rPr>
          <w:instrText xml:space="preserve"> PAGEREF _Toc178685565 \h </w:instrText>
        </w:r>
        <w:r>
          <w:rPr>
            <w:noProof/>
            <w:webHidden/>
          </w:rPr>
        </w:r>
        <w:r>
          <w:rPr>
            <w:noProof/>
            <w:webHidden/>
          </w:rPr>
          <w:fldChar w:fldCharType="separate"/>
        </w:r>
        <w:r>
          <w:rPr>
            <w:noProof/>
            <w:webHidden/>
          </w:rPr>
          <w:t>12</w:t>
        </w:r>
        <w:r>
          <w:rPr>
            <w:noProof/>
            <w:webHidden/>
          </w:rPr>
          <w:fldChar w:fldCharType="end"/>
        </w:r>
      </w:hyperlink>
    </w:p>
    <w:p w14:paraId="07C4C5FF" w14:textId="551C282C"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66" w:history="1">
        <w:r w:rsidRPr="005D4A67">
          <w:rPr>
            <w:rStyle w:val="Hyperlink"/>
            <w:noProof/>
          </w:rPr>
          <w:t>6.1.</w:t>
        </w:r>
        <w:r>
          <w:rPr>
            <w:rFonts w:ascii="Calibri" w:eastAsia="Yu Mincho" w:hAnsi="Calibri" w:cs="Arial"/>
            <w:smallCaps w:val="0"/>
            <w:noProof/>
            <w:snapToGrid/>
            <w:kern w:val="2"/>
            <w:sz w:val="24"/>
            <w:lang w:eastAsia="pt-BR"/>
          </w:rPr>
          <w:tab/>
        </w:r>
        <w:r w:rsidRPr="005D4A67">
          <w:rPr>
            <w:rStyle w:val="Hyperlink"/>
            <w:noProof/>
          </w:rPr>
          <w:t>Angular</w:t>
        </w:r>
        <w:r>
          <w:rPr>
            <w:noProof/>
            <w:webHidden/>
          </w:rPr>
          <w:tab/>
        </w:r>
        <w:r>
          <w:rPr>
            <w:noProof/>
            <w:webHidden/>
          </w:rPr>
          <w:fldChar w:fldCharType="begin"/>
        </w:r>
        <w:r>
          <w:rPr>
            <w:noProof/>
            <w:webHidden/>
          </w:rPr>
          <w:instrText xml:space="preserve"> PAGEREF _Toc178685566 \h </w:instrText>
        </w:r>
        <w:r>
          <w:rPr>
            <w:noProof/>
            <w:webHidden/>
          </w:rPr>
        </w:r>
        <w:r>
          <w:rPr>
            <w:noProof/>
            <w:webHidden/>
          </w:rPr>
          <w:fldChar w:fldCharType="separate"/>
        </w:r>
        <w:r>
          <w:rPr>
            <w:noProof/>
            <w:webHidden/>
          </w:rPr>
          <w:t>12</w:t>
        </w:r>
        <w:r>
          <w:rPr>
            <w:noProof/>
            <w:webHidden/>
          </w:rPr>
          <w:fldChar w:fldCharType="end"/>
        </w:r>
      </w:hyperlink>
    </w:p>
    <w:p w14:paraId="22EC6D67" w14:textId="3C7E6909"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67" w:history="1">
        <w:r w:rsidRPr="005D4A67">
          <w:rPr>
            <w:rStyle w:val="Hyperlink"/>
            <w:noProof/>
          </w:rPr>
          <w:t>6.2.</w:t>
        </w:r>
        <w:r>
          <w:rPr>
            <w:rFonts w:ascii="Calibri" w:eastAsia="Yu Mincho" w:hAnsi="Calibri" w:cs="Arial"/>
            <w:smallCaps w:val="0"/>
            <w:noProof/>
            <w:snapToGrid/>
            <w:kern w:val="2"/>
            <w:sz w:val="24"/>
            <w:lang w:eastAsia="pt-BR"/>
          </w:rPr>
          <w:tab/>
        </w:r>
        <w:r w:rsidRPr="005D4A67">
          <w:rPr>
            <w:rStyle w:val="Hyperlink"/>
            <w:noProof/>
          </w:rPr>
          <w:t>React</w:t>
        </w:r>
        <w:r>
          <w:rPr>
            <w:noProof/>
            <w:webHidden/>
          </w:rPr>
          <w:tab/>
        </w:r>
        <w:r>
          <w:rPr>
            <w:noProof/>
            <w:webHidden/>
          </w:rPr>
          <w:fldChar w:fldCharType="begin"/>
        </w:r>
        <w:r>
          <w:rPr>
            <w:noProof/>
            <w:webHidden/>
          </w:rPr>
          <w:instrText xml:space="preserve"> PAGEREF _Toc178685567 \h </w:instrText>
        </w:r>
        <w:r>
          <w:rPr>
            <w:noProof/>
            <w:webHidden/>
          </w:rPr>
        </w:r>
        <w:r>
          <w:rPr>
            <w:noProof/>
            <w:webHidden/>
          </w:rPr>
          <w:fldChar w:fldCharType="separate"/>
        </w:r>
        <w:r>
          <w:rPr>
            <w:noProof/>
            <w:webHidden/>
          </w:rPr>
          <w:t>12</w:t>
        </w:r>
        <w:r>
          <w:rPr>
            <w:noProof/>
            <w:webHidden/>
          </w:rPr>
          <w:fldChar w:fldCharType="end"/>
        </w:r>
      </w:hyperlink>
    </w:p>
    <w:p w14:paraId="632DD0DF" w14:textId="6C7F623A" w:rsidR="004E064F" w:rsidRDefault="004E064F">
      <w:pPr>
        <w:pStyle w:val="Sumrio1"/>
        <w:rPr>
          <w:rFonts w:ascii="Calibri" w:eastAsia="Yu Mincho" w:hAnsi="Calibri" w:cs="Arial"/>
          <w:b w:val="0"/>
          <w:bCs w:val="0"/>
          <w:caps w:val="0"/>
          <w:noProof/>
          <w:snapToGrid/>
          <w:kern w:val="2"/>
          <w:sz w:val="24"/>
          <w:lang w:eastAsia="pt-BR"/>
        </w:rPr>
      </w:pPr>
      <w:hyperlink w:anchor="_Toc178685568" w:history="1">
        <w:r w:rsidRPr="005D4A67">
          <w:rPr>
            <w:rStyle w:val="Hyperlink"/>
            <w:noProof/>
          </w:rPr>
          <w:t>7.</w:t>
        </w:r>
        <w:r>
          <w:rPr>
            <w:rFonts w:ascii="Calibri" w:eastAsia="Yu Mincho" w:hAnsi="Calibri" w:cs="Arial"/>
            <w:b w:val="0"/>
            <w:bCs w:val="0"/>
            <w:caps w:val="0"/>
            <w:noProof/>
            <w:snapToGrid/>
            <w:kern w:val="2"/>
            <w:sz w:val="24"/>
            <w:lang w:eastAsia="pt-BR"/>
          </w:rPr>
          <w:tab/>
        </w:r>
        <w:r w:rsidRPr="005D4A67">
          <w:rPr>
            <w:rStyle w:val="Hyperlink"/>
            <w:noProof/>
          </w:rPr>
          <w:t>Estrutura de pacotes Front-end</w:t>
        </w:r>
        <w:r>
          <w:rPr>
            <w:noProof/>
            <w:webHidden/>
          </w:rPr>
          <w:tab/>
        </w:r>
        <w:r>
          <w:rPr>
            <w:noProof/>
            <w:webHidden/>
          </w:rPr>
          <w:fldChar w:fldCharType="begin"/>
        </w:r>
        <w:r>
          <w:rPr>
            <w:noProof/>
            <w:webHidden/>
          </w:rPr>
          <w:instrText xml:space="preserve"> PAGEREF _Toc178685568 \h </w:instrText>
        </w:r>
        <w:r>
          <w:rPr>
            <w:noProof/>
            <w:webHidden/>
          </w:rPr>
        </w:r>
        <w:r>
          <w:rPr>
            <w:noProof/>
            <w:webHidden/>
          </w:rPr>
          <w:fldChar w:fldCharType="separate"/>
        </w:r>
        <w:r>
          <w:rPr>
            <w:noProof/>
            <w:webHidden/>
          </w:rPr>
          <w:t>13</w:t>
        </w:r>
        <w:r>
          <w:rPr>
            <w:noProof/>
            <w:webHidden/>
          </w:rPr>
          <w:fldChar w:fldCharType="end"/>
        </w:r>
      </w:hyperlink>
    </w:p>
    <w:p w14:paraId="6FB2EDA6" w14:textId="712EE8BB"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69" w:history="1">
        <w:r w:rsidRPr="005D4A67">
          <w:rPr>
            <w:rStyle w:val="Hyperlink"/>
            <w:noProof/>
          </w:rPr>
          <w:t>7.1.</w:t>
        </w:r>
        <w:r>
          <w:rPr>
            <w:rFonts w:ascii="Calibri" w:eastAsia="Yu Mincho" w:hAnsi="Calibri" w:cs="Arial"/>
            <w:smallCaps w:val="0"/>
            <w:noProof/>
            <w:snapToGrid/>
            <w:kern w:val="2"/>
            <w:sz w:val="24"/>
            <w:lang w:eastAsia="pt-BR"/>
          </w:rPr>
          <w:tab/>
        </w:r>
        <w:r w:rsidRPr="005D4A67">
          <w:rPr>
            <w:rStyle w:val="Hyperlink"/>
            <w:noProof/>
          </w:rPr>
          <w:t>Angular</w:t>
        </w:r>
        <w:r>
          <w:rPr>
            <w:noProof/>
            <w:webHidden/>
          </w:rPr>
          <w:tab/>
        </w:r>
        <w:r>
          <w:rPr>
            <w:noProof/>
            <w:webHidden/>
          </w:rPr>
          <w:fldChar w:fldCharType="begin"/>
        </w:r>
        <w:r>
          <w:rPr>
            <w:noProof/>
            <w:webHidden/>
          </w:rPr>
          <w:instrText xml:space="preserve"> PAGEREF _Toc178685569 \h </w:instrText>
        </w:r>
        <w:r>
          <w:rPr>
            <w:noProof/>
            <w:webHidden/>
          </w:rPr>
        </w:r>
        <w:r>
          <w:rPr>
            <w:noProof/>
            <w:webHidden/>
          </w:rPr>
          <w:fldChar w:fldCharType="separate"/>
        </w:r>
        <w:r>
          <w:rPr>
            <w:noProof/>
            <w:webHidden/>
          </w:rPr>
          <w:t>13</w:t>
        </w:r>
        <w:r>
          <w:rPr>
            <w:noProof/>
            <w:webHidden/>
          </w:rPr>
          <w:fldChar w:fldCharType="end"/>
        </w:r>
      </w:hyperlink>
    </w:p>
    <w:p w14:paraId="3E53F610" w14:textId="11EA1B6F"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0" w:history="1">
        <w:r w:rsidRPr="005D4A67">
          <w:rPr>
            <w:rStyle w:val="Hyperlink"/>
            <w:noProof/>
          </w:rPr>
          <w:t>7.1.1.</w:t>
        </w:r>
        <w:r>
          <w:rPr>
            <w:rFonts w:ascii="Calibri" w:eastAsia="Yu Mincho" w:hAnsi="Calibri" w:cs="Arial"/>
            <w:i w:val="0"/>
            <w:iCs w:val="0"/>
            <w:noProof/>
            <w:snapToGrid/>
            <w:kern w:val="2"/>
            <w:sz w:val="24"/>
            <w:lang w:eastAsia="pt-BR"/>
          </w:rPr>
          <w:tab/>
        </w:r>
        <w:r w:rsidRPr="005D4A67">
          <w:rPr>
            <w:rStyle w:val="Hyperlink"/>
            <w:noProof/>
          </w:rPr>
          <w:t>Component</w:t>
        </w:r>
        <w:r>
          <w:rPr>
            <w:noProof/>
            <w:webHidden/>
          </w:rPr>
          <w:tab/>
        </w:r>
        <w:r>
          <w:rPr>
            <w:noProof/>
            <w:webHidden/>
          </w:rPr>
          <w:fldChar w:fldCharType="begin"/>
        </w:r>
        <w:r>
          <w:rPr>
            <w:noProof/>
            <w:webHidden/>
          </w:rPr>
          <w:instrText xml:space="preserve"> PAGEREF _Toc178685570 \h </w:instrText>
        </w:r>
        <w:r>
          <w:rPr>
            <w:noProof/>
            <w:webHidden/>
          </w:rPr>
        </w:r>
        <w:r>
          <w:rPr>
            <w:noProof/>
            <w:webHidden/>
          </w:rPr>
          <w:fldChar w:fldCharType="separate"/>
        </w:r>
        <w:r>
          <w:rPr>
            <w:noProof/>
            <w:webHidden/>
          </w:rPr>
          <w:t>14</w:t>
        </w:r>
        <w:r>
          <w:rPr>
            <w:noProof/>
            <w:webHidden/>
          </w:rPr>
          <w:fldChar w:fldCharType="end"/>
        </w:r>
      </w:hyperlink>
    </w:p>
    <w:p w14:paraId="361387EC" w14:textId="236CB835"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1" w:history="1">
        <w:r w:rsidRPr="005D4A67">
          <w:rPr>
            <w:rStyle w:val="Hyperlink"/>
            <w:noProof/>
          </w:rPr>
          <w:t>7.1.2.</w:t>
        </w:r>
        <w:r>
          <w:rPr>
            <w:rFonts w:ascii="Calibri" w:eastAsia="Yu Mincho" w:hAnsi="Calibri" w:cs="Arial"/>
            <w:i w:val="0"/>
            <w:iCs w:val="0"/>
            <w:noProof/>
            <w:snapToGrid/>
            <w:kern w:val="2"/>
            <w:sz w:val="24"/>
            <w:lang w:eastAsia="pt-BR"/>
          </w:rPr>
          <w:tab/>
        </w:r>
        <w:r w:rsidRPr="005D4A67">
          <w:rPr>
            <w:rStyle w:val="Hyperlink"/>
            <w:noProof/>
          </w:rPr>
          <w:t>Router</w:t>
        </w:r>
        <w:r>
          <w:rPr>
            <w:noProof/>
            <w:webHidden/>
          </w:rPr>
          <w:tab/>
        </w:r>
        <w:r>
          <w:rPr>
            <w:noProof/>
            <w:webHidden/>
          </w:rPr>
          <w:fldChar w:fldCharType="begin"/>
        </w:r>
        <w:r>
          <w:rPr>
            <w:noProof/>
            <w:webHidden/>
          </w:rPr>
          <w:instrText xml:space="preserve"> PAGEREF _Toc178685571 \h </w:instrText>
        </w:r>
        <w:r>
          <w:rPr>
            <w:noProof/>
            <w:webHidden/>
          </w:rPr>
        </w:r>
        <w:r>
          <w:rPr>
            <w:noProof/>
            <w:webHidden/>
          </w:rPr>
          <w:fldChar w:fldCharType="separate"/>
        </w:r>
        <w:r>
          <w:rPr>
            <w:noProof/>
            <w:webHidden/>
          </w:rPr>
          <w:t>14</w:t>
        </w:r>
        <w:r>
          <w:rPr>
            <w:noProof/>
            <w:webHidden/>
          </w:rPr>
          <w:fldChar w:fldCharType="end"/>
        </w:r>
      </w:hyperlink>
    </w:p>
    <w:p w14:paraId="265246D9" w14:textId="273FD88C"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2" w:history="1">
        <w:r w:rsidRPr="005D4A67">
          <w:rPr>
            <w:rStyle w:val="Hyperlink"/>
            <w:noProof/>
          </w:rPr>
          <w:t>7.1.3.</w:t>
        </w:r>
        <w:r>
          <w:rPr>
            <w:rFonts w:ascii="Calibri" w:eastAsia="Yu Mincho" w:hAnsi="Calibri" w:cs="Arial"/>
            <w:i w:val="0"/>
            <w:iCs w:val="0"/>
            <w:noProof/>
            <w:snapToGrid/>
            <w:kern w:val="2"/>
            <w:sz w:val="24"/>
            <w:lang w:eastAsia="pt-BR"/>
          </w:rPr>
          <w:tab/>
        </w:r>
        <w:r w:rsidRPr="005D4A67">
          <w:rPr>
            <w:rStyle w:val="Hyperlink"/>
            <w:noProof/>
          </w:rPr>
          <w:t>Module</w:t>
        </w:r>
        <w:r>
          <w:rPr>
            <w:noProof/>
            <w:webHidden/>
          </w:rPr>
          <w:tab/>
        </w:r>
        <w:r>
          <w:rPr>
            <w:noProof/>
            <w:webHidden/>
          </w:rPr>
          <w:fldChar w:fldCharType="begin"/>
        </w:r>
        <w:r>
          <w:rPr>
            <w:noProof/>
            <w:webHidden/>
          </w:rPr>
          <w:instrText xml:space="preserve"> PAGEREF _Toc178685572 \h </w:instrText>
        </w:r>
        <w:r>
          <w:rPr>
            <w:noProof/>
            <w:webHidden/>
          </w:rPr>
        </w:r>
        <w:r>
          <w:rPr>
            <w:noProof/>
            <w:webHidden/>
          </w:rPr>
          <w:fldChar w:fldCharType="separate"/>
        </w:r>
        <w:r>
          <w:rPr>
            <w:noProof/>
            <w:webHidden/>
          </w:rPr>
          <w:t>14</w:t>
        </w:r>
        <w:r>
          <w:rPr>
            <w:noProof/>
            <w:webHidden/>
          </w:rPr>
          <w:fldChar w:fldCharType="end"/>
        </w:r>
      </w:hyperlink>
    </w:p>
    <w:p w14:paraId="3D74ABB4" w14:textId="54346C7F"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3" w:history="1">
        <w:r w:rsidRPr="005D4A67">
          <w:rPr>
            <w:rStyle w:val="Hyperlink"/>
            <w:noProof/>
          </w:rPr>
          <w:t>7.1.4.</w:t>
        </w:r>
        <w:r>
          <w:rPr>
            <w:rFonts w:ascii="Calibri" w:eastAsia="Yu Mincho" w:hAnsi="Calibri" w:cs="Arial"/>
            <w:i w:val="0"/>
            <w:iCs w:val="0"/>
            <w:noProof/>
            <w:snapToGrid/>
            <w:kern w:val="2"/>
            <w:sz w:val="24"/>
            <w:lang w:eastAsia="pt-BR"/>
          </w:rPr>
          <w:tab/>
        </w:r>
        <w:r w:rsidRPr="005D4A67">
          <w:rPr>
            <w:rStyle w:val="Hyperlink"/>
            <w:noProof/>
          </w:rPr>
          <w:t>Service</w:t>
        </w:r>
        <w:r>
          <w:rPr>
            <w:noProof/>
            <w:webHidden/>
          </w:rPr>
          <w:tab/>
        </w:r>
        <w:r>
          <w:rPr>
            <w:noProof/>
            <w:webHidden/>
          </w:rPr>
          <w:fldChar w:fldCharType="begin"/>
        </w:r>
        <w:r>
          <w:rPr>
            <w:noProof/>
            <w:webHidden/>
          </w:rPr>
          <w:instrText xml:space="preserve"> PAGEREF _Toc178685573 \h </w:instrText>
        </w:r>
        <w:r>
          <w:rPr>
            <w:noProof/>
            <w:webHidden/>
          </w:rPr>
        </w:r>
        <w:r>
          <w:rPr>
            <w:noProof/>
            <w:webHidden/>
          </w:rPr>
          <w:fldChar w:fldCharType="separate"/>
        </w:r>
        <w:r>
          <w:rPr>
            <w:noProof/>
            <w:webHidden/>
          </w:rPr>
          <w:t>14</w:t>
        </w:r>
        <w:r>
          <w:rPr>
            <w:noProof/>
            <w:webHidden/>
          </w:rPr>
          <w:fldChar w:fldCharType="end"/>
        </w:r>
      </w:hyperlink>
    </w:p>
    <w:p w14:paraId="3FEBED0F" w14:textId="71752BAB"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74" w:history="1">
        <w:r w:rsidRPr="005D4A67">
          <w:rPr>
            <w:rStyle w:val="Hyperlink"/>
            <w:noProof/>
          </w:rPr>
          <w:t>7.2.</w:t>
        </w:r>
        <w:r>
          <w:rPr>
            <w:rFonts w:ascii="Calibri" w:eastAsia="Yu Mincho" w:hAnsi="Calibri" w:cs="Arial"/>
            <w:smallCaps w:val="0"/>
            <w:noProof/>
            <w:snapToGrid/>
            <w:kern w:val="2"/>
            <w:sz w:val="24"/>
            <w:lang w:eastAsia="pt-BR"/>
          </w:rPr>
          <w:tab/>
        </w:r>
        <w:r w:rsidRPr="005D4A67">
          <w:rPr>
            <w:rStyle w:val="Hyperlink"/>
            <w:noProof/>
          </w:rPr>
          <w:t>React</w:t>
        </w:r>
        <w:r>
          <w:rPr>
            <w:noProof/>
            <w:webHidden/>
          </w:rPr>
          <w:tab/>
        </w:r>
        <w:r>
          <w:rPr>
            <w:noProof/>
            <w:webHidden/>
          </w:rPr>
          <w:fldChar w:fldCharType="begin"/>
        </w:r>
        <w:r>
          <w:rPr>
            <w:noProof/>
            <w:webHidden/>
          </w:rPr>
          <w:instrText xml:space="preserve"> PAGEREF _Toc178685574 \h </w:instrText>
        </w:r>
        <w:r>
          <w:rPr>
            <w:noProof/>
            <w:webHidden/>
          </w:rPr>
        </w:r>
        <w:r>
          <w:rPr>
            <w:noProof/>
            <w:webHidden/>
          </w:rPr>
          <w:fldChar w:fldCharType="separate"/>
        </w:r>
        <w:r>
          <w:rPr>
            <w:noProof/>
            <w:webHidden/>
          </w:rPr>
          <w:t>15</w:t>
        </w:r>
        <w:r>
          <w:rPr>
            <w:noProof/>
            <w:webHidden/>
          </w:rPr>
          <w:fldChar w:fldCharType="end"/>
        </w:r>
      </w:hyperlink>
    </w:p>
    <w:p w14:paraId="58F23C07" w14:textId="1EFC1FEC"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5" w:history="1">
        <w:r w:rsidRPr="005D4A67">
          <w:rPr>
            <w:rStyle w:val="Hyperlink"/>
            <w:noProof/>
          </w:rPr>
          <w:t>7.2.1.</w:t>
        </w:r>
        <w:r>
          <w:rPr>
            <w:rFonts w:ascii="Calibri" w:eastAsia="Yu Mincho" w:hAnsi="Calibri" w:cs="Arial"/>
            <w:i w:val="0"/>
            <w:iCs w:val="0"/>
            <w:noProof/>
            <w:snapToGrid/>
            <w:kern w:val="2"/>
            <w:sz w:val="24"/>
            <w:lang w:eastAsia="pt-BR"/>
          </w:rPr>
          <w:tab/>
        </w:r>
        <w:r w:rsidRPr="005D4A67">
          <w:rPr>
            <w:rStyle w:val="Hyperlink"/>
            <w:noProof/>
          </w:rPr>
          <w:t>Assets</w:t>
        </w:r>
        <w:r>
          <w:rPr>
            <w:noProof/>
            <w:webHidden/>
          </w:rPr>
          <w:tab/>
        </w:r>
        <w:r>
          <w:rPr>
            <w:noProof/>
            <w:webHidden/>
          </w:rPr>
          <w:fldChar w:fldCharType="begin"/>
        </w:r>
        <w:r>
          <w:rPr>
            <w:noProof/>
            <w:webHidden/>
          </w:rPr>
          <w:instrText xml:space="preserve"> PAGEREF _Toc178685575 \h </w:instrText>
        </w:r>
        <w:r>
          <w:rPr>
            <w:noProof/>
            <w:webHidden/>
          </w:rPr>
        </w:r>
        <w:r>
          <w:rPr>
            <w:noProof/>
            <w:webHidden/>
          </w:rPr>
          <w:fldChar w:fldCharType="separate"/>
        </w:r>
        <w:r>
          <w:rPr>
            <w:noProof/>
            <w:webHidden/>
          </w:rPr>
          <w:t>16</w:t>
        </w:r>
        <w:r>
          <w:rPr>
            <w:noProof/>
            <w:webHidden/>
          </w:rPr>
          <w:fldChar w:fldCharType="end"/>
        </w:r>
      </w:hyperlink>
    </w:p>
    <w:p w14:paraId="5FF5C1BE" w14:textId="36A86FAE"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6" w:history="1">
        <w:r w:rsidRPr="005D4A67">
          <w:rPr>
            <w:rStyle w:val="Hyperlink"/>
            <w:noProof/>
          </w:rPr>
          <w:t>7.2.2.</w:t>
        </w:r>
        <w:r>
          <w:rPr>
            <w:rFonts w:ascii="Calibri" w:eastAsia="Yu Mincho" w:hAnsi="Calibri" w:cs="Arial"/>
            <w:i w:val="0"/>
            <w:iCs w:val="0"/>
            <w:noProof/>
            <w:snapToGrid/>
            <w:kern w:val="2"/>
            <w:sz w:val="24"/>
            <w:lang w:eastAsia="pt-BR"/>
          </w:rPr>
          <w:tab/>
        </w:r>
        <w:r w:rsidRPr="005D4A67">
          <w:rPr>
            <w:rStyle w:val="Hyperlink"/>
            <w:noProof/>
          </w:rPr>
          <w:t>Config</w:t>
        </w:r>
        <w:r>
          <w:rPr>
            <w:noProof/>
            <w:webHidden/>
          </w:rPr>
          <w:tab/>
        </w:r>
        <w:r>
          <w:rPr>
            <w:noProof/>
            <w:webHidden/>
          </w:rPr>
          <w:fldChar w:fldCharType="begin"/>
        </w:r>
        <w:r>
          <w:rPr>
            <w:noProof/>
            <w:webHidden/>
          </w:rPr>
          <w:instrText xml:space="preserve"> PAGEREF _Toc178685576 \h </w:instrText>
        </w:r>
        <w:r>
          <w:rPr>
            <w:noProof/>
            <w:webHidden/>
          </w:rPr>
        </w:r>
        <w:r>
          <w:rPr>
            <w:noProof/>
            <w:webHidden/>
          </w:rPr>
          <w:fldChar w:fldCharType="separate"/>
        </w:r>
        <w:r>
          <w:rPr>
            <w:noProof/>
            <w:webHidden/>
          </w:rPr>
          <w:t>16</w:t>
        </w:r>
        <w:r>
          <w:rPr>
            <w:noProof/>
            <w:webHidden/>
          </w:rPr>
          <w:fldChar w:fldCharType="end"/>
        </w:r>
      </w:hyperlink>
    </w:p>
    <w:p w14:paraId="721670C2" w14:textId="0038D322"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7" w:history="1">
        <w:r w:rsidRPr="005D4A67">
          <w:rPr>
            <w:rStyle w:val="Hyperlink"/>
            <w:noProof/>
          </w:rPr>
          <w:t>7.2.3.</w:t>
        </w:r>
        <w:r>
          <w:rPr>
            <w:rFonts w:ascii="Calibri" w:eastAsia="Yu Mincho" w:hAnsi="Calibri" w:cs="Arial"/>
            <w:i w:val="0"/>
            <w:iCs w:val="0"/>
            <w:noProof/>
            <w:snapToGrid/>
            <w:kern w:val="2"/>
            <w:sz w:val="24"/>
            <w:lang w:eastAsia="pt-BR"/>
          </w:rPr>
          <w:tab/>
        </w:r>
        <w:r w:rsidRPr="005D4A67">
          <w:rPr>
            <w:rStyle w:val="Hyperlink"/>
            <w:noProof/>
          </w:rPr>
          <w:t>Pages</w:t>
        </w:r>
        <w:r>
          <w:rPr>
            <w:noProof/>
            <w:webHidden/>
          </w:rPr>
          <w:tab/>
        </w:r>
        <w:r>
          <w:rPr>
            <w:noProof/>
            <w:webHidden/>
          </w:rPr>
          <w:fldChar w:fldCharType="begin"/>
        </w:r>
        <w:r>
          <w:rPr>
            <w:noProof/>
            <w:webHidden/>
          </w:rPr>
          <w:instrText xml:space="preserve"> PAGEREF _Toc178685577 \h </w:instrText>
        </w:r>
        <w:r>
          <w:rPr>
            <w:noProof/>
            <w:webHidden/>
          </w:rPr>
        </w:r>
        <w:r>
          <w:rPr>
            <w:noProof/>
            <w:webHidden/>
          </w:rPr>
          <w:fldChar w:fldCharType="separate"/>
        </w:r>
        <w:r>
          <w:rPr>
            <w:noProof/>
            <w:webHidden/>
          </w:rPr>
          <w:t>16</w:t>
        </w:r>
        <w:r>
          <w:rPr>
            <w:noProof/>
            <w:webHidden/>
          </w:rPr>
          <w:fldChar w:fldCharType="end"/>
        </w:r>
      </w:hyperlink>
    </w:p>
    <w:p w14:paraId="61F0C167" w14:textId="6F64E96B"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8" w:history="1">
        <w:r w:rsidRPr="005D4A67">
          <w:rPr>
            <w:rStyle w:val="Hyperlink"/>
            <w:noProof/>
          </w:rPr>
          <w:t>7.2.4.</w:t>
        </w:r>
        <w:r>
          <w:rPr>
            <w:rFonts w:ascii="Calibri" w:eastAsia="Yu Mincho" w:hAnsi="Calibri" w:cs="Arial"/>
            <w:i w:val="0"/>
            <w:iCs w:val="0"/>
            <w:noProof/>
            <w:snapToGrid/>
            <w:kern w:val="2"/>
            <w:sz w:val="24"/>
            <w:lang w:eastAsia="pt-BR"/>
          </w:rPr>
          <w:tab/>
        </w:r>
        <w:r w:rsidRPr="005D4A67">
          <w:rPr>
            <w:rStyle w:val="Hyperlink"/>
            <w:noProof/>
          </w:rPr>
          <w:t>Services</w:t>
        </w:r>
        <w:r>
          <w:rPr>
            <w:noProof/>
            <w:webHidden/>
          </w:rPr>
          <w:tab/>
        </w:r>
        <w:r>
          <w:rPr>
            <w:noProof/>
            <w:webHidden/>
          </w:rPr>
          <w:fldChar w:fldCharType="begin"/>
        </w:r>
        <w:r>
          <w:rPr>
            <w:noProof/>
            <w:webHidden/>
          </w:rPr>
          <w:instrText xml:space="preserve"> PAGEREF _Toc178685578 \h </w:instrText>
        </w:r>
        <w:r>
          <w:rPr>
            <w:noProof/>
            <w:webHidden/>
          </w:rPr>
        </w:r>
        <w:r>
          <w:rPr>
            <w:noProof/>
            <w:webHidden/>
          </w:rPr>
          <w:fldChar w:fldCharType="separate"/>
        </w:r>
        <w:r>
          <w:rPr>
            <w:noProof/>
            <w:webHidden/>
          </w:rPr>
          <w:t>16</w:t>
        </w:r>
        <w:r>
          <w:rPr>
            <w:noProof/>
            <w:webHidden/>
          </w:rPr>
          <w:fldChar w:fldCharType="end"/>
        </w:r>
      </w:hyperlink>
    </w:p>
    <w:p w14:paraId="6C38813B" w14:textId="495DEB22"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79" w:history="1">
        <w:r w:rsidRPr="005D4A67">
          <w:rPr>
            <w:rStyle w:val="Hyperlink"/>
            <w:noProof/>
          </w:rPr>
          <w:t>7.2.5.</w:t>
        </w:r>
        <w:r>
          <w:rPr>
            <w:rFonts w:ascii="Calibri" w:eastAsia="Yu Mincho" w:hAnsi="Calibri" w:cs="Arial"/>
            <w:i w:val="0"/>
            <w:iCs w:val="0"/>
            <w:noProof/>
            <w:snapToGrid/>
            <w:kern w:val="2"/>
            <w:sz w:val="24"/>
            <w:lang w:eastAsia="pt-BR"/>
          </w:rPr>
          <w:tab/>
        </w:r>
        <w:r w:rsidRPr="005D4A67">
          <w:rPr>
            <w:rStyle w:val="Hyperlink"/>
            <w:noProof/>
          </w:rPr>
          <w:t>Shared-components</w:t>
        </w:r>
        <w:r>
          <w:rPr>
            <w:noProof/>
            <w:webHidden/>
          </w:rPr>
          <w:tab/>
        </w:r>
        <w:r>
          <w:rPr>
            <w:noProof/>
            <w:webHidden/>
          </w:rPr>
          <w:fldChar w:fldCharType="begin"/>
        </w:r>
        <w:r>
          <w:rPr>
            <w:noProof/>
            <w:webHidden/>
          </w:rPr>
          <w:instrText xml:space="preserve"> PAGEREF _Toc178685579 \h </w:instrText>
        </w:r>
        <w:r>
          <w:rPr>
            <w:noProof/>
            <w:webHidden/>
          </w:rPr>
        </w:r>
        <w:r>
          <w:rPr>
            <w:noProof/>
            <w:webHidden/>
          </w:rPr>
          <w:fldChar w:fldCharType="separate"/>
        </w:r>
        <w:r>
          <w:rPr>
            <w:noProof/>
            <w:webHidden/>
          </w:rPr>
          <w:t>16</w:t>
        </w:r>
        <w:r>
          <w:rPr>
            <w:noProof/>
            <w:webHidden/>
          </w:rPr>
          <w:fldChar w:fldCharType="end"/>
        </w:r>
      </w:hyperlink>
    </w:p>
    <w:p w14:paraId="4EC29517" w14:textId="2F3490A8"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80" w:history="1">
        <w:r w:rsidRPr="005D4A67">
          <w:rPr>
            <w:rStyle w:val="Hyperlink"/>
            <w:noProof/>
          </w:rPr>
          <w:t>7.2.6.</w:t>
        </w:r>
        <w:r>
          <w:rPr>
            <w:rFonts w:ascii="Calibri" w:eastAsia="Yu Mincho" w:hAnsi="Calibri" w:cs="Arial"/>
            <w:i w:val="0"/>
            <w:iCs w:val="0"/>
            <w:noProof/>
            <w:snapToGrid/>
            <w:kern w:val="2"/>
            <w:sz w:val="24"/>
            <w:lang w:eastAsia="pt-BR"/>
          </w:rPr>
          <w:tab/>
        </w:r>
        <w:r w:rsidRPr="005D4A67">
          <w:rPr>
            <w:rStyle w:val="Hyperlink"/>
            <w:noProof/>
          </w:rPr>
          <w:t>Store</w:t>
        </w:r>
        <w:r>
          <w:rPr>
            <w:noProof/>
            <w:webHidden/>
          </w:rPr>
          <w:tab/>
        </w:r>
        <w:r>
          <w:rPr>
            <w:noProof/>
            <w:webHidden/>
          </w:rPr>
          <w:fldChar w:fldCharType="begin"/>
        </w:r>
        <w:r>
          <w:rPr>
            <w:noProof/>
            <w:webHidden/>
          </w:rPr>
          <w:instrText xml:space="preserve"> PAGEREF _Toc178685580 \h </w:instrText>
        </w:r>
        <w:r>
          <w:rPr>
            <w:noProof/>
            <w:webHidden/>
          </w:rPr>
        </w:r>
        <w:r>
          <w:rPr>
            <w:noProof/>
            <w:webHidden/>
          </w:rPr>
          <w:fldChar w:fldCharType="separate"/>
        </w:r>
        <w:r>
          <w:rPr>
            <w:noProof/>
            <w:webHidden/>
          </w:rPr>
          <w:t>16</w:t>
        </w:r>
        <w:r>
          <w:rPr>
            <w:noProof/>
            <w:webHidden/>
          </w:rPr>
          <w:fldChar w:fldCharType="end"/>
        </w:r>
      </w:hyperlink>
    </w:p>
    <w:p w14:paraId="19DE797C" w14:textId="21528478" w:rsidR="004E064F" w:rsidRDefault="004E064F">
      <w:pPr>
        <w:pStyle w:val="Sumrio3"/>
        <w:tabs>
          <w:tab w:val="left" w:pos="1320"/>
          <w:tab w:val="right" w:leader="dot" w:pos="9890"/>
        </w:tabs>
        <w:rPr>
          <w:rFonts w:ascii="Calibri" w:eastAsia="Yu Mincho" w:hAnsi="Calibri" w:cs="Arial"/>
          <w:i w:val="0"/>
          <w:iCs w:val="0"/>
          <w:noProof/>
          <w:snapToGrid/>
          <w:kern w:val="2"/>
          <w:sz w:val="24"/>
          <w:lang w:eastAsia="pt-BR"/>
        </w:rPr>
      </w:pPr>
      <w:hyperlink w:anchor="_Toc178685581" w:history="1">
        <w:r w:rsidRPr="005D4A67">
          <w:rPr>
            <w:rStyle w:val="Hyperlink"/>
            <w:noProof/>
          </w:rPr>
          <w:t>7.2.7.</w:t>
        </w:r>
        <w:r>
          <w:rPr>
            <w:rFonts w:ascii="Calibri" w:eastAsia="Yu Mincho" w:hAnsi="Calibri" w:cs="Arial"/>
            <w:i w:val="0"/>
            <w:iCs w:val="0"/>
            <w:noProof/>
            <w:snapToGrid/>
            <w:kern w:val="2"/>
            <w:sz w:val="24"/>
            <w:lang w:eastAsia="pt-BR"/>
          </w:rPr>
          <w:tab/>
        </w:r>
        <w:r w:rsidRPr="005D4A67">
          <w:rPr>
            <w:rStyle w:val="Hyperlink"/>
            <w:noProof/>
          </w:rPr>
          <w:t>Styles</w:t>
        </w:r>
        <w:r>
          <w:rPr>
            <w:noProof/>
            <w:webHidden/>
          </w:rPr>
          <w:tab/>
        </w:r>
        <w:r>
          <w:rPr>
            <w:noProof/>
            <w:webHidden/>
          </w:rPr>
          <w:fldChar w:fldCharType="begin"/>
        </w:r>
        <w:r>
          <w:rPr>
            <w:noProof/>
            <w:webHidden/>
          </w:rPr>
          <w:instrText xml:space="preserve"> PAGEREF _Toc178685581 \h </w:instrText>
        </w:r>
        <w:r>
          <w:rPr>
            <w:noProof/>
            <w:webHidden/>
          </w:rPr>
        </w:r>
        <w:r>
          <w:rPr>
            <w:noProof/>
            <w:webHidden/>
          </w:rPr>
          <w:fldChar w:fldCharType="separate"/>
        </w:r>
        <w:r>
          <w:rPr>
            <w:noProof/>
            <w:webHidden/>
          </w:rPr>
          <w:t>16</w:t>
        </w:r>
        <w:r>
          <w:rPr>
            <w:noProof/>
            <w:webHidden/>
          </w:rPr>
          <w:fldChar w:fldCharType="end"/>
        </w:r>
      </w:hyperlink>
    </w:p>
    <w:p w14:paraId="06E753A1" w14:textId="574C808B" w:rsidR="004E064F" w:rsidRDefault="004E064F">
      <w:pPr>
        <w:pStyle w:val="Sumrio1"/>
        <w:rPr>
          <w:rFonts w:ascii="Calibri" w:eastAsia="Yu Mincho" w:hAnsi="Calibri" w:cs="Arial"/>
          <w:b w:val="0"/>
          <w:bCs w:val="0"/>
          <w:caps w:val="0"/>
          <w:noProof/>
          <w:snapToGrid/>
          <w:kern w:val="2"/>
          <w:sz w:val="24"/>
          <w:lang w:eastAsia="pt-BR"/>
        </w:rPr>
      </w:pPr>
      <w:hyperlink w:anchor="_Toc178685582" w:history="1">
        <w:r w:rsidRPr="005D4A67">
          <w:rPr>
            <w:rStyle w:val="Hyperlink"/>
            <w:noProof/>
          </w:rPr>
          <w:t>8.</w:t>
        </w:r>
        <w:r>
          <w:rPr>
            <w:rFonts w:ascii="Calibri" w:eastAsia="Yu Mincho" w:hAnsi="Calibri" w:cs="Arial"/>
            <w:b w:val="0"/>
            <w:bCs w:val="0"/>
            <w:caps w:val="0"/>
            <w:noProof/>
            <w:snapToGrid/>
            <w:kern w:val="2"/>
            <w:sz w:val="24"/>
            <w:lang w:eastAsia="pt-BR"/>
          </w:rPr>
          <w:tab/>
        </w:r>
        <w:r w:rsidRPr="005D4A67">
          <w:rPr>
            <w:rStyle w:val="Hyperlink"/>
            <w:noProof/>
          </w:rPr>
          <w:t>Segurança</w:t>
        </w:r>
        <w:r>
          <w:rPr>
            <w:noProof/>
            <w:webHidden/>
          </w:rPr>
          <w:tab/>
        </w:r>
        <w:r>
          <w:rPr>
            <w:noProof/>
            <w:webHidden/>
          </w:rPr>
          <w:fldChar w:fldCharType="begin"/>
        </w:r>
        <w:r>
          <w:rPr>
            <w:noProof/>
            <w:webHidden/>
          </w:rPr>
          <w:instrText xml:space="preserve"> PAGEREF _Toc178685582 \h </w:instrText>
        </w:r>
        <w:r>
          <w:rPr>
            <w:noProof/>
            <w:webHidden/>
          </w:rPr>
        </w:r>
        <w:r>
          <w:rPr>
            <w:noProof/>
            <w:webHidden/>
          </w:rPr>
          <w:fldChar w:fldCharType="separate"/>
        </w:r>
        <w:r>
          <w:rPr>
            <w:noProof/>
            <w:webHidden/>
          </w:rPr>
          <w:t>17</w:t>
        </w:r>
        <w:r>
          <w:rPr>
            <w:noProof/>
            <w:webHidden/>
          </w:rPr>
          <w:fldChar w:fldCharType="end"/>
        </w:r>
      </w:hyperlink>
    </w:p>
    <w:p w14:paraId="73800933" w14:textId="48FAAA04"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83" w:history="1">
        <w:r w:rsidRPr="005D4A67">
          <w:rPr>
            <w:rStyle w:val="Hyperlink"/>
            <w:bCs/>
            <w:noProof/>
          </w:rPr>
          <w:t>8.1.</w:t>
        </w:r>
        <w:r>
          <w:rPr>
            <w:rFonts w:ascii="Calibri" w:eastAsia="Yu Mincho" w:hAnsi="Calibri" w:cs="Arial"/>
            <w:smallCaps w:val="0"/>
            <w:noProof/>
            <w:snapToGrid/>
            <w:kern w:val="2"/>
            <w:sz w:val="24"/>
            <w:lang w:eastAsia="pt-BR"/>
          </w:rPr>
          <w:tab/>
        </w:r>
        <w:r w:rsidRPr="005D4A67">
          <w:rPr>
            <w:rStyle w:val="Hyperlink"/>
            <w:bCs/>
            <w:noProof/>
          </w:rPr>
          <w:t>Características</w:t>
        </w:r>
        <w:r>
          <w:rPr>
            <w:noProof/>
            <w:webHidden/>
          </w:rPr>
          <w:tab/>
        </w:r>
        <w:r>
          <w:rPr>
            <w:noProof/>
            <w:webHidden/>
          </w:rPr>
          <w:fldChar w:fldCharType="begin"/>
        </w:r>
        <w:r>
          <w:rPr>
            <w:noProof/>
            <w:webHidden/>
          </w:rPr>
          <w:instrText xml:space="preserve"> PAGEREF _Toc178685583 \h </w:instrText>
        </w:r>
        <w:r>
          <w:rPr>
            <w:noProof/>
            <w:webHidden/>
          </w:rPr>
        </w:r>
        <w:r>
          <w:rPr>
            <w:noProof/>
            <w:webHidden/>
          </w:rPr>
          <w:fldChar w:fldCharType="separate"/>
        </w:r>
        <w:r>
          <w:rPr>
            <w:noProof/>
            <w:webHidden/>
          </w:rPr>
          <w:t>17</w:t>
        </w:r>
        <w:r>
          <w:rPr>
            <w:noProof/>
            <w:webHidden/>
          </w:rPr>
          <w:fldChar w:fldCharType="end"/>
        </w:r>
      </w:hyperlink>
    </w:p>
    <w:p w14:paraId="11EDCED5" w14:textId="4B924AC2"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84" w:history="1">
        <w:r w:rsidRPr="005D4A67">
          <w:rPr>
            <w:rStyle w:val="Hyperlink"/>
            <w:noProof/>
          </w:rPr>
          <w:t>8.2.</w:t>
        </w:r>
        <w:r>
          <w:rPr>
            <w:rFonts w:ascii="Calibri" w:eastAsia="Yu Mincho" w:hAnsi="Calibri" w:cs="Arial"/>
            <w:smallCaps w:val="0"/>
            <w:noProof/>
            <w:snapToGrid/>
            <w:kern w:val="2"/>
            <w:sz w:val="24"/>
            <w:lang w:eastAsia="pt-BR"/>
          </w:rPr>
          <w:tab/>
        </w:r>
        <w:r w:rsidRPr="005D4A67">
          <w:rPr>
            <w:rStyle w:val="Hyperlink"/>
            <w:noProof/>
          </w:rPr>
          <w:t>Fluxos de Autorização</w:t>
        </w:r>
        <w:r>
          <w:rPr>
            <w:noProof/>
            <w:webHidden/>
          </w:rPr>
          <w:tab/>
        </w:r>
        <w:r>
          <w:rPr>
            <w:noProof/>
            <w:webHidden/>
          </w:rPr>
          <w:fldChar w:fldCharType="begin"/>
        </w:r>
        <w:r>
          <w:rPr>
            <w:noProof/>
            <w:webHidden/>
          </w:rPr>
          <w:instrText xml:space="preserve"> PAGEREF _Toc178685584 \h </w:instrText>
        </w:r>
        <w:r>
          <w:rPr>
            <w:noProof/>
            <w:webHidden/>
          </w:rPr>
        </w:r>
        <w:r>
          <w:rPr>
            <w:noProof/>
            <w:webHidden/>
          </w:rPr>
          <w:fldChar w:fldCharType="separate"/>
        </w:r>
        <w:r>
          <w:rPr>
            <w:noProof/>
            <w:webHidden/>
          </w:rPr>
          <w:t>17</w:t>
        </w:r>
        <w:r>
          <w:rPr>
            <w:noProof/>
            <w:webHidden/>
          </w:rPr>
          <w:fldChar w:fldCharType="end"/>
        </w:r>
      </w:hyperlink>
    </w:p>
    <w:p w14:paraId="6B248B08" w14:textId="347EA56D" w:rsidR="004E064F" w:rsidRDefault="004E064F">
      <w:pPr>
        <w:pStyle w:val="Sumrio1"/>
        <w:rPr>
          <w:rFonts w:ascii="Calibri" w:eastAsia="Yu Mincho" w:hAnsi="Calibri" w:cs="Arial"/>
          <w:b w:val="0"/>
          <w:bCs w:val="0"/>
          <w:caps w:val="0"/>
          <w:noProof/>
          <w:snapToGrid/>
          <w:kern w:val="2"/>
          <w:sz w:val="24"/>
          <w:lang w:eastAsia="pt-BR"/>
        </w:rPr>
      </w:pPr>
      <w:hyperlink w:anchor="_Toc178685585" w:history="1">
        <w:r w:rsidRPr="005D4A67">
          <w:rPr>
            <w:rStyle w:val="Hyperlink"/>
            <w:noProof/>
          </w:rPr>
          <w:t>9.</w:t>
        </w:r>
        <w:r>
          <w:rPr>
            <w:rFonts w:ascii="Calibri" w:eastAsia="Yu Mincho" w:hAnsi="Calibri" w:cs="Arial"/>
            <w:b w:val="0"/>
            <w:bCs w:val="0"/>
            <w:caps w:val="0"/>
            <w:noProof/>
            <w:snapToGrid/>
            <w:kern w:val="2"/>
            <w:sz w:val="24"/>
            <w:lang w:eastAsia="pt-BR"/>
          </w:rPr>
          <w:tab/>
        </w:r>
        <w:r w:rsidRPr="005D4A67">
          <w:rPr>
            <w:rStyle w:val="Hyperlink"/>
            <w:noProof/>
          </w:rPr>
          <w:t>Infra estrutura</w:t>
        </w:r>
        <w:r>
          <w:rPr>
            <w:noProof/>
            <w:webHidden/>
          </w:rPr>
          <w:tab/>
        </w:r>
        <w:r>
          <w:rPr>
            <w:noProof/>
            <w:webHidden/>
          </w:rPr>
          <w:fldChar w:fldCharType="begin"/>
        </w:r>
        <w:r>
          <w:rPr>
            <w:noProof/>
            <w:webHidden/>
          </w:rPr>
          <w:instrText xml:space="preserve"> PAGEREF _Toc178685585 \h </w:instrText>
        </w:r>
        <w:r>
          <w:rPr>
            <w:noProof/>
            <w:webHidden/>
          </w:rPr>
        </w:r>
        <w:r>
          <w:rPr>
            <w:noProof/>
            <w:webHidden/>
          </w:rPr>
          <w:fldChar w:fldCharType="separate"/>
        </w:r>
        <w:r>
          <w:rPr>
            <w:noProof/>
            <w:webHidden/>
          </w:rPr>
          <w:t>18</w:t>
        </w:r>
        <w:r>
          <w:rPr>
            <w:noProof/>
            <w:webHidden/>
          </w:rPr>
          <w:fldChar w:fldCharType="end"/>
        </w:r>
      </w:hyperlink>
    </w:p>
    <w:p w14:paraId="73F6A0F2" w14:textId="22F61D89"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86" w:history="1">
        <w:r w:rsidRPr="005D4A67">
          <w:rPr>
            <w:rStyle w:val="Hyperlink"/>
            <w:noProof/>
          </w:rPr>
          <w:t>9.1.</w:t>
        </w:r>
        <w:r>
          <w:rPr>
            <w:rFonts w:ascii="Calibri" w:eastAsia="Yu Mincho" w:hAnsi="Calibri" w:cs="Arial"/>
            <w:smallCaps w:val="0"/>
            <w:noProof/>
            <w:snapToGrid/>
            <w:kern w:val="2"/>
            <w:sz w:val="24"/>
            <w:lang w:eastAsia="pt-BR"/>
          </w:rPr>
          <w:tab/>
        </w:r>
        <w:r w:rsidRPr="005D4A67">
          <w:rPr>
            <w:rStyle w:val="Hyperlink"/>
            <w:noProof/>
          </w:rPr>
          <w:t>Container</w:t>
        </w:r>
        <w:r>
          <w:rPr>
            <w:noProof/>
            <w:webHidden/>
          </w:rPr>
          <w:tab/>
        </w:r>
        <w:r>
          <w:rPr>
            <w:noProof/>
            <w:webHidden/>
          </w:rPr>
          <w:fldChar w:fldCharType="begin"/>
        </w:r>
        <w:r>
          <w:rPr>
            <w:noProof/>
            <w:webHidden/>
          </w:rPr>
          <w:instrText xml:space="preserve"> PAGEREF _Toc178685586 \h </w:instrText>
        </w:r>
        <w:r>
          <w:rPr>
            <w:noProof/>
            <w:webHidden/>
          </w:rPr>
        </w:r>
        <w:r>
          <w:rPr>
            <w:noProof/>
            <w:webHidden/>
          </w:rPr>
          <w:fldChar w:fldCharType="separate"/>
        </w:r>
        <w:r>
          <w:rPr>
            <w:noProof/>
            <w:webHidden/>
          </w:rPr>
          <w:t>18</w:t>
        </w:r>
        <w:r>
          <w:rPr>
            <w:noProof/>
            <w:webHidden/>
          </w:rPr>
          <w:fldChar w:fldCharType="end"/>
        </w:r>
      </w:hyperlink>
    </w:p>
    <w:p w14:paraId="57896B9C" w14:textId="4FC113E2" w:rsidR="004E064F" w:rsidRDefault="004E064F">
      <w:pPr>
        <w:pStyle w:val="Sumrio2"/>
        <w:tabs>
          <w:tab w:val="left" w:pos="880"/>
          <w:tab w:val="right" w:leader="dot" w:pos="9890"/>
        </w:tabs>
        <w:rPr>
          <w:rFonts w:ascii="Calibri" w:eastAsia="Yu Mincho" w:hAnsi="Calibri" w:cs="Arial"/>
          <w:smallCaps w:val="0"/>
          <w:noProof/>
          <w:snapToGrid/>
          <w:kern w:val="2"/>
          <w:sz w:val="24"/>
          <w:lang w:eastAsia="pt-BR"/>
        </w:rPr>
      </w:pPr>
      <w:hyperlink w:anchor="_Toc178685587" w:history="1">
        <w:r w:rsidRPr="005D4A67">
          <w:rPr>
            <w:rStyle w:val="Hyperlink"/>
            <w:noProof/>
          </w:rPr>
          <w:t>9.2.</w:t>
        </w:r>
        <w:r>
          <w:rPr>
            <w:rFonts w:ascii="Calibri" w:eastAsia="Yu Mincho" w:hAnsi="Calibri" w:cs="Arial"/>
            <w:smallCaps w:val="0"/>
            <w:noProof/>
            <w:snapToGrid/>
            <w:kern w:val="2"/>
            <w:sz w:val="24"/>
            <w:lang w:eastAsia="pt-BR"/>
          </w:rPr>
          <w:tab/>
        </w:r>
        <w:r w:rsidRPr="005D4A67">
          <w:rPr>
            <w:rStyle w:val="Hyperlink"/>
            <w:noProof/>
          </w:rPr>
          <w:t>Orquestradores</w:t>
        </w:r>
        <w:r>
          <w:rPr>
            <w:noProof/>
            <w:webHidden/>
          </w:rPr>
          <w:tab/>
        </w:r>
        <w:r>
          <w:rPr>
            <w:noProof/>
            <w:webHidden/>
          </w:rPr>
          <w:fldChar w:fldCharType="begin"/>
        </w:r>
        <w:r>
          <w:rPr>
            <w:noProof/>
            <w:webHidden/>
          </w:rPr>
          <w:instrText xml:space="preserve"> PAGEREF _Toc178685587 \h </w:instrText>
        </w:r>
        <w:r>
          <w:rPr>
            <w:noProof/>
            <w:webHidden/>
          </w:rPr>
        </w:r>
        <w:r>
          <w:rPr>
            <w:noProof/>
            <w:webHidden/>
          </w:rPr>
          <w:fldChar w:fldCharType="separate"/>
        </w:r>
        <w:r>
          <w:rPr>
            <w:noProof/>
            <w:webHidden/>
          </w:rPr>
          <w:t>18</w:t>
        </w:r>
        <w:r>
          <w:rPr>
            <w:noProof/>
            <w:webHidden/>
          </w:rPr>
          <w:fldChar w:fldCharType="end"/>
        </w:r>
      </w:hyperlink>
    </w:p>
    <w:p w14:paraId="4DF217B6" w14:textId="2F0D98CC" w:rsidR="004E064F" w:rsidRDefault="004E064F">
      <w:pPr>
        <w:pStyle w:val="Sumrio1"/>
        <w:rPr>
          <w:rFonts w:ascii="Calibri" w:eastAsia="Yu Mincho" w:hAnsi="Calibri" w:cs="Arial"/>
          <w:b w:val="0"/>
          <w:bCs w:val="0"/>
          <w:caps w:val="0"/>
          <w:noProof/>
          <w:snapToGrid/>
          <w:kern w:val="2"/>
          <w:sz w:val="24"/>
          <w:lang w:eastAsia="pt-BR"/>
        </w:rPr>
      </w:pPr>
      <w:hyperlink w:anchor="_Toc178685588" w:history="1">
        <w:r w:rsidRPr="005D4A67">
          <w:rPr>
            <w:rStyle w:val="Hyperlink"/>
            <w:noProof/>
          </w:rPr>
          <w:t>10.</w:t>
        </w:r>
        <w:r>
          <w:rPr>
            <w:rFonts w:ascii="Calibri" w:eastAsia="Yu Mincho" w:hAnsi="Calibri" w:cs="Arial"/>
            <w:b w:val="0"/>
            <w:bCs w:val="0"/>
            <w:caps w:val="0"/>
            <w:noProof/>
            <w:snapToGrid/>
            <w:kern w:val="2"/>
            <w:sz w:val="24"/>
            <w:lang w:eastAsia="pt-BR"/>
          </w:rPr>
          <w:tab/>
        </w:r>
        <w:r w:rsidRPr="005D4A67">
          <w:rPr>
            <w:rStyle w:val="Hyperlink"/>
            <w:noProof/>
          </w:rPr>
          <w:t>Banco de dados</w:t>
        </w:r>
        <w:r>
          <w:rPr>
            <w:noProof/>
            <w:webHidden/>
          </w:rPr>
          <w:tab/>
        </w:r>
        <w:r>
          <w:rPr>
            <w:noProof/>
            <w:webHidden/>
          </w:rPr>
          <w:fldChar w:fldCharType="begin"/>
        </w:r>
        <w:r>
          <w:rPr>
            <w:noProof/>
            <w:webHidden/>
          </w:rPr>
          <w:instrText xml:space="preserve"> PAGEREF _Toc178685588 \h </w:instrText>
        </w:r>
        <w:r>
          <w:rPr>
            <w:noProof/>
            <w:webHidden/>
          </w:rPr>
        </w:r>
        <w:r>
          <w:rPr>
            <w:noProof/>
            <w:webHidden/>
          </w:rPr>
          <w:fldChar w:fldCharType="separate"/>
        </w:r>
        <w:r>
          <w:rPr>
            <w:noProof/>
            <w:webHidden/>
          </w:rPr>
          <w:t>18</w:t>
        </w:r>
        <w:r>
          <w:rPr>
            <w:noProof/>
            <w:webHidden/>
          </w:rPr>
          <w:fldChar w:fldCharType="end"/>
        </w:r>
      </w:hyperlink>
    </w:p>
    <w:p w14:paraId="5B848B5D" w14:textId="7A68DB0E" w:rsidR="004E064F" w:rsidRDefault="004E064F">
      <w:pPr>
        <w:pStyle w:val="Sumrio2"/>
        <w:tabs>
          <w:tab w:val="left" w:pos="1100"/>
          <w:tab w:val="right" w:leader="dot" w:pos="9890"/>
        </w:tabs>
        <w:rPr>
          <w:rFonts w:ascii="Calibri" w:eastAsia="Yu Mincho" w:hAnsi="Calibri" w:cs="Arial"/>
          <w:smallCaps w:val="0"/>
          <w:noProof/>
          <w:snapToGrid/>
          <w:kern w:val="2"/>
          <w:sz w:val="24"/>
          <w:lang w:eastAsia="pt-BR"/>
        </w:rPr>
      </w:pPr>
      <w:hyperlink w:anchor="_Toc178685589" w:history="1">
        <w:r w:rsidRPr="005D4A67">
          <w:rPr>
            <w:rStyle w:val="Hyperlink"/>
            <w:noProof/>
          </w:rPr>
          <w:t>10.1.</w:t>
        </w:r>
        <w:r>
          <w:rPr>
            <w:rFonts w:ascii="Calibri" w:eastAsia="Yu Mincho" w:hAnsi="Calibri" w:cs="Arial"/>
            <w:smallCaps w:val="0"/>
            <w:noProof/>
            <w:snapToGrid/>
            <w:kern w:val="2"/>
            <w:sz w:val="24"/>
            <w:lang w:eastAsia="pt-BR"/>
          </w:rPr>
          <w:tab/>
        </w:r>
        <w:r w:rsidRPr="005D4A67">
          <w:rPr>
            <w:rStyle w:val="Hyperlink"/>
            <w:noProof/>
          </w:rPr>
          <w:t>SQL Server</w:t>
        </w:r>
        <w:r>
          <w:rPr>
            <w:noProof/>
            <w:webHidden/>
          </w:rPr>
          <w:tab/>
        </w:r>
        <w:r>
          <w:rPr>
            <w:noProof/>
            <w:webHidden/>
          </w:rPr>
          <w:fldChar w:fldCharType="begin"/>
        </w:r>
        <w:r>
          <w:rPr>
            <w:noProof/>
            <w:webHidden/>
          </w:rPr>
          <w:instrText xml:space="preserve"> PAGEREF _Toc178685589 \h </w:instrText>
        </w:r>
        <w:r>
          <w:rPr>
            <w:noProof/>
            <w:webHidden/>
          </w:rPr>
        </w:r>
        <w:r>
          <w:rPr>
            <w:noProof/>
            <w:webHidden/>
          </w:rPr>
          <w:fldChar w:fldCharType="separate"/>
        </w:r>
        <w:r>
          <w:rPr>
            <w:noProof/>
            <w:webHidden/>
          </w:rPr>
          <w:t>18</w:t>
        </w:r>
        <w:r>
          <w:rPr>
            <w:noProof/>
            <w:webHidden/>
          </w:rPr>
          <w:fldChar w:fldCharType="end"/>
        </w:r>
      </w:hyperlink>
    </w:p>
    <w:p w14:paraId="06E35E5B" w14:textId="5173F6BD" w:rsidR="004E064F" w:rsidRDefault="004E064F">
      <w:pPr>
        <w:pStyle w:val="Sumrio2"/>
        <w:tabs>
          <w:tab w:val="left" w:pos="1100"/>
          <w:tab w:val="right" w:leader="dot" w:pos="9890"/>
        </w:tabs>
        <w:rPr>
          <w:rFonts w:ascii="Calibri" w:eastAsia="Yu Mincho" w:hAnsi="Calibri" w:cs="Arial"/>
          <w:smallCaps w:val="0"/>
          <w:noProof/>
          <w:snapToGrid/>
          <w:kern w:val="2"/>
          <w:sz w:val="24"/>
          <w:lang w:eastAsia="pt-BR"/>
        </w:rPr>
      </w:pPr>
      <w:hyperlink w:anchor="_Toc178685590" w:history="1">
        <w:r w:rsidRPr="005D4A67">
          <w:rPr>
            <w:rStyle w:val="Hyperlink"/>
            <w:noProof/>
          </w:rPr>
          <w:t>10.2.</w:t>
        </w:r>
        <w:r>
          <w:rPr>
            <w:rFonts w:ascii="Calibri" w:eastAsia="Yu Mincho" w:hAnsi="Calibri" w:cs="Arial"/>
            <w:smallCaps w:val="0"/>
            <w:noProof/>
            <w:snapToGrid/>
            <w:kern w:val="2"/>
            <w:sz w:val="24"/>
            <w:lang w:eastAsia="pt-BR"/>
          </w:rPr>
          <w:tab/>
        </w:r>
        <w:r w:rsidRPr="005D4A67">
          <w:rPr>
            <w:rStyle w:val="Hyperlink"/>
            <w:noProof/>
          </w:rPr>
          <w:t>MONGODB</w:t>
        </w:r>
        <w:r>
          <w:rPr>
            <w:noProof/>
            <w:webHidden/>
          </w:rPr>
          <w:tab/>
        </w:r>
        <w:r>
          <w:rPr>
            <w:noProof/>
            <w:webHidden/>
          </w:rPr>
          <w:fldChar w:fldCharType="begin"/>
        </w:r>
        <w:r>
          <w:rPr>
            <w:noProof/>
            <w:webHidden/>
          </w:rPr>
          <w:instrText xml:space="preserve"> PAGEREF _Toc178685590 \h </w:instrText>
        </w:r>
        <w:r>
          <w:rPr>
            <w:noProof/>
            <w:webHidden/>
          </w:rPr>
        </w:r>
        <w:r>
          <w:rPr>
            <w:noProof/>
            <w:webHidden/>
          </w:rPr>
          <w:fldChar w:fldCharType="separate"/>
        </w:r>
        <w:r>
          <w:rPr>
            <w:noProof/>
            <w:webHidden/>
          </w:rPr>
          <w:t>18</w:t>
        </w:r>
        <w:r>
          <w:rPr>
            <w:noProof/>
            <w:webHidden/>
          </w:rPr>
          <w:fldChar w:fldCharType="end"/>
        </w:r>
      </w:hyperlink>
    </w:p>
    <w:p w14:paraId="5BA78E4A" w14:textId="432DEBE3" w:rsidR="004E064F" w:rsidRDefault="004E064F">
      <w:pPr>
        <w:pStyle w:val="Sumrio1"/>
        <w:rPr>
          <w:rFonts w:ascii="Calibri" w:eastAsia="Yu Mincho" w:hAnsi="Calibri" w:cs="Arial"/>
          <w:b w:val="0"/>
          <w:bCs w:val="0"/>
          <w:caps w:val="0"/>
          <w:noProof/>
          <w:snapToGrid/>
          <w:kern w:val="2"/>
          <w:sz w:val="24"/>
          <w:lang w:eastAsia="pt-BR"/>
        </w:rPr>
      </w:pPr>
      <w:hyperlink w:anchor="_Toc178685591" w:history="1">
        <w:r w:rsidRPr="005D4A67">
          <w:rPr>
            <w:rStyle w:val="Hyperlink"/>
            <w:noProof/>
          </w:rPr>
          <w:t>11.</w:t>
        </w:r>
        <w:r>
          <w:rPr>
            <w:rFonts w:ascii="Calibri" w:eastAsia="Yu Mincho" w:hAnsi="Calibri" w:cs="Arial"/>
            <w:b w:val="0"/>
            <w:bCs w:val="0"/>
            <w:caps w:val="0"/>
            <w:noProof/>
            <w:snapToGrid/>
            <w:kern w:val="2"/>
            <w:sz w:val="24"/>
            <w:lang w:eastAsia="pt-BR"/>
          </w:rPr>
          <w:tab/>
        </w:r>
        <w:r w:rsidRPr="005D4A67">
          <w:rPr>
            <w:rStyle w:val="Hyperlink"/>
            <w:noProof/>
          </w:rPr>
          <w:t>Referências</w:t>
        </w:r>
        <w:r>
          <w:rPr>
            <w:noProof/>
            <w:webHidden/>
          </w:rPr>
          <w:tab/>
        </w:r>
        <w:r>
          <w:rPr>
            <w:noProof/>
            <w:webHidden/>
          </w:rPr>
          <w:fldChar w:fldCharType="begin"/>
        </w:r>
        <w:r>
          <w:rPr>
            <w:noProof/>
            <w:webHidden/>
          </w:rPr>
          <w:instrText xml:space="preserve"> PAGEREF _Toc178685591 \h </w:instrText>
        </w:r>
        <w:r>
          <w:rPr>
            <w:noProof/>
            <w:webHidden/>
          </w:rPr>
        </w:r>
        <w:r>
          <w:rPr>
            <w:noProof/>
            <w:webHidden/>
          </w:rPr>
          <w:fldChar w:fldCharType="separate"/>
        </w:r>
        <w:r>
          <w:rPr>
            <w:noProof/>
            <w:webHidden/>
          </w:rPr>
          <w:t>18</w:t>
        </w:r>
        <w:r>
          <w:rPr>
            <w:noProof/>
            <w:webHidden/>
          </w:rPr>
          <w:fldChar w:fldCharType="end"/>
        </w:r>
      </w:hyperlink>
    </w:p>
    <w:p w14:paraId="435B5111" w14:textId="460AA6CB" w:rsidR="00853C87" w:rsidRDefault="00853C87" w:rsidP="00F22AD6">
      <w:pPr>
        <w:pStyle w:val="Ttulo"/>
        <w:spacing w:before="60" w:after="60"/>
        <w:jc w:val="both"/>
        <w:sectPr w:rsidR="00853C87" w:rsidSect="00D53BA6">
          <w:headerReference w:type="default" r:id="rId12"/>
          <w:endnotePr>
            <w:numFmt w:val="decimal"/>
          </w:endnotePr>
          <w:pgSz w:w="11907" w:h="16840" w:code="9"/>
          <w:pgMar w:top="1440" w:right="567" w:bottom="1440" w:left="1440" w:header="720" w:footer="720" w:gutter="0"/>
          <w:pgNumType w:fmt="lowerRoman" w:start="1"/>
          <w:cols w:space="720"/>
          <w:docGrid w:linePitch="326"/>
        </w:sectPr>
      </w:pPr>
      <w:r>
        <w:rPr>
          <w:rFonts w:ascii="Times New Roman" w:hAnsi="Times New Roman"/>
          <w:bCs w:val="0"/>
          <w:i/>
          <w:iCs/>
          <w:snapToGrid/>
          <w:sz w:val="22"/>
          <w:szCs w:val="20"/>
          <w:lang w:eastAsia="pt-BR"/>
        </w:rPr>
        <w:fldChar w:fldCharType="end"/>
      </w:r>
    </w:p>
    <w:p w14:paraId="2141DCD5" w14:textId="77777777" w:rsidR="00853C87" w:rsidRDefault="00E60E20" w:rsidP="00F22AD6">
      <w:pPr>
        <w:pStyle w:val="Ttulo1"/>
        <w:jc w:val="both"/>
      </w:pPr>
      <w:bookmarkStart w:id="0" w:name="_Toc178685525"/>
      <w:bookmarkStart w:id="1" w:name="_Toc452813577"/>
      <w:bookmarkStart w:id="2" w:name="_Toc436203377"/>
      <w:r>
        <w:lastRenderedPageBreak/>
        <w:t>Introdução</w:t>
      </w:r>
      <w:bookmarkEnd w:id="0"/>
    </w:p>
    <w:bookmarkEnd w:id="1"/>
    <w:bookmarkEnd w:id="2"/>
    <w:p w14:paraId="76C1A12E" w14:textId="77777777" w:rsidR="00575320" w:rsidRDefault="00575320" w:rsidP="002C4E18">
      <w:pPr>
        <w:pStyle w:val="Corpodetexto"/>
        <w:ind w:right="96"/>
        <w:jc w:val="both"/>
      </w:pPr>
      <w:r>
        <w:t>Uma Arquitetura de Referência contém um consistente conjunto das melhores práticas arquiteturais que devem ser adotadas, sistematicamente, em todos os projetos de uma organização.</w:t>
      </w:r>
    </w:p>
    <w:p w14:paraId="7D515EB0" w14:textId="77777777" w:rsidR="00575320" w:rsidRDefault="00575320" w:rsidP="002C4E18">
      <w:pPr>
        <w:pStyle w:val="Corpodetexto"/>
        <w:ind w:right="96"/>
        <w:jc w:val="both"/>
      </w:pPr>
      <w:r>
        <w:t>A missão de uma arquitetura de referência é fornecer uma base a partir da qual os projetos possam iniciar seu ciclo de vida. Com ela, o arquiteto do projeto poderá concentrar seu esforço em resolver questões arquiteturais específicas de seu projeto sem se preocupar em projetar a resolução de problemas já solucionados.</w:t>
      </w:r>
    </w:p>
    <w:p w14:paraId="35AA853E" w14:textId="77777777" w:rsidR="00575320" w:rsidRDefault="00575320" w:rsidP="002C4E18">
      <w:pPr>
        <w:pStyle w:val="Corpodetexto"/>
        <w:ind w:right="96"/>
        <w:jc w:val="both"/>
      </w:pPr>
      <w:r>
        <w:t>Um projeto que não possui uma arquitetura de referência como base, não necessariamente vai falhar, ele vai demandar um esforço muito maior por parte da equipe de arquitetura no sentido de pesquisar, investigar e ponderar sobre as decisões arquiteturais.</w:t>
      </w:r>
    </w:p>
    <w:p w14:paraId="69C66660" w14:textId="77777777" w:rsidR="00410082" w:rsidRDefault="005D0D26" w:rsidP="005D0D26">
      <w:pPr>
        <w:pStyle w:val="Ttulo1"/>
      </w:pPr>
      <w:bookmarkStart w:id="3" w:name="_Toc178685526"/>
      <w:r>
        <w:t>Estratégia Arquitetural</w:t>
      </w:r>
      <w:bookmarkEnd w:id="3"/>
    </w:p>
    <w:p w14:paraId="7B525C52" w14:textId="77777777" w:rsidR="00924BF5" w:rsidRDefault="005D0D26" w:rsidP="002C4E18">
      <w:pPr>
        <w:pStyle w:val="Corpodetexto"/>
        <w:ind w:right="96"/>
        <w:jc w:val="both"/>
      </w:pPr>
      <w:r>
        <w:t xml:space="preserve">A Arquitetura de Referência define uma abordagem de desenvolvimento baseada em </w:t>
      </w:r>
      <w:r w:rsidR="00924BF5">
        <w:t>serviços REST</w:t>
      </w:r>
      <w:r>
        <w:t>. Modelo no qual disponibiliza serviços</w:t>
      </w:r>
      <w:r w:rsidR="00924BF5">
        <w:t xml:space="preserve">, manipulando recursos </w:t>
      </w:r>
      <w:r w:rsidR="001B578A">
        <w:t>através</w:t>
      </w:r>
      <w:r w:rsidR="00924BF5">
        <w:t xml:space="preserve"> de métodos HTTP,</w:t>
      </w:r>
      <w:r>
        <w:t xml:space="preserve"> que poderão compor a solução de qualquer sistema</w:t>
      </w:r>
      <w:r w:rsidR="00924BF5">
        <w:t>, mesmo que em outra tecnologia.</w:t>
      </w:r>
      <w:r w:rsidR="00924BF5" w:rsidRPr="00924BF5">
        <w:t xml:space="preserve"> A intenção é maximizar a reutilização de esforço, diminuir custo e aumentar a produtividade na medida em que serviços existentes poderão ser utilizados para montar novos serviços ou para construir novos sistemas</w:t>
      </w:r>
    </w:p>
    <w:p w14:paraId="21ACA1C3" w14:textId="77777777" w:rsidR="005D0D26" w:rsidRDefault="00924BF5" w:rsidP="00924BF5">
      <w:pPr>
        <w:pStyle w:val="Ttulo2"/>
      </w:pPr>
      <w:bookmarkStart w:id="4" w:name="_Toc178685527"/>
      <w:r>
        <w:t xml:space="preserve">Arquitetura </w:t>
      </w:r>
      <w:proofErr w:type="spellStart"/>
      <w:r>
        <w:t>Stateless</w:t>
      </w:r>
      <w:bookmarkEnd w:id="4"/>
      <w:proofErr w:type="spellEnd"/>
    </w:p>
    <w:p w14:paraId="76C685EF" w14:textId="77777777" w:rsidR="00924BF5" w:rsidRDefault="00924BF5" w:rsidP="002C4E18">
      <w:pPr>
        <w:pStyle w:val="Corpodetexto"/>
        <w:ind w:right="96"/>
        <w:jc w:val="both"/>
      </w:pPr>
      <w:r>
        <w:t xml:space="preserve">Toda requisição deve ser </w:t>
      </w:r>
      <w:r w:rsidR="001B578A">
        <w:t>autossuficiente</w:t>
      </w:r>
      <w:r>
        <w:t xml:space="preserve">, ou seja, as informações do usuário devem ficar no </w:t>
      </w:r>
      <w:r w:rsidR="001B578A">
        <w:t>cliente</w:t>
      </w:r>
      <w:r>
        <w:t xml:space="preserve"> e n</w:t>
      </w:r>
      <w:r w:rsidR="00CA5429">
        <w:t>ão no servidor. O servidor deverá ser capa</w:t>
      </w:r>
      <w:r w:rsidR="00477911">
        <w:t>z</w:t>
      </w:r>
      <w:r w:rsidR="00CA5429">
        <w:t xml:space="preserve"> de responder por novas requisições </w:t>
      </w:r>
      <w:r w:rsidR="001B578A">
        <w:t>sem</w:t>
      </w:r>
      <w:r w:rsidR="00CA5429">
        <w:t xml:space="preserve"> se preocupar em buscar dados de requisições anteriores.</w:t>
      </w:r>
    </w:p>
    <w:p w14:paraId="390D28B2" w14:textId="77777777" w:rsidR="00CA5429" w:rsidRDefault="00CA5429" w:rsidP="002C4E18">
      <w:pPr>
        <w:pStyle w:val="Corpodetexto"/>
        <w:ind w:right="96"/>
        <w:jc w:val="both"/>
      </w:pPr>
      <w:r>
        <w:t>A principal ideia é a separação do desenvolvimento do Back-</w:t>
      </w:r>
      <w:proofErr w:type="spellStart"/>
      <w:r>
        <w:t>end</w:t>
      </w:r>
      <w:proofErr w:type="spellEnd"/>
      <w:r>
        <w:t xml:space="preserve"> e Front-</w:t>
      </w:r>
      <w:proofErr w:type="spellStart"/>
      <w:r>
        <w:t>end</w:t>
      </w:r>
      <w:proofErr w:type="spellEnd"/>
      <w:r>
        <w:t xml:space="preserve">, possibilitando e flexibilizando a reutilização das regras de acesso aos recursos (dados) por diversos dispositivos. </w:t>
      </w:r>
    </w:p>
    <w:p w14:paraId="304F90B1" w14:textId="6797A8E1" w:rsidR="004064F8" w:rsidRDefault="00616F6B" w:rsidP="00BA79DD">
      <w:pPr>
        <w:pStyle w:val="Corpodetexto3"/>
        <w:keepNext/>
        <w:ind w:left="0"/>
        <w:jc w:val="center"/>
      </w:pPr>
      <w:r>
        <w:rPr>
          <w:noProof/>
          <w:snapToGrid/>
        </w:rPr>
        <w:pict w14:anchorId="4A03F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9887996" o:spid="_x0000_i1026" type="#_x0000_t75" style="width:450.75pt;height:197.25pt;visibility:visible">
            <v:imagedata r:id="rId13" o:title=""/>
            <o:lock v:ext="edit" aspectratio="f"/>
          </v:shape>
        </w:pict>
      </w:r>
    </w:p>
    <w:p w14:paraId="34459598" w14:textId="3D366A60" w:rsidR="006273AE" w:rsidRDefault="004064F8" w:rsidP="00BA79DD">
      <w:pPr>
        <w:pStyle w:val="Legenda"/>
        <w:jc w:val="center"/>
      </w:pPr>
      <w:r>
        <w:t xml:space="preserve">Figura </w:t>
      </w:r>
      <w:r>
        <w:fldChar w:fldCharType="begin"/>
      </w:r>
      <w:r>
        <w:instrText>SEQ Figura \* ARABIC</w:instrText>
      </w:r>
      <w:r>
        <w:fldChar w:fldCharType="separate"/>
      </w:r>
      <w:r w:rsidR="005B6B19">
        <w:rPr>
          <w:noProof/>
        </w:rPr>
        <w:t>1</w:t>
      </w:r>
      <w:r>
        <w:fldChar w:fldCharType="end"/>
      </w:r>
      <w:r>
        <w:t xml:space="preserve"> </w:t>
      </w:r>
      <w:r w:rsidR="00BB5CFB">
        <w:t>R</w:t>
      </w:r>
      <w:r>
        <w:t xml:space="preserve">equisição </w:t>
      </w:r>
      <w:proofErr w:type="spellStart"/>
      <w:r>
        <w:t>Stateless</w:t>
      </w:r>
      <w:proofErr w:type="spellEnd"/>
    </w:p>
    <w:p w14:paraId="759AD8AC" w14:textId="68749078" w:rsidR="00772BFC" w:rsidRDefault="00772BFC" w:rsidP="00CA5429">
      <w:pPr>
        <w:pStyle w:val="Corpodetexto3"/>
      </w:pPr>
    </w:p>
    <w:p w14:paraId="0D8CC4ED" w14:textId="77777777" w:rsidR="00BB5CFB" w:rsidRDefault="00BB5CFB" w:rsidP="00CA5429">
      <w:pPr>
        <w:pStyle w:val="Corpodetexto3"/>
      </w:pPr>
    </w:p>
    <w:p w14:paraId="50773F23" w14:textId="77777777" w:rsidR="00772BFC" w:rsidRDefault="00772BFC" w:rsidP="00772BFC">
      <w:pPr>
        <w:pStyle w:val="Ttulo1"/>
      </w:pPr>
      <w:bookmarkStart w:id="5" w:name="_Toc178685528"/>
      <w:r>
        <w:t>Serviços Base da arquitetura</w:t>
      </w:r>
      <w:bookmarkEnd w:id="5"/>
    </w:p>
    <w:p w14:paraId="09BDF6E9" w14:textId="77777777" w:rsidR="00924BF5" w:rsidRDefault="00924BF5" w:rsidP="002C4E18">
      <w:pPr>
        <w:pStyle w:val="Corpodetexto"/>
        <w:ind w:right="96"/>
        <w:jc w:val="both"/>
      </w:pPr>
      <w:r>
        <w:t>A STI já possui alguns serviços que podem ser utilizados por qualquer sistema e que s</w:t>
      </w:r>
      <w:r w:rsidR="00772BFC">
        <w:t>ão Se</w:t>
      </w:r>
      <w:r>
        <w:t>rviços base da arquitetura</w:t>
      </w:r>
      <w:r w:rsidR="00772BFC">
        <w:t>:</w:t>
      </w:r>
    </w:p>
    <w:p w14:paraId="57B61046" w14:textId="77777777" w:rsidR="00FF5914" w:rsidRDefault="00FF5914" w:rsidP="00FF5914">
      <w:pPr>
        <w:pStyle w:val="Corpodetexto"/>
        <w:jc w:val="both"/>
      </w:pPr>
    </w:p>
    <w:p w14:paraId="7E9B4024" w14:textId="77777777" w:rsidR="00772BFC" w:rsidRDefault="00772BFC" w:rsidP="00772BFC">
      <w:pPr>
        <w:pStyle w:val="Ttulo2"/>
      </w:pPr>
      <w:bookmarkStart w:id="6" w:name="_Toc178685529"/>
      <w:r>
        <w:t>API-BASI</w:t>
      </w:r>
      <w:bookmarkEnd w:id="6"/>
    </w:p>
    <w:p w14:paraId="24F8A8CE" w14:textId="77777777" w:rsidR="00772BFC" w:rsidRDefault="00772BFC" w:rsidP="00FF5914">
      <w:pPr>
        <w:pStyle w:val="Corpodetexto2"/>
        <w:jc w:val="both"/>
      </w:pPr>
      <w:r>
        <w:t>Para acesso aos dados da base integrada;</w:t>
      </w:r>
    </w:p>
    <w:p w14:paraId="5B03D0A2" w14:textId="77777777" w:rsidR="00192A0F" w:rsidRDefault="00192A0F" w:rsidP="00FF5914">
      <w:pPr>
        <w:pStyle w:val="Corpodetexto2"/>
        <w:jc w:val="both"/>
      </w:pPr>
    </w:p>
    <w:p w14:paraId="7270A6E6" w14:textId="77777777" w:rsidR="00772BFC" w:rsidRDefault="00772BFC" w:rsidP="00772BFC">
      <w:pPr>
        <w:pStyle w:val="Ttulo2"/>
      </w:pPr>
      <w:bookmarkStart w:id="7" w:name="_Toc178685530"/>
      <w:r>
        <w:t>API-</w:t>
      </w:r>
      <w:proofErr w:type="spellStart"/>
      <w:r>
        <w:t>Autenticacao</w:t>
      </w:r>
      <w:bookmarkEnd w:id="7"/>
      <w:proofErr w:type="spellEnd"/>
    </w:p>
    <w:p w14:paraId="66BFAB01" w14:textId="77777777" w:rsidR="00772BFC" w:rsidRDefault="00772BFC" w:rsidP="00FF5914">
      <w:pPr>
        <w:pStyle w:val="Corpodetexto2"/>
        <w:jc w:val="both"/>
      </w:pPr>
      <w:r>
        <w:t xml:space="preserve">Para autenticação de usuários no </w:t>
      </w:r>
      <w:proofErr w:type="spellStart"/>
      <w:r>
        <w:t>active</w:t>
      </w:r>
      <w:proofErr w:type="spellEnd"/>
      <w:r>
        <w:t xml:space="preserve"> </w:t>
      </w:r>
      <w:proofErr w:type="spellStart"/>
      <w:r>
        <w:t>directory</w:t>
      </w:r>
      <w:proofErr w:type="spellEnd"/>
      <w:r>
        <w:t>;</w:t>
      </w:r>
    </w:p>
    <w:p w14:paraId="163B5A4E" w14:textId="77777777" w:rsidR="0043427F" w:rsidRDefault="0043427F" w:rsidP="00FF5914">
      <w:pPr>
        <w:pStyle w:val="Corpodetexto2"/>
        <w:jc w:val="both"/>
      </w:pPr>
    </w:p>
    <w:p w14:paraId="6D3F86F2" w14:textId="08CF37CA" w:rsidR="00A0739C" w:rsidRDefault="006E48CE" w:rsidP="006E48CE">
      <w:pPr>
        <w:pStyle w:val="Ttulo2"/>
      </w:pPr>
      <w:bookmarkStart w:id="8" w:name="_Toc178685531"/>
      <w:r>
        <w:t>API-Corporativo</w:t>
      </w:r>
      <w:bookmarkEnd w:id="8"/>
      <w:r>
        <w:t xml:space="preserve"> </w:t>
      </w:r>
    </w:p>
    <w:p w14:paraId="4B31A1B9" w14:textId="0EE68A6C" w:rsidR="006E48CE" w:rsidRDefault="008706D7" w:rsidP="006E48CE">
      <w:pPr>
        <w:pStyle w:val="Corpodetexto2"/>
      </w:pPr>
      <w:r>
        <w:t xml:space="preserve"> </w:t>
      </w:r>
      <w:r w:rsidR="006E48CE">
        <w:t xml:space="preserve">Para Buscar configuração de projetos </w:t>
      </w:r>
      <w:r w:rsidR="006531B7">
        <w:t>previamente</w:t>
      </w:r>
      <w:r w:rsidR="002C2C8D">
        <w:t xml:space="preserve"> </w:t>
      </w:r>
      <w:r w:rsidR="00F23FEA">
        <w:t xml:space="preserve">cadastrada na base integrada </w:t>
      </w:r>
    </w:p>
    <w:p w14:paraId="01C7D012" w14:textId="77777777" w:rsidR="0043427F" w:rsidRPr="006E48CE" w:rsidRDefault="0043427F" w:rsidP="006E48CE">
      <w:pPr>
        <w:pStyle w:val="Corpodetexto2"/>
      </w:pPr>
    </w:p>
    <w:p w14:paraId="2C920FE5" w14:textId="4036A3EB" w:rsidR="001221F4" w:rsidRDefault="00616F6B" w:rsidP="001221F4">
      <w:pPr>
        <w:pStyle w:val="Corpodetexto2"/>
        <w:keepNext/>
        <w:ind w:left="0"/>
        <w:jc w:val="center"/>
      </w:pPr>
      <w:r>
        <w:rPr>
          <w:noProof/>
          <w:snapToGrid/>
        </w:rPr>
        <w:pict w14:anchorId="3BBF51EB">
          <v:shape id="Picture 1900050132" o:spid="_x0000_i1027" type="#_x0000_t75" style="width:391.5pt;height:262.5pt;visibility:visible">
            <v:imagedata r:id="rId14" o:title=""/>
            <o:lock v:ext="edit" aspectratio="f"/>
          </v:shape>
        </w:pict>
      </w:r>
    </w:p>
    <w:p w14:paraId="3F9A413F" w14:textId="39AF9A0B" w:rsidR="00845BA7" w:rsidRDefault="001221F4" w:rsidP="001221F4">
      <w:pPr>
        <w:pStyle w:val="Legenda"/>
        <w:jc w:val="center"/>
      </w:pPr>
      <w:r>
        <w:t xml:space="preserve">Figura </w:t>
      </w:r>
      <w:r>
        <w:fldChar w:fldCharType="begin"/>
      </w:r>
      <w:r>
        <w:instrText>SEQ Figura \* ARABIC</w:instrText>
      </w:r>
      <w:r>
        <w:fldChar w:fldCharType="separate"/>
      </w:r>
      <w:r w:rsidR="005B6B19">
        <w:rPr>
          <w:noProof/>
        </w:rPr>
        <w:t>2</w:t>
      </w:r>
      <w:r>
        <w:fldChar w:fldCharType="end"/>
      </w:r>
      <w:r>
        <w:t xml:space="preserve"> </w:t>
      </w:r>
      <w:r w:rsidRPr="004104C4">
        <w:t xml:space="preserve">Comunicação dos serviços com </w:t>
      </w:r>
      <w:r>
        <w:t>as APIs ao iniciar a aplicação</w:t>
      </w:r>
    </w:p>
    <w:p w14:paraId="0596264B" w14:textId="27EB9F0C" w:rsidR="00A0739C" w:rsidRDefault="00C4778A" w:rsidP="002D7E42">
      <w:pPr>
        <w:pStyle w:val="Corpodetexto2"/>
        <w:ind w:left="0"/>
        <w:jc w:val="both"/>
      </w:pPr>
      <w:r>
        <w:br w:type="page"/>
      </w:r>
    </w:p>
    <w:p w14:paraId="0472A3C9" w14:textId="77777777" w:rsidR="00530930" w:rsidRDefault="00530930" w:rsidP="00530930">
      <w:pPr>
        <w:pStyle w:val="Ttulo1"/>
      </w:pPr>
      <w:bookmarkStart w:id="9" w:name="_Toc178685532"/>
      <w:r>
        <w:t>Frameworks da arquitetura back-end</w:t>
      </w:r>
      <w:bookmarkEnd w:id="9"/>
    </w:p>
    <w:p w14:paraId="1AAC3094" w14:textId="77777777" w:rsidR="00F23FEA" w:rsidRDefault="00F23FEA" w:rsidP="00F23FEA">
      <w:pPr>
        <w:pStyle w:val="Corpodetexto"/>
      </w:pPr>
    </w:p>
    <w:p w14:paraId="0492EBA8" w14:textId="5121D6FA" w:rsidR="00F23FEA" w:rsidRDefault="006554CE" w:rsidP="00D76A85">
      <w:pPr>
        <w:pStyle w:val="Ttulo2"/>
      </w:pPr>
      <w:bookmarkStart w:id="10" w:name="_Toc178685533"/>
      <w:r>
        <w:t>Java</w:t>
      </w:r>
      <w:bookmarkEnd w:id="10"/>
      <w:r>
        <w:t xml:space="preserve"> </w:t>
      </w:r>
    </w:p>
    <w:p w14:paraId="435C378C" w14:textId="5D7473A1" w:rsidR="00E57FA0" w:rsidRDefault="00C109A5" w:rsidP="002C4E18">
      <w:pPr>
        <w:pStyle w:val="Corpodetexto"/>
        <w:ind w:right="96"/>
        <w:jc w:val="both"/>
      </w:pPr>
      <w:r>
        <w:t xml:space="preserve">Linguagem de programação mundialmente famosa criada em </w:t>
      </w:r>
      <w:r w:rsidR="00572DD4">
        <w:t>1991</w:t>
      </w:r>
      <w:r w:rsidR="009B391C">
        <w:t xml:space="preserve"> implementando os conceitos de </w:t>
      </w:r>
      <w:r>
        <w:t xml:space="preserve">desenvolvimento orientado a objeto, </w:t>
      </w:r>
      <w:r w:rsidR="009B391C">
        <w:t xml:space="preserve">ao longo dos anos o </w:t>
      </w:r>
      <w:r>
        <w:t xml:space="preserve">Java </w:t>
      </w:r>
      <w:r w:rsidR="009B391C">
        <w:t>sempre esteve</w:t>
      </w:r>
      <w:r w:rsidR="007F3DDD">
        <w:t xml:space="preserve"> </w:t>
      </w:r>
      <w:r>
        <w:t>entre as cinco linguagens mais utilizadas no mercado de desenvolvimento de software</w:t>
      </w:r>
      <w:r w:rsidR="0085176B">
        <w:t>.</w:t>
      </w:r>
    </w:p>
    <w:p w14:paraId="581DFAE1" w14:textId="58E06C10" w:rsidR="002D7E42" w:rsidRPr="00E57FA0" w:rsidRDefault="002D7E42" w:rsidP="00E57FA0">
      <w:pPr>
        <w:pStyle w:val="Corpodetexto2"/>
      </w:pPr>
    </w:p>
    <w:p w14:paraId="3D0219C1" w14:textId="59EB4073" w:rsidR="00530930" w:rsidRDefault="00AF66E2" w:rsidP="00BA76CC">
      <w:pPr>
        <w:pStyle w:val="Ttulo3"/>
      </w:pPr>
      <w:bookmarkStart w:id="11" w:name="_Toc178685534"/>
      <w:r>
        <w:t>Spring</w:t>
      </w:r>
      <w:r w:rsidR="00DF58F3">
        <w:t>-boot</w:t>
      </w:r>
      <w:bookmarkEnd w:id="11"/>
      <w:r>
        <w:tab/>
      </w:r>
    </w:p>
    <w:p w14:paraId="14A2E2BF" w14:textId="158CA542" w:rsidR="00530930" w:rsidRDefault="00530930" w:rsidP="002C4E18">
      <w:pPr>
        <w:pStyle w:val="Corpodetexto"/>
        <w:ind w:right="96"/>
        <w:jc w:val="both"/>
      </w:pPr>
      <w:r w:rsidRPr="00530930">
        <w:t>O Spring</w:t>
      </w:r>
      <w:r w:rsidR="00D4634C">
        <w:t>-boot</w:t>
      </w:r>
      <w:r w:rsidR="00DF58F3">
        <w:t xml:space="preserve"> </w:t>
      </w:r>
      <w:r w:rsidRPr="00530930">
        <w:t>Framework é uma plataforma Java que fornece suporte abrangente à infraestrutura para o desenvolvimento de aplicativos Java.</w:t>
      </w:r>
    </w:p>
    <w:p w14:paraId="4283707B" w14:textId="77777777" w:rsidR="002D7E42" w:rsidRPr="00530930" w:rsidRDefault="002D7E42" w:rsidP="00FF5914">
      <w:pPr>
        <w:pStyle w:val="Corpodetexto2"/>
        <w:jc w:val="both"/>
      </w:pPr>
    </w:p>
    <w:p w14:paraId="47E186DD" w14:textId="77777777" w:rsidR="00DE6EF0" w:rsidRDefault="00DE6EF0" w:rsidP="00BA76CC">
      <w:pPr>
        <w:pStyle w:val="Ttulo3"/>
      </w:pPr>
      <w:bookmarkStart w:id="12" w:name="_Toc178685535"/>
      <w:r w:rsidRPr="00530930">
        <w:t>Spring-data-</w:t>
      </w:r>
      <w:proofErr w:type="spellStart"/>
      <w:r w:rsidRPr="00530930">
        <w:t>jpa</w:t>
      </w:r>
      <w:bookmarkEnd w:id="12"/>
      <w:proofErr w:type="spellEnd"/>
    </w:p>
    <w:p w14:paraId="705D52C6" w14:textId="232BBE90" w:rsidR="002D7E42" w:rsidRPr="00281114" w:rsidRDefault="00281114" w:rsidP="002C4E18">
      <w:pPr>
        <w:pStyle w:val="Corpodetexto"/>
        <w:ind w:right="96"/>
        <w:jc w:val="both"/>
      </w:pPr>
      <w:r>
        <w:t xml:space="preserve">O </w:t>
      </w:r>
      <w:r w:rsidRPr="00281114">
        <w:t>Spring criou o framework Spring Data JPA, cujo principal objetivo é permitir que o desenvolvimento com JPA se torne mais fácil, prático e menos repetitivo.</w:t>
      </w:r>
      <w:r w:rsidRPr="002C4E18">
        <w:t xml:space="preserve"> </w:t>
      </w:r>
    </w:p>
    <w:p w14:paraId="1C39E0FB" w14:textId="77777777" w:rsidR="00BA4AA5" w:rsidRPr="00281114" w:rsidRDefault="00BA4AA5" w:rsidP="00BA4AA5">
      <w:pPr>
        <w:pStyle w:val="Corpodetexto2"/>
        <w:jc w:val="both"/>
      </w:pPr>
    </w:p>
    <w:p w14:paraId="32D2BA23" w14:textId="77777777" w:rsidR="00DE6EF0" w:rsidRDefault="00DE6EF0" w:rsidP="00BA76CC">
      <w:pPr>
        <w:pStyle w:val="Ttulo3"/>
      </w:pPr>
      <w:bookmarkStart w:id="13" w:name="_Toc178685536"/>
      <w:proofErr w:type="spellStart"/>
      <w:r w:rsidRPr="00676E82">
        <w:rPr>
          <w:rFonts w:eastAsia="+mn-ea"/>
        </w:rPr>
        <w:t>Hibernate</w:t>
      </w:r>
      <w:bookmarkEnd w:id="13"/>
      <w:proofErr w:type="spellEnd"/>
    </w:p>
    <w:p w14:paraId="593BAF6C" w14:textId="386AB354" w:rsidR="00676E82" w:rsidRDefault="00676E82" w:rsidP="002C4E18">
      <w:pPr>
        <w:pStyle w:val="Corpodetexto"/>
        <w:ind w:right="96"/>
        <w:jc w:val="both"/>
      </w:pPr>
      <w:proofErr w:type="spellStart"/>
      <w:r w:rsidRPr="00676E82">
        <w:t>Hibernate</w:t>
      </w:r>
      <w:proofErr w:type="spellEnd"/>
      <w:r w:rsidRPr="00676E82">
        <w:t xml:space="preserve"> é uma ferramenta para mapeamento obje</w:t>
      </w:r>
      <w:commentRangeStart w:id="14"/>
      <w:commentRangeStart w:id="15"/>
      <w:r w:rsidRPr="00676E82">
        <w:t>to/relacional para ambientes</w:t>
      </w:r>
      <w:commentRangeEnd w:id="14"/>
      <w:r>
        <w:commentReference w:id="14"/>
      </w:r>
      <w:commentRangeEnd w:id="15"/>
      <w:r w:rsidR="00BA4AA5" w:rsidRPr="002C4E18">
        <w:commentReference w:id="15"/>
      </w:r>
      <w:r w:rsidRPr="00676E82">
        <w:t xml:space="preserve"> Java. </w:t>
      </w:r>
    </w:p>
    <w:p w14:paraId="1B3E6288" w14:textId="35A18432" w:rsidR="7B099942" w:rsidRDefault="7B099942" w:rsidP="7B099942">
      <w:pPr>
        <w:pStyle w:val="Corpodetexto2"/>
        <w:jc w:val="both"/>
        <w:rPr>
          <w:szCs w:val="22"/>
        </w:rPr>
      </w:pPr>
    </w:p>
    <w:p w14:paraId="349C2612" w14:textId="240B87C2" w:rsidR="002D7E42" w:rsidRDefault="006B16BA" w:rsidP="006B16BA">
      <w:pPr>
        <w:pStyle w:val="Ttulo3"/>
      </w:pPr>
      <w:bookmarkStart w:id="16" w:name="_Toc178685537"/>
      <w:r>
        <w:t>Spring-</w:t>
      </w:r>
      <w:proofErr w:type="spellStart"/>
      <w:r>
        <w:t>test</w:t>
      </w:r>
      <w:bookmarkEnd w:id="16"/>
      <w:proofErr w:type="spellEnd"/>
      <w:r>
        <w:t xml:space="preserve"> </w:t>
      </w:r>
    </w:p>
    <w:p w14:paraId="1D8A1396" w14:textId="05CD2E27" w:rsidR="006B16BA" w:rsidRPr="006B16BA" w:rsidRDefault="006B16BA" w:rsidP="002C4E18">
      <w:pPr>
        <w:pStyle w:val="Corpodetexto"/>
        <w:ind w:right="96"/>
        <w:jc w:val="both"/>
      </w:pPr>
      <w:r>
        <w:t>Biblioteca de Teste do Spring</w:t>
      </w:r>
      <w:r w:rsidR="004D7916">
        <w:t xml:space="preserve">, que proporciona diversas funcionalidades para a criação de testes </w:t>
      </w:r>
      <w:r w:rsidR="005A0960">
        <w:t xml:space="preserve">dentro do framework Spring </w:t>
      </w:r>
    </w:p>
    <w:p w14:paraId="6693B854" w14:textId="77777777" w:rsidR="005A0960" w:rsidRPr="006B16BA" w:rsidRDefault="005A0960" w:rsidP="006B16BA">
      <w:pPr>
        <w:pStyle w:val="Corpodetexto3"/>
      </w:pPr>
    </w:p>
    <w:p w14:paraId="61C5B2DA" w14:textId="77777777" w:rsidR="00DE6EF0" w:rsidRDefault="00DE6EF0" w:rsidP="009F0664">
      <w:pPr>
        <w:pStyle w:val="Ttulo3"/>
      </w:pPr>
      <w:bookmarkStart w:id="17" w:name="_Toc178685538"/>
      <w:r w:rsidRPr="00530930">
        <w:t>Spring-data-</w:t>
      </w:r>
      <w:proofErr w:type="spellStart"/>
      <w:r w:rsidRPr="00530930">
        <w:t>rest</w:t>
      </w:r>
      <w:bookmarkEnd w:id="17"/>
      <w:proofErr w:type="spellEnd"/>
    </w:p>
    <w:p w14:paraId="786B2F42" w14:textId="77777777" w:rsidR="00676E82" w:rsidRDefault="001B578A" w:rsidP="002C4E18">
      <w:pPr>
        <w:pStyle w:val="Corpodetexto"/>
        <w:ind w:right="96"/>
        <w:jc w:val="both"/>
      </w:pPr>
      <w:r>
        <w:t>Responsável</w:t>
      </w:r>
      <w:r w:rsidR="00676E82">
        <w:t xml:space="preserve"> por facilitar a criação dos </w:t>
      </w:r>
      <w:proofErr w:type="spellStart"/>
      <w:r w:rsidR="00676E82">
        <w:t>endpoints</w:t>
      </w:r>
      <w:proofErr w:type="spellEnd"/>
      <w:r w:rsidR="00676E82">
        <w:t xml:space="preserve"> para fazermos todas as operações que declaramos nos nossos repositórios.</w:t>
      </w:r>
    </w:p>
    <w:p w14:paraId="44C1A8E4" w14:textId="77777777" w:rsidR="005F324C" w:rsidRPr="00676E82" w:rsidRDefault="005F324C" w:rsidP="00FF5914">
      <w:pPr>
        <w:pStyle w:val="Corpodetexto2"/>
        <w:jc w:val="both"/>
      </w:pPr>
    </w:p>
    <w:p w14:paraId="23715DCB" w14:textId="6210CE87" w:rsidR="2ED4C22B" w:rsidRDefault="0091657D" w:rsidP="30C9C347">
      <w:pPr>
        <w:pStyle w:val="Ttulo3"/>
      </w:pPr>
      <w:bookmarkStart w:id="18" w:name="_Toc178685539"/>
      <w:proofErr w:type="spellStart"/>
      <w:r>
        <w:rPr>
          <w:rFonts w:eastAsia="+mn-ea"/>
        </w:rPr>
        <w:t>L</w:t>
      </w:r>
      <w:r w:rsidRPr="0091657D">
        <w:rPr>
          <w:rFonts w:eastAsia="+mn-ea"/>
        </w:rPr>
        <w:t>ombok</w:t>
      </w:r>
      <w:bookmarkEnd w:id="18"/>
      <w:proofErr w:type="spellEnd"/>
    </w:p>
    <w:p w14:paraId="13405DB1" w14:textId="61B33308" w:rsidR="00B10984" w:rsidRDefault="001B578A" w:rsidP="002C4E18">
      <w:pPr>
        <w:pStyle w:val="Corpodetexto"/>
        <w:ind w:right="96"/>
        <w:jc w:val="both"/>
      </w:pPr>
      <w:r>
        <w:t>Responsável</w:t>
      </w:r>
      <w:r w:rsidR="00B10984">
        <w:t xml:space="preserve"> </w:t>
      </w:r>
      <w:r w:rsidR="00854201">
        <w:t>pela</w:t>
      </w:r>
      <w:r w:rsidR="00A00C4B">
        <w:t xml:space="preserve"> automação da construção</w:t>
      </w:r>
      <w:r w:rsidR="00854201">
        <w:t xml:space="preserve"> de </w:t>
      </w:r>
      <w:proofErr w:type="spellStart"/>
      <w:r w:rsidR="00854201">
        <w:t>getters</w:t>
      </w:r>
      <w:proofErr w:type="spellEnd"/>
      <w:r w:rsidR="00854201">
        <w:t xml:space="preserve"> e </w:t>
      </w:r>
      <w:proofErr w:type="spellStart"/>
      <w:r w:rsidR="00854201">
        <w:t>setters</w:t>
      </w:r>
      <w:proofErr w:type="spellEnd"/>
      <w:r w:rsidR="00854201">
        <w:t xml:space="preserve"> e </w:t>
      </w:r>
      <w:proofErr w:type="spellStart"/>
      <w:r w:rsidR="006A24FC">
        <w:t>e</w:t>
      </w:r>
      <w:r w:rsidR="00854201">
        <w:t>quals</w:t>
      </w:r>
      <w:proofErr w:type="spellEnd"/>
      <w:r w:rsidR="00854201">
        <w:t xml:space="preserve"> </w:t>
      </w:r>
      <w:r w:rsidR="00907699">
        <w:t xml:space="preserve">costumeiramente escritos em classes de </w:t>
      </w:r>
      <w:r w:rsidR="002C4E18">
        <w:t>Domínio</w:t>
      </w:r>
      <w:r w:rsidR="00907699">
        <w:t>.</w:t>
      </w:r>
    </w:p>
    <w:p w14:paraId="7D19C593" w14:textId="65EC5E57" w:rsidR="77D331DE" w:rsidRDefault="77D331DE" w:rsidP="77D331DE">
      <w:pPr>
        <w:pStyle w:val="Corpodetexto2"/>
        <w:jc w:val="both"/>
      </w:pPr>
    </w:p>
    <w:p w14:paraId="459C8EA0" w14:textId="77777777" w:rsidR="005F324C" w:rsidRDefault="005F324C" w:rsidP="00FF5914">
      <w:pPr>
        <w:pStyle w:val="Corpodetexto2"/>
        <w:jc w:val="both"/>
      </w:pPr>
    </w:p>
    <w:p w14:paraId="26393FC4" w14:textId="5B368254" w:rsidR="005F324C" w:rsidRDefault="005A006C" w:rsidP="00FF5914">
      <w:pPr>
        <w:pStyle w:val="Corpodetexto2"/>
        <w:jc w:val="both"/>
      </w:pPr>
      <w:r>
        <w:br w:type="page"/>
      </w:r>
    </w:p>
    <w:p w14:paraId="6802D209" w14:textId="799BA10B" w:rsidR="00ED06FA" w:rsidRDefault="00687405" w:rsidP="00687405">
      <w:pPr>
        <w:pStyle w:val="Ttulo2"/>
      </w:pPr>
      <w:bookmarkStart w:id="19" w:name="_Toc178685540"/>
      <w:r>
        <w:t>N</w:t>
      </w:r>
      <w:r w:rsidR="000E6C6B">
        <w:t>ode</w:t>
      </w:r>
      <w:bookmarkEnd w:id="19"/>
    </w:p>
    <w:p w14:paraId="55251C16" w14:textId="0FC26A04" w:rsidR="00687405" w:rsidRDefault="00302F49" w:rsidP="002C4E18">
      <w:pPr>
        <w:pStyle w:val="Corpodetexto"/>
        <w:ind w:right="96"/>
        <w:jc w:val="both"/>
      </w:pPr>
      <w:r>
        <w:t xml:space="preserve">Node </w:t>
      </w:r>
      <w:r w:rsidR="00F17669">
        <w:t>é um</w:t>
      </w:r>
      <w:r w:rsidR="00B13FA9">
        <w:t xml:space="preserve"> ambiente de execução </w:t>
      </w:r>
      <w:r w:rsidR="00EB7864">
        <w:t>Javascript</w:t>
      </w:r>
      <w:r w:rsidR="003C066C">
        <w:t xml:space="preserve"> no </w:t>
      </w:r>
      <w:r w:rsidR="00EB7864">
        <w:t>servidor</w:t>
      </w:r>
      <w:r w:rsidR="0072616E">
        <w:t xml:space="preserve"> implementado o mot</w:t>
      </w:r>
      <w:r w:rsidR="0006158D">
        <w:t>or V8</w:t>
      </w:r>
      <w:r w:rsidR="00A22FC2">
        <w:t xml:space="preserve"> </w:t>
      </w:r>
      <w:r w:rsidR="002F5B58">
        <w:t xml:space="preserve">sendo </w:t>
      </w:r>
      <w:r w:rsidR="00B80ABB">
        <w:t>orientado</w:t>
      </w:r>
      <w:r w:rsidR="002F5B58">
        <w:t xml:space="preserve"> a eventos </w:t>
      </w:r>
      <w:r w:rsidR="00367773">
        <w:t xml:space="preserve">assíncrono, visando a melhoria de resposta e </w:t>
      </w:r>
      <w:r w:rsidR="00B80ABB">
        <w:t>performasse</w:t>
      </w:r>
      <w:r w:rsidR="00367773">
        <w:t xml:space="preserve"> de eventos de </w:t>
      </w:r>
      <w:r w:rsidR="00B80ABB">
        <w:t>entrada</w:t>
      </w:r>
      <w:r w:rsidR="00367773">
        <w:t xml:space="preserve"> e saída de dados (I</w:t>
      </w:r>
      <w:r w:rsidR="00B80ABB">
        <w:t>/O</w:t>
      </w:r>
      <w:r w:rsidR="00367773">
        <w:t>)</w:t>
      </w:r>
      <w:r w:rsidR="00B80ABB">
        <w:t>.</w:t>
      </w:r>
    </w:p>
    <w:p w14:paraId="70B7B221" w14:textId="77777777" w:rsidR="00F75DA1" w:rsidRDefault="00F75DA1" w:rsidP="00687405">
      <w:pPr>
        <w:pStyle w:val="Corpodetexto2"/>
      </w:pPr>
    </w:p>
    <w:p w14:paraId="29C31AA0" w14:textId="6B1D51C3" w:rsidR="00B80ABB" w:rsidRDefault="007A2231" w:rsidP="002D7E42">
      <w:pPr>
        <w:pStyle w:val="Ttulo3"/>
      </w:pPr>
      <w:bookmarkStart w:id="20" w:name="_Toc178685541"/>
      <w:r>
        <w:t>N</w:t>
      </w:r>
      <w:r w:rsidR="00F36594">
        <w:t>est</w:t>
      </w:r>
      <w:r>
        <w:t>.</w:t>
      </w:r>
      <w:r w:rsidR="00F36594">
        <w:t>js</w:t>
      </w:r>
      <w:bookmarkEnd w:id="20"/>
    </w:p>
    <w:p w14:paraId="63143069" w14:textId="58F89615" w:rsidR="00065085" w:rsidRDefault="00565C04" w:rsidP="002C4E18">
      <w:pPr>
        <w:pStyle w:val="Corpodetexto"/>
        <w:ind w:right="96"/>
        <w:jc w:val="both"/>
      </w:pPr>
      <w:r>
        <w:t xml:space="preserve">Framework node </w:t>
      </w:r>
      <w:r w:rsidR="00F2705B">
        <w:t xml:space="preserve">desenvolvido com </w:t>
      </w:r>
      <w:r w:rsidR="00857B80">
        <w:t>pro</w:t>
      </w:r>
      <w:r w:rsidR="006469C5">
        <w:t>p</w:t>
      </w:r>
      <w:r w:rsidR="00857B80">
        <w:t>osta de ser</w:t>
      </w:r>
      <w:r w:rsidR="008C14A6">
        <w:t xml:space="preserve"> </w:t>
      </w:r>
      <w:r w:rsidR="00D237BC">
        <w:t>escalável, modular</w:t>
      </w:r>
      <w:r w:rsidR="0097294D">
        <w:t xml:space="preserve"> e eficiente no desenvolvimento</w:t>
      </w:r>
      <w:r w:rsidR="002C4E18">
        <w:t xml:space="preserve"> </w:t>
      </w:r>
      <w:r w:rsidR="0097294D">
        <w:t>de</w:t>
      </w:r>
      <w:r w:rsidR="002C4E18">
        <w:t xml:space="preserve"> </w:t>
      </w:r>
      <w:r w:rsidR="000A5FC4">
        <w:t>aplicações</w:t>
      </w:r>
      <w:r w:rsidR="002C4E18">
        <w:t xml:space="preserve"> </w:t>
      </w:r>
      <w:r w:rsidR="000A5FC4">
        <w:t>server-</w:t>
      </w:r>
      <w:proofErr w:type="spellStart"/>
      <w:r w:rsidR="000A5FC4">
        <w:t>side</w:t>
      </w:r>
      <w:proofErr w:type="spellEnd"/>
      <w:r w:rsidR="002E7D0A">
        <w:t>.</w:t>
      </w:r>
      <w:r w:rsidR="002C4E18">
        <w:t xml:space="preserve"> </w:t>
      </w:r>
      <w:r w:rsidR="0054709C">
        <w:t xml:space="preserve">Sempre implementado </w:t>
      </w:r>
      <w:r w:rsidR="003549A2">
        <w:t>com as conflagrações para Express</w:t>
      </w:r>
      <w:r w:rsidR="009478F3">
        <w:t>.</w:t>
      </w:r>
      <w:r w:rsidR="003549A2">
        <w:t>js.</w:t>
      </w:r>
    </w:p>
    <w:p w14:paraId="7F88F4E6" w14:textId="77777777" w:rsidR="009D32C4" w:rsidRDefault="009D32C4" w:rsidP="00065085">
      <w:pPr>
        <w:pStyle w:val="Corpodetexto3"/>
      </w:pPr>
    </w:p>
    <w:p w14:paraId="21846B51" w14:textId="6F2DEBA9" w:rsidR="002E7D0A" w:rsidRDefault="00F81AE5" w:rsidP="00F81AE5">
      <w:pPr>
        <w:pStyle w:val="Ttulo3"/>
        <w:rPr>
          <w:shd w:val="clear" w:color="auto" w:fill="FFFFFF"/>
        </w:rPr>
      </w:pPr>
      <w:bookmarkStart w:id="21" w:name="_Toc178685542"/>
      <w:proofErr w:type="spellStart"/>
      <w:r>
        <w:rPr>
          <w:shd w:val="clear" w:color="auto" w:fill="FFFFFF"/>
        </w:rPr>
        <w:t>TypeORM</w:t>
      </w:r>
      <w:bookmarkEnd w:id="21"/>
      <w:proofErr w:type="spellEnd"/>
    </w:p>
    <w:p w14:paraId="6E5EF3B0" w14:textId="146C723F" w:rsidR="00F81AE5" w:rsidRPr="002C4E18" w:rsidRDefault="00CF0391" w:rsidP="002C4E18">
      <w:pPr>
        <w:pStyle w:val="Corpodetexto"/>
        <w:ind w:right="96"/>
        <w:jc w:val="both"/>
      </w:pPr>
      <w:r w:rsidRPr="002C4E18">
        <w:t>É</w:t>
      </w:r>
      <w:r w:rsidR="00BD4E64" w:rsidRPr="002C4E18">
        <w:t xml:space="preserve"> u</w:t>
      </w:r>
      <w:r w:rsidR="00D8295E" w:rsidRPr="002C4E18">
        <w:t xml:space="preserve">m </w:t>
      </w:r>
      <w:r w:rsidR="00D8295E">
        <w:t>ORM</w:t>
      </w:r>
      <w:r w:rsidR="00BD4E64" w:rsidRPr="002C4E18">
        <w:t xml:space="preserve"> que pode ser executado nas plataformas </w:t>
      </w:r>
      <w:proofErr w:type="spellStart"/>
      <w:r w:rsidR="00BD4E64" w:rsidRPr="002C4E18">
        <w:t>NodeJS</w:t>
      </w:r>
      <w:proofErr w:type="spellEnd"/>
      <w:r w:rsidR="00BD4E64" w:rsidRPr="002C4E18">
        <w:t>. Seu objetivo é fornecer recursos que</w:t>
      </w:r>
      <w:r w:rsidR="00BA5ED3" w:rsidRPr="002C4E18">
        <w:t xml:space="preserve"> </w:t>
      </w:r>
      <w:r w:rsidR="00BD4E64" w:rsidRPr="002C4E18">
        <w:t>ajude</w:t>
      </w:r>
      <w:r w:rsidR="00A02B7A" w:rsidRPr="002C4E18">
        <w:t>m</w:t>
      </w:r>
      <w:r w:rsidR="0023419B" w:rsidRPr="002C4E18">
        <w:t xml:space="preserve"> </w:t>
      </w:r>
      <w:r w:rsidRPr="002C4E18">
        <w:t>a</w:t>
      </w:r>
      <w:r w:rsidR="00BD4E64" w:rsidRPr="002C4E18">
        <w:t xml:space="preserve"> desenvolver qualquer tipo de aplicativo que use bancos de dados</w:t>
      </w:r>
      <w:r w:rsidR="00A02B7A" w:rsidRPr="002C4E18">
        <w:t>,</w:t>
      </w:r>
      <w:r w:rsidR="00BD4E64" w:rsidRPr="002C4E18">
        <w:t xml:space="preserve"> desde pequenos aplicativos com algumas tabelas até aplicativos corporativos de grande escala com </w:t>
      </w:r>
      <w:r w:rsidRPr="002C4E18">
        <w:t xml:space="preserve">múltiplos </w:t>
      </w:r>
      <w:r w:rsidR="00BD4E64" w:rsidRPr="002C4E18">
        <w:t>bancos de dados.</w:t>
      </w:r>
    </w:p>
    <w:p w14:paraId="3BCF1B7B" w14:textId="77777777" w:rsidR="00BD1522" w:rsidRDefault="00BD1522" w:rsidP="00BD4E64">
      <w:pPr>
        <w:pStyle w:val="Corpodetexto3"/>
        <w:rPr>
          <w:rFonts w:ascii="Segoe UI" w:hAnsi="Segoe UI" w:cs="Segoe UI"/>
          <w:color w:val="212529"/>
          <w:shd w:val="clear" w:color="auto" w:fill="FFFFFF"/>
        </w:rPr>
      </w:pPr>
    </w:p>
    <w:p w14:paraId="3882BF42" w14:textId="545E8B31" w:rsidR="00E4523A" w:rsidRDefault="00C16754" w:rsidP="00382EEC">
      <w:pPr>
        <w:pStyle w:val="Ttulo3"/>
        <w:rPr>
          <w:shd w:val="clear" w:color="auto" w:fill="FFFFFF"/>
        </w:rPr>
      </w:pPr>
      <w:bookmarkStart w:id="22" w:name="_Toc178685543"/>
      <w:proofErr w:type="spellStart"/>
      <w:r>
        <w:rPr>
          <w:shd w:val="clear" w:color="auto" w:fill="FFFFFF"/>
        </w:rPr>
        <w:t>J</w:t>
      </w:r>
      <w:r w:rsidR="00F36594">
        <w:rPr>
          <w:shd w:val="clear" w:color="auto" w:fill="FFFFFF"/>
        </w:rPr>
        <w:t>est</w:t>
      </w:r>
      <w:bookmarkEnd w:id="22"/>
      <w:proofErr w:type="spellEnd"/>
    </w:p>
    <w:p w14:paraId="316C98BE" w14:textId="6ACB41C1" w:rsidR="00A02B7A" w:rsidRPr="00E974DA" w:rsidRDefault="00A905B9" w:rsidP="00E974DA">
      <w:pPr>
        <w:pStyle w:val="Corpodetexto"/>
        <w:ind w:right="96"/>
        <w:jc w:val="both"/>
      </w:pPr>
      <w:r w:rsidRPr="00E974DA">
        <w:t xml:space="preserve">É um framework de </w:t>
      </w:r>
      <w:r w:rsidR="00BD1522" w:rsidRPr="00E974DA">
        <w:t>teste Java</w:t>
      </w:r>
      <w:r w:rsidR="00DC44EE" w:rsidRPr="00E974DA">
        <w:t>s</w:t>
      </w:r>
      <w:r w:rsidR="00BD1522" w:rsidRPr="00E974DA">
        <w:t>cript mantida pelo Facebook, Inc. projet</w:t>
      </w:r>
      <w:r w:rsidR="00DC44EE" w:rsidRPr="00E974DA">
        <w:t xml:space="preserve">ada </w:t>
      </w:r>
      <w:r w:rsidR="00BD1522" w:rsidRPr="00E974DA">
        <w:t>com foco na simplicidade e suporte para grandes aplicativos da web</w:t>
      </w:r>
      <w:r w:rsidR="00247565" w:rsidRPr="00E974DA">
        <w:t>.</w:t>
      </w:r>
    </w:p>
    <w:p w14:paraId="6EDEB9DA" w14:textId="77777777" w:rsidR="00C96BCC" w:rsidRDefault="00C96BCC" w:rsidP="00BD4E64">
      <w:pPr>
        <w:pStyle w:val="Corpodetexto3"/>
        <w:rPr>
          <w:rFonts w:ascii="Segoe UI" w:hAnsi="Segoe UI" w:cs="Segoe UI"/>
          <w:color w:val="212529"/>
          <w:shd w:val="clear" w:color="auto" w:fill="FFFFFF"/>
        </w:rPr>
      </w:pPr>
    </w:p>
    <w:p w14:paraId="185C4C48" w14:textId="31676C12" w:rsidR="00247565" w:rsidRDefault="00F36594" w:rsidP="00F36594">
      <w:pPr>
        <w:pStyle w:val="Ttulo3"/>
        <w:rPr>
          <w:shd w:val="clear" w:color="auto" w:fill="FFFFFF"/>
        </w:rPr>
      </w:pPr>
      <w:bookmarkStart w:id="23" w:name="_Toc178685544"/>
      <w:proofErr w:type="spellStart"/>
      <w:r>
        <w:rPr>
          <w:shd w:val="clear" w:color="auto" w:fill="FFFFFF"/>
        </w:rPr>
        <w:t>J</w:t>
      </w:r>
      <w:r w:rsidRPr="00F36594">
        <w:rPr>
          <w:shd w:val="clear" w:color="auto" w:fill="FFFFFF"/>
        </w:rPr>
        <w:t>est-junit</w:t>
      </w:r>
      <w:bookmarkEnd w:id="23"/>
      <w:proofErr w:type="spellEnd"/>
    </w:p>
    <w:p w14:paraId="73CD0D32" w14:textId="7B7955CF" w:rsidR="00F36594" w:rsidRDefault="00F36594" w:rsidP="00E974DA">
      <w:pPr>
        <w:pStyle w:val="Corpodetexto"/>
        <w:ind w:right="96"/>
        <w:jc w:val="both"/>
      </w:pPr>
      <w:r>
        <w:t xml:space="preserve">Biblioteca responsável por </w:t>
      </w:r>
      <w:r w:rsidR="00CE357F">
        <w:t xml:space="preserve">tornar nos testes em Jest.js compatíveis com o Junit.xml </w:t>
      </w:r>
      <w:r w:rsidR="003D2083">
        <w:t xml:space="preserve">– muito importante na hora de exportar o relatório dos testes para o </w:t>
      </w:r>
      <w:proofErr w:type="spellStart"/>
      <w:r w:rsidR="003D2083">
        <w:t>AzureDevops</w:t>
      </w:r>
      <w:proofErr w:type="spellEnd"/>
    </w:p>
    <w:p w14:paraId="42AC5045" w14:textId="77777777" w:rsidR="00C96BCC" w:rsidRDefault="00C96BCC" w:rsidP="00F36594">
      <w:pPr>
        <w:pStyle w:val="Corpodetexto3"/>
      </w:pPr>
    </w:p>
    <w:p w14:paraId="3A246593" w14:textId="597D928E" w:rsidR="00A45EF6" w:rsidRDefault="00C96BCC" w:rsidP="00C96BCC">
      <w:pPr>
        <w:pStyle w:val="Ttulo3"/>
      </w:pPr>
      <w:bookmarkStart w:id="24" w:name="_Toc178685545"/>
      <w:r>
        <w:t>P</w:t>
      </w:r>
      <w:r w:rsidRPr="00C96BCC">
        <w:t>assport</w:t>
      </w:r>
      <w:bookmarkEnd w:id="24"/>
    </w:p>
    <w:p w14:paraId="241C95B2" w14:textId="2BB0D515" w:rsidR="0076393E" w:rsidRDefault="00241D1F" w:rsidP="00E974DA">
      <w:pPr>
        <w:pStyle w:val="Corpodetexto"/>
        <w:ind w:right="96"/>
        <w:jc w:val="both"/>
      </w:pPr>
      <w:r w:rsidRPr="00241D1F">
        <w:t>Passport é um middleware de autenticação para Node.js. Extremamente flexível e modular, o Passport pode ser inserido de forma discreta em qualquer aplicativo da web baseado em Express. Um conjunto abrangente de estratégias</w:t>
      </w:r>
      <w:r>
        <w:t xml:space="preserve"> de autenticação.</w:t>
      </w:r>
    </w:p>
    <w:p w14:paraId="1CA97316" w14:textId="77777777" w:rsidR="00C96BCC" w:rsidRPr="00C96BCC" w:rsidRDefault="0076393E" w:rsidP="00C96BCC">
      <w:pPr>
        <w:pStyle w:val="Corpodetexto3"/>
      </w:pPr>
      <w:r>
        <w:br w:type="page"/>
      </w:r>
    </w:p>
    <w:p w14:paraId="2756FF42" w14:textId="77777777" w:rsidR="00B10984" w:rsidRDefault="00B10984" w:rsidP="00B10984">
      <w:pPr>
        <w:pStyle w:val="Ttulo1"/>
      </w:pPr>
      <w:bookmarkStart w:id="25" w:name="_Toc178685546"/>
      <w:r>
        <w:t>Estrutura de Pacotes back-end</w:t>
      </w:r>
      <w:bookmarkEnd w:id="25"/>
    </w:p>
    <w:p w14:paraId="54819203" w14:textId="77777777" w:rsidR="004A0F44" w:rsidRPr="004A0F44" w:rsidRDefault="004A0F44" w:rsidP="004A0F44">
      <w:pPr>
        <w:pStyle w:val="Corpodetexto"/>
      </w:pPr>
    </w:p>
    <w:p w14:paraId="0719B2BF" w14:textId="02AE2416" w:rsidR="0076393E" w:rsidRPr="0076393E" w:rsidRDefault="004A0F44" w:rsidP="004A0F44">
      <w:pPr>
        <w:pStyle w:val="Ttulo2"/>
      </w:pPr>
      <w:bookmarkStart w:id="26" w:name="_Toc178685547"/>
      <w:r>
        <w:t>Java</w:t>
      </w:r>
      <w:bookmarkEnd w:id="26"/>
    </w:p>
    <w:p w14:paraId="247EDBE8" w14:textId="0B3B4298" w:rsidR="00D93602" w:rsidRDefault="00616F6B" w:rsidP="00D93602">
      <w:pPr>
        <w:pStyle w:val="Corpodetexto"/>
        <w:keepNext/>
        <w:jc w:val="center"/>
      </w:pPr>
      <w:r>
        <w:rPr>
          <w:noProof/>
          <w:snapToGrid/>
        </w:rPr>
        <w:pict w14:anchorId="7F04679E">
          <v:shape id="Picture 1147244730" o:spid="_x0000_i1028" type="#_x0000_t75" style="width:324.75pt;height:541.5pt;visibility:visible">
            <v:imagedata r:id="rId19" o:title=""/>
            <o:lock v:ext="edit" aspectratio="f"/>
          </v:shape>
        </w:pict>
      </w:r>
    </w:p>
    <w:p w14:paraId="0680BD6B" w14:textId="1E392655" w:rsidR="008E0966" w:rsidRDefault="00D93602" w:rsidP="00B53CD0">
      <w:pPr>
        <w:pStyle w:val="Legenda"/>
        <w:jc w:val="center"/>
      </w:pPr>
      <w:r>
        <w:t xml:space="preserve">Figura </w:t>
      </w:r>
      <w:r>
        <w:fldChar w:fldCharType="begin"/>
      </w:r>
      <w:r>
        <w:instrText>SEQ Figura \* ARABIC</w:instrText>
      </w:r>
      <w:r>
        <w:fldChar w:fldCharType="separate"/>
      </w:r>
      <w:r w:rsidR="005B6B19">
        <w:rPr>
          <w:noProof/>
        </w:rPr>
        <w:t>3</w:t>
      </w:r>
      <w:r>
        <w:fldChar w:fldCharType="end"/>
      </w:r>
      <w:r>
        <w:t xml:space="preserve"> Estrutura projeto base Java</w:t>
      </w:r>
    </w:p>
    <w:p w14:paraId="6518B233" w14:textId="77777777" w:rsidR="00D93602" w:rsidRDefault="008E0966" w:rsidP="008E0966">
      <w:pPr>
        <w:rPr>
          <w:noProof/>
          <w:snapToGrid/>
        </w:rPr>
      </w:pPr>
      <w:r>
        <w:br w:type="page"/>
      </w:r>
    </w:p>
    <w:p w14:paraId="12C369D8" w14:textId="75FE5E5F" w:rsidR="00D93602" w:rsidRDefault="00D93602" w:rsidP="00D93602">
      <w:pPr>
        <w:pStyle w:val="Ttulo3"/>
        <w:rPr>
          <w:lang w:val="en-US"/>
        </w:rPr>
      </w:pPr>
      <w:bookmarkStart w:id="27" w:name="_Toc178685548"/>
      <w:r w:rsidRPr="00E96D9D">
        <w:rPr>
          <w:lang w:val="en-US"/>
        </w:rPr>
        <w:t>Domain</w:t>
      </w:r>
      <w:bookmarkEnd w:id="27"/>
    </w:p>
    <w:p w14:paraId="7E8575DD" w14:textId="0A47E247" w:rsidR="1A830663" w:rsidRDefault="00005E94" w:rsidP="00E974DA">
      <w:pPr>
        <w:pStyle w:val="Corpodetexto"/>
        <w:ind w:right="96"/>
        <w:jc w:val="both"/>
      </w:pPr>
      <w:r w:rsidRPr="00A875F1">
        <w:t xml:space="preserve">São classes que </w:t>
      </w:r>
      <w:r w:rsidR="009165F7" w:rsidRPr="00A875F1">
        <w:t>definem</w:t>
      </w:r>
      <w:r w:rsidR="00933283" w:rsidRPr="00A875F1">
        <w:t xml:space="preserve"> </w:t>
      </w:r>
      <w:r w:rsidR="00505079" w:rsidRPr="00A875F1">
        <w:t>os domínios</w:t>
      </w:r>
      <w:r w:rsidR="00933283" w:rsidRPr="00A875F1">
        <w:t xml:space="preserve"> d</w:t>
      </w:r>
      <w:r w:rsidR="00E433E8" w:rsidRPr="00A875F1">
        <w:t xml:space="preserve">os </w:t>
      </w:r>
      <w:r w:rsidR="00A875F1">
        <w:t xml:space="preserve">Objetos </w:t>
      </w:r>
      <w:r w:rsidR="00505079">
        <w:t xml:space="preserve">negociais </w:t>
      </w:r>
      <w:r w:rsidR="00505079" w:rsidRPr="00A875F1">
        <w:t>da solução</w:t>
      </w:r>
      <w:r w:rsidR="00933283" w:rsidRPr="00A875F1">
        <w:t xml:space="preserve"> </w:t>
      </w:r>
      <w:r w:rsidR="009165F7" w:rsidRPr="00A875F1">
        <w:t xml:space="preserve"> </w:t>
      </w:r>
    </w:p>
    <w:p w14:paraId="2995BD56" w14:textId="77777777" w:rsidR="00505079" w:rsidRDefault="00505079" w:rsidP="00505079">
      <w:pPr>
        <w:pStyle w:val="Corpodetexto3"/>
      </w:pPr>
    </w:p>
    <w:p w14:paraId="37C2AF1D" w14:textId="5702DBCA" w:rsidR="00431914" w:rsidRPr="00E96D9D" w:rsidRDefault="00431914" w:rsidP="00431914">
      <w:pPr>
        <w:pStyle w:val="Ttulo3"/>
        <w:rPr>
          <w:lang w:val="en-US"/>
        </w:rPr>
      </w:pPr>
      <w:bookmarkStart w:id="28" w:name="_Toc178685549"/>
      <w:r w:rsidRPr="00E96D9D">
        <w:rPr>
          <w:lang w:val="en-US"/>
        </w:rPr>
        <w:t>Controller</w:t>
      </w:r>
      <w:bookmarkEnd w:id="28"/>
    </w:p>
    <w:p w14:paraId="27F22734" w14:textId="61FE2073" w:rsidR="00B53CD0" w:rsidRDefault="00505079" w:rsidP="00E974DA">
      <w:pPr>
        <w:pStyle w:val="Corpodetexto"/>
        <w:ind w:right="96"/>
        <w:jc w:val="both"/>
      </w:pPr>
      <w:r>
        <w:t xml:space="preserve">Classes de </w:t>
      </w:r>
      <w:r w:rsidR="00AC6800">
        <w:t>controle,</w:t>
      </w:r>
      <w:r w:rsidR="00170295">
        <w:t xml:space="preserve"> responsável por </w:t>
      </w:r>
      <w:r w:rsidR="00584DB2">
        <w:t xml:space="preserve">receber as requisições do usuário e chamar serviços </w:t>
      </w:r>
      <w:r w:rsidR="008731EA">
        <w:t xml:space="preserve">para </w:t>
      </w:r>
      <w:r w:rsidR="00D04041">
        <w:t>resolvê-los</w:t>
      </w:r>
      <w:r w:rsidR="00270925">
        <w:t xml:space="preserve"> retornando a resposta para o usuário</w:t>
      </w:r>
      <w:r w:rsidR="00E974DA">
        <w:t>.</w:t>
      </w:r>
    </w:p>
    <w:p w14:paraId="3C318A08" w14:textId="77777777" w:rsidR="00B53CD0" w:rsidRDefault="00B53CD0" w:rsidP="00FF5914">
      <w:pPr>
        <w:pStyle w:val="Corpodetexto2"/>
        <w:jc w:val="both"/>
      </w:pPr>
    </w:p>
    <w:p w14:paraId="2227B67F" w14:textId="73A513A7" w:rsidR="00B10984" w:rsidRDefault="00B53CD0" w:rsidP="004A0F44">
      <w:pPr>
        <w:pStyle w:val="Ttulo3"/>
      </w:pPr>
      <w:bookmarkStart w:id="29" w:name="_Toc178685550"/>
      <w:r>
        <w:t>Service</w:t>
      </w:r>
      <w:bookmarkEnd w:id="29"/>
    </w:p>
    <w:p w14:paraId="78E6E7F3" w14:textId="26716245" w:rsidR="00A577E0" w:rsidRDefault="008D26FA" w:rsidP="00E974DA">
      <w:pPr>
        <w:pStyle w:val="Corpodetexto"/>
        <w:ind w:right="96"/>
        <w:jc w:val="both"/>
      </w:pPr>
      <w:r>
        <w:t xml:space="preserve">Classes responsáveis pela </w:t>
      </w:r>
      <w:r w:rsidR="009E7C8F">
        <w:t>lógica</w:t>
      </w:r>
      <w:r>
        <w:t xml:space="preserve"> d</w:t>
      </w:r>
      <w:r w:rsidR="009E7C8F">
        <w:t>o</w:t>
      </w:r>
      <w:r>
        <w:t xml:space="preserve"> </w:t>
      </w:r>
      <w:r w:rsidR="009E7C8F">
        <w:t>negócio</w:t>
      </w:r>
      <w:r>
        <w:t xml:space="preserve"> do sistema, e nela que </w:t>
      </w:r>
      <w:r w:rsidR="00A526F5">
        <w:t xml:space="preserve">ficara </w:t>
      </w:r>
      <w:r w:rsidR="009E7C8F">
        <w:t>as re</w:t>
      </w:r>
      <w:r w:rsidR="00EF13F4">
        <w:t>gras negociais d</w:t>
      </w:r>
      <w:r w:rsidR="00E34BE9">
        <w:t>a aplicação</w:t>
      </w:r>
    </w:p>
    <w:p w14:paraId="61115205" w14:textId="77777777" w:rsidR="00F155D0" w:rsidRDefault="00F155D0" w:rsidP="00F155D0">
      <w:pPr>
        <w:pStyle w:val="Corpodetexto2"/>
        <w:jc w:val="both"/>
      </w:pPr>
    </w:p>
    <w:p w14:paraId="1B82A4F9" w14:textId="2725E0F0" w:rsidR="00B10984" w:rsidRDefault="0067747D" w:rsidP="004A0F44">
      <w:pPr>
        <w:pStyle w:val="Ttulo3"/>
      </w:pPr>
      <w:bookmarkStart w:id="30" w:name="_Toc178685551"/>
      <w:proofErr w:type="spellStart"/>
      <w:r w:rsidRPr="0067747D">
        <w:t>Repository</w:t>
      </w:r>
      <w:bookmarkEnd w:id="30"/>
      <w:proofErr w:type="spellEnd"/>
    </w:p>
    <w:p w14:paraId="581FB23D" w14:textId="72E7E68E" w:rsidR="00A540CB" w:rsidRDefault="00A540CB" w:rsidP="00E974DA">
      <w:pPr>
        <w:pStyle w:val="Corpodetexto"/>
        <w:ind w:right="96"/>
        <w:jc w:val="both"/>
      </w:pPr>
      <w:r>
        <w:t>É onde fica a inter</w:t>
      </w:r>
      <w:r w:rsidR="00DA63AF">
        <w:t xml:space="preserve">face de persistência </w:t>
      </w:r>
      <w:r w:rsidR="00B13167">
        <w:t xml:space="preserve">de dados </w:t>
      </w:r>
      <w:r w:rsidR="00DA63AF">
        <w:t xml:space="preserve">da </w:t>
      </w:r>
      <w:r w:rsidR="00A577E0">
        <w:t>aplicação,</w:t>
      </w:r>
      <w:r w:rsidR="00DA63AF">
        <w:t xml:space="preserve"> quando</w:t>
      </w:r>
      <w:r w:rsidR="00E34BE9">
        <w:t xml:space="preserve"> houver necessidade </w:t>
      </w:r>
      <w:r w:rsidR="00DA63AF">
        <w:t xml:space="preserve"> </w:t>
      </w:r>
    </w:p>
    <w:p w14:paraId="3F0F32F9" w14:textId="77777777" w:rsidR="00A577E0" w:rsidRPr="00A540CB" w:rsidRDefault="00A577E0" w:rsidP="00A540CB">
      <w:pPr>
        <w:pStyle w:val="Corpodetexto3"/>
      </w:pPr>
    </w:p>
    <w:p w14:paraId="5251D38A" w14:textId="609B311E" w:rsidR="00B10984" w:rsidRDefault="00523E98" w:rsidP="004A0F44">
      <w:pPr>
        <w:pStyle w:val="Ttulo3"/>
      </w:pPr>
      <w:bookmarkStart w:id="31" w:name="_Toc178685552"/>
      <w:proofErr w:type="spellStart"/>
      <w:r w:rsidRPr="00523E98">
        <w:t>Exception</w:t>
      </w:r>
      <w:bookmarkEnd w:id="31"/>
      <w:proofErr w:type="spellEnd"/>
    </w:p>
    <w:p w14:paraId="66D1EAC0" w14:textId="3F8D1802" w:rsidR="00B10984" w:rsidRDefault="00F2550C" w:rsidP="00E974DA">
      <w:pPr>
        <w:pStyle w:val="Corpodetexto"/>
        <w:ind w:right="96"/>
        <w:jc w:val="both"/>
      </w:pPr>
      <w:r>
        <w:t xml:space="preserve">Local onde deve ser implementado as classes </w:t>
      </w:r>
      <w:r w:rsidR="00D564F1">
        <w:t xml:space="preserve">que tratarão as exceções do sistema </w:t>
      </w:r>
      <w:r w:rsidR="00550DA8">
        <w:t>(</w:t>
      </w:r>
      <w:proofErr w:type="spellStart"/>
      <w:r w:rsidR="00026FD6">
        <w:t>Hadlers</w:t>
      </w:r>
      <w:proofErr w:type="spellEnd"/>
      <w:r w:rsidR="00550DA8">
        <w:t>)</w:t>
      </w:r>
    </w:p>
    <w:p w14:paraId="43C0E6BF" w14:textId="77777777" w:rsidR="008E0966" w:rsidRDefault="008E0966" w:rsidP="00D564F1">
      <w:pPr>
        <w:pStyle w:val="Corpodetexto3"/>
      </w:pPr>
    </w:p>
    <w:p w14:paraId="740F9143" w14:textId="77777777" w:rsidR="00B10984" w:rsidRDefault="00B10984" w:rsidP="004A0F44">
      <w:pPr>
        <w:pStyle w:val="Ttulo3"/>
      </w:pPr>
      <w:bookmarkStart w:id="32" w:name="_Toc178685553"/>
      <w:proofErr w:type="spellStart"/>
      <w:r>
        <w:t>util</w:t>
      </w:r>
      <w:bookmarkEnd w:id="32"/>
      <w:proofErr w:type="spellEnd"/>
    </w:p>
    <w:p w14:paraId="1444B1DA" w14:textId="77777777" w:rsidR="00B10984" w:rsidRDefault="00B10984" w:rsidP="00E974DA">
      <w:pPr>
        <w:pStyle w:val="Corpodetexto"/>
        <w:ind w:right="96"/>
        <w:jc w:val="both"/>
      </w:pPr>
      <w:r>
        <w:t>A</w:t>
      </w:r>
      <w:r w:rsidRPr="00B10984">
        <w:t>rmazena as classes utilitárias que podem ser utilizadas pelos componentes</w:t>
      </w:r>
      <w:r>
        <w:t>.</w:t>
      </w:r>
    </w:p>
    <w:p w14:paraId="446D570C" w14:textId="77777777" w:rsidR="00313DA0" w:rsidRDefault="00313DA0" w:rsidP="00FF5914">
      <w:pPr>
        <w:pStyle w:val="Corpodetexto2"/>
        <w:jc w:val="both"/>
      </w:pPr>
    </w:p>
    <w:p w14:paraId="2A67AB13" w14:textId="09EE1E47" w:rsidR="00B10984" w:rsidRDefault="00EB6ABE" w:rsidP="00DD33D2">
      <w:pPr>
        <w:pStyle w:val="Ttulo3"/>
      </w:pPr>
      <w:bookmarkStart w:id="33" w:name="_Toc178685554"/>
      <w:proofErr w:type="spellStart"/>
      <w:r>
        <w:t>Config</w:t>
      </w:r>
      <w:bookmarkEnd w:id="33"/>
      <w:proofErr w:type="spellEnd"/>
    </w:p>
    <w:p w14:paraId="661AB830" w14:textId="375240AB" w:rsidR="00B10984" w:rsidRDefault="00B10984" w:rsidP="00E974DA">
      <w:pPr>
        <w:pStyle w:val="Corpodetexto"/>
        <w:ind w:right="96"/>
        <w:jc w:val="both"/>
      </w:pPr>
      <w:r>
        <w:t>A</w:t>
      </w:r>
      <w:r w:rsidRPr="00B10984">
        <w:t xml:space="preserve">rmazena as classes de </w:t>
      </w:r>
      <w:r w:rsidR="00313DA0">
        <w:t xml:space="preserve">suporte e configuração do sistema </w:t>
      </w:r>
    </w:p>
    <w:p w14:paraId="131070EB" w14:textId="77777777" w:rsidR="00313DA0" w:rsidRDefault="00313DA0" w:rsidP="00FF5914">
      <w:pPr>
        <w:pStyle w:val="Corpodetexto2"/>
        <w:jc w:val="both"/>
      </w:pPr>
    </w:p>
    <w:p w14:paraId="2A1903CC" w14:textId="7D0232FE" w:rsidR="00B10984" w:rsidRDefault="00C462C0" w:rsidP="00DD33D2">
      <w:pPr>
        <w:pStyle w:val="Ttulo3"/>
      </w:pPr>
      <w:bookmarkStart w:id="34" w:name="_Toc178685555"/>
      <w:r>
        <w:t>T</w:t>
      </w:r>
      <w:r w:rsidR="00B10984" w:rsidRPr="00B10984">
        <w:t>est</w:t>
      </w:r>
      <w:bookmarkEnd w:id="34"/>
    </w:p>
    <w:p w14:paraId="1CB37457" w14:textId="468035F0" w:rsidR="00B10984" w:rsidRDefault="00B10984" w:rsidP="00E974DA">
      <w:pPr>
        <w:pStyle w:val="Corpodetexto"/>
        <w:ind w:right="96"/>
        <w:jc w:val="both"/>
      </w:pPr>
      <w:r>
        <w:t>A</w:t>
      </w:r>
      <w:r w:rsidRPr="00B10984">
        <w:t>rmazena as classes de teste do</w:t>
      </w:r>
      <w:r w:rsidR="00550DA8">
        <w:t xml:space="preserve"> </w:t>
      </w:r>
      <w:r w:rsidR="00337DD6">
        <w:t>sistema,</w:t>
      </w:r>
      <w:r w:rsidR="00550DA8">
        <w:t xml:space="preserve"> sendo que toda </w:t>
      </w:r>
      <w:r w:rsidR="60F835C0">
        <w:t>S</w:t>
      </w:r>
      <w:r w:rsidR="00550DA8">
        <w:t xml:space="preserve">ervice e </w:t>
      </w:r>
      <w:proofErr w:type="spellStart"/>
      <w:r w:rsidR="7EFDF5C7">
        <w:t>C</w:t>
      </w:r>
      <w:r w:rsidR="00550DA8">
        <w:t>ontroller</w:t>
      </w:r>
      <w:proofErr w:type="spellEnd"/>
      <w:r w:rsidR="00550DA8">
        <w:t xml:space="preserve"> deve ter pelo menos uma classe de teste</w:t>
      </w:r>
      <w:r>
        <w:t>.</w:t>
      </w:r>
    </w:p>
    <w:p w14:paraId="63F01788" w14:textId="5A60FDD2" w:rsidR="00EB6ABE" w:rsidRDefault="008E0966" w:rsidP="00FF5914">
      <w:pPr>
        <w:pStyle w:val="Corpodetexto2"/>
        <w:jc w:val="both"/>
      </w:pPr>
      <w:r>
        <w:br w:type="page"/>
      </w:r>
    </w:p>
    <w:p w14:paraId="59E1F1EF" w14:textId="4CA82246" w:rsidR="00077192" w:rsidRDefault="003952F0" w:rsidP="004060B4">
      <w:pPr>
        <w:pStyle w:val="Ttulo2"/>
      </w:pPr>
      <w:bookmarkStart w:id="35" w:name="_Toc178685556"/>
      <w:r>
        <w:t>Node</w:t>
      </w:r>
      <w:bookmarkEnd w:id="35"/>
    </w:p>
    <w:p w14:paraId="0E3ED432" w14:textId="7B767AFC" w:rsidR="00AA6687" w:rsidRDefault="00616F6B" w:rsidP="00AA6687">
      <w:pPr>
        <w:pStyle w:val="Corpodetexto2"/>
        <w:keepNext/>
        <w:jc w:val="center"/>
      </w:pPr>
      <w:r>
        <w:rPr>
          <w:noProof/>
          <w:snapToGrid/>
        </w:rPr>
        <w:pict w14:anchorId="173B0CC6">
          <v:shape id="Picture 265891820" o:spid="_x0000_i1029" type="#_x0000_t75" style="width:357.75pt;height:519.75pt;visibility:visible">
            <v:imagedata r:id="rId20" o:title=""/>
            <o:lock v:ext="edit" aspectratio="f"/>
          </v:shape>
        </w:pict>
      </w:r>
    </w:p>
    <w:p w14:paraId="76728984" w14:textId="691781B8" w:rsidR="00AA6687" w:rsidRDefault="00AA6687" w:rsidP="00AA6687">
      <w:pPr>
        <w:pStyle w:val="Legenda"/>
        <w:jc w:val="center"/>
      </w:pPr>
      <w:r>
        <w:t xml:space="preserve">Figura </w:t>
      </w:r>
      <w:r>
        <w:fldChar w:fldCharType="begin"/>
      </w:r>
      <w:r>
        <w:instrText>SEQ Figura \* ARABIC</w:instrText>
      </w:r>
      <w:r>
        <w:fldChar w:fldCharType="separate"/>
      </w:r>
      <w:r w:rsidR="005B6B19">
        <w:rPr>
          <w:noProof/>
        </w:rPr>
        <w:t>4</w:t>
      </w:r>
      <w:r>
        <w:fldChar w:fldCharType="end"/>
      </w:r>
      <w:r>
        <w:t xml:space="preserve"> Estrutura API Node</w:t>
      </w:r>
    </w:p>
    <w:p w14:paraId="077F0839" w14:textId="77777777" w:rsidR="00E42617" w:rsidRPr="00E42617" w:rsidRDefault="00AA6687" w:rsidP="00AA6687">
      <w:r>
        <w:br w:type="page"/>
      </w:r>
    </w:p>
    <w:p w14:paraId="61E29C25" w14:textId="1AD3DA10" w:rsidR="00E42617" w:rsidRPr="00E42617" w:rsidRDefault="00E42617" w:rsidP="00E42617">
      <w:pPr>
        <w:pStyle w:val="Corpodetexto2"/>
      </w:pPr>
    </w:p>
    <w:p w14:paraId="3FD64E03" w14:textId="70F0573A" w:rsidR="00E42617" w:rsidRPr="00E42617" w:rsidRDefault="5ABDE9F3" w:rsidP="487FC794">
      <w:pPr>
        <w:pStyle w:val="Ttulo3"/>
      </w:pPr>
      <w:bookmarkStart w:id="36" w:name="_Toc178685557"/>
      <w:proofErr w:type="spellStart"/>
      <w:r>
        <w:t>Controller</w:t>
      </w:r>
      <w:bookmarkEnd w:id="36"/>
      <w:proofErr w:type="spellEnd"/>
    </w:p>
    <w:p w14:paraId="3AEDDBC3" w14:textId="20398913" w:rsidR="00E42617" w:rsidRPr="00E42617" w:rsidRDefault="43AFB98E" w:rsidP="00E974DA">
      <w:pPr>
        <w:pStyle w:val="Corpodetexto"/>
        <w:ind w:right="96"/>
        <w:jc w:val="both"/>
      </w:pPr>
      <w:r>
        <w:t xml:space="preserve">Os </w:t>
      </w:r>
      <w:proofErr w:type="spellStart"/>
      <w:r>
        <w:t>Controllers</w:t>
      </w:r>
      <w:proofErr w:type="spellEnd"/>
      <w:r>
        <w:t xml:space="preserve"> são classes responsáveis por lidar com as solicitações recebidas e retornar respostas ao cliente.</w:t>
      </w:r>
    </w:p>
    <w:p w14:paraId="76DD10CA" w14:textId="530B735B" w:rsidR="00E42617" w:rsidRPr="00E42617" w:rsidRDefault="00E42617" w:rsidP="487FC794">
      <w:pPr>
        <w:pStyle w:val="Corpodetexto3"/>
      </w:pPr>
    </w:p>
    <w:p w14:paraId="0B7F88AF" w14:textId="4DD5DE3F" w:rsidR="00E42617" w:rsidRPr="00E42617" w:rsidRDefault="5ABDE9F3" w:rsidP="487FC794">
      <w:pPr>
        <w:pStyle w:val="Ttulo3"/>
      </w:pPr>
      <w:bookmarkStart w:id="37" w:name="_Toc178685558"/>
      <w:r>
        <w:t>Service</w:t>
      </w:r>
      <w:bookmarkEnd w:id="37"/>
    </w:p>
    <w:p w14:paraId="64A59971" w14:textId="606C70F1" w:rsidR="00E42617" w:rsidRPr="00E42617" w:rsidRDefault="1B601172" w:rsidP="00E974DA">
      <w:pPr>
        <w:pStyle w:val="Corpodetexto"/>
        <w:ind w:right="96"/>
        <w:jc w:val="both"/>
      </w:pPr>
      <w:r>
        <w:t xml:space="preserve">As Services são classes </w:t>
      </w:r>
      <w:r w:rsidR="190DEFC3">
        <w:t>responsáveis</w:t>
      </w:r>
      <w:r>
        <w:t xml:space="preserve"> pela </w:t>
      </w:r>
      <w:r w:rsidR="00467A00">
        <w:t>lógica</w:t>
      </w:r>
      <w:r>
        <w:t xml:space="preserve"> negocial dos</w:t>
      </w:r>
      <w:r w:rsidR="100A1198">
        <w:t xml:space="preserve"> módulos, ou serviços comum acesso que podem ser injetados em diversas classes do projeto.</w:t>
      </w:r>
      <w:r>
        <w:t xml:space="preserve"> </w:t>
      </w:r>
    </w:p>
    <w:p w14:paraId="7AE8027C" w14:textId="2D6D0110" w:rsidR="00E42617" w:rsidRPr="00E42617" w:rsidRDefault="00E42617" w:rsidP="487FC794">
      <w:pPr>
        <w:pStyle w:val="Corpodetexto3"/>
      </w:pPr>
    </w:p>
    <w:p w14:paraId="6E77EF71" w14:textId="7846D69C" w:rsidR="00E42617" w:rsidRPr="00E42617" w:rsidRDefault="5ABDE9F3" w:rsidP="487FC794">
      <w:pPr>
        <w:pStyle w:val="Ttulo3"/>
      </w:pPr>
      <w:bookmarkStart w:id="38" w:name="_Toc178685559"/>
      <w:r>
        <w:t>Entity</w:t>
      </w:r>
      <w:bookmarkEnd w:id="38"/>
    </w:p>
    <w:p w14:paraId="0007A024" w14:textId="1312A5B0" w:rsidR="00E42617" w:rsidRPr="00E42617" w:rsidRDefault="1024E2AB" w:rsidP="00E974DA">
      <w:pPr>
        <w:pStyle w:val="Corpodetexto"/>
        <w:ind w:right="96"/>
        <w:jc w:val="both"/>
      </w:pPr>
      <w:r>
        <w:t xml:space="preserve"> As </w:t>
      </w:r>
      <w:proofErr w:type="spellStart"/>
      <w:r>
        <w:t>entities</w:t>
      </w:r>
      <w:proofErr w:type="spellEnd"/>
      <w:r>
        <w:t xml:space="preserve"> são classes que representam</w:t>
      </w:r>
      <w:r w:rsidR="63492BB0">
        <w:t xml:space="preserve"> o</w:t>
      </w:r>
      <w:r>
        <w:t xml:space="preserve"> objeto do banco no sistema</w:t>
      </w:r>
      <w:r w:rsidR="00616F6B">
        <w:t>.</w:t>
      </w:r>
    </w:p>
    <w:p w14:paraId="524122B3" w14:textId="514B7A77" w:rsidR="00E42617" w:rsidRPr="00E42617" w:rsidRDefault="00E42617" w:rsidP="487FC794">
      <w:pPr>
        <w:pStyle w:val="Corpodetexto3"/>
      </w:pPr>
    </w:p>
    <w:p w14:paraId="6EE2D4B1" w14:textId="6EE27C45" w:rsidR="00E42617" w:rsidRPr="00E42617" w:rsidRDefault="5ABDE9F3" w:rsidP="487FC794">
      <w:pPr>
        <w:pStyle w:val="Ttulo3"/>
      </w:pPr>
      <w:bookmarkStart w:id="39" w:name="_Toc178685560"/>
      <w:r>
        <w:t>Module</w:t>
      </w:r>
      <w:bookmarkEnd w:id="39"/>
    </w:p>
    <w:p w14:paraId="619E1310" w14:textId="4D6B108D" w:rsidR="00E42617" w:rsidRPr="00E42617" w:rsidRDefault="336DD49C" w:rsidP="00E974DA">
      <w:pPr>
        <w:pStyle w:val="Corpodetexto"/>
        <w:ind w:right="96"/>
        <w:jc w:val="both"/>
      </w:pPr>
      <w:r>
        <w:t>Um módulo é uma classe anotada com um decorador. O decorador fornece metadados para organizar a estrutura de aplicação</w:t>
      </w:r>
      <w:r w:rsidR="00616F6B">
        <w:t>.</w:t>
      </w:r>
    </w:p>
    <w:p w14:paraId="4AB3C8D7" w14:textId="36CF00F9" w:rsidR="00E42617" w:rsidRPr="00E42617" w:rsidRDefault="00E42617" w:rsidP="487FC794">
      <w:pPr>
        <w:pStyle w:val="Corpodetexto3"/>
      </w:pPr>
    </w:p>
    <w:p w14:paraId="4FC46677" w14:textId="6F8640D5" w:rsidR="00E42617" w:rsidRPr="00E42617" w:rsidRDefault="5ABDE9F3" w:rsidP="487FC794">
      <w:pPr>
        <w:pStyle w:val="Ttulo3"/>
      </w:pPr>
      <w:bookmarkStart w:id="40" w:name="_Toc178685561"/>
      <w:r>
        <w:t>Middleware</w:t>
      </w:r>
      <w:bookmarkEnd w:id="40"/>
    </w:p>
    <w:p w14:paraId="4F09FE46" w14:textId="1412617A" w:rsidR="00E42617" w:rsidRPr="00E42617" w:rsidRDefault="3A2159DB" w:rsidP="00E974DA">
      <w:pPr>
        <w:pStyle w:val="Corpodetexto"/>
        <w:ind w:right="96"/>
        <w:jc w:val="both"/>
      </w:pPr>
      <w:r>
        <w:t>Middleware é uma função que é chamada antes do manipulador de rotas. As funções do middleware têm acesso aos objetos de solicitação e resposta e à função middleware no ciclo de solicitação-resposta do aplicativo.</w:t>
      </w:r>
    </w:p>
    <w:p w14:paraId="73C32C1F" w14:textId="7B7263C6" w:rsidR="00E42617" w:rsidRPr="00E42617" w:rsidRDefault="00E42617" w:rsidP="487FC794">
      <w:pPr>
        <w:pStyle w:val="Corpodetexto3"/>
      </w:pPr>
    </w:p>
    <w:p w14:paraId="2AF71029" w14:textId="688FCDAE" w:rsidR="00E42617" w:rsidRPr="00E42617" w:rsidRDefault="5ABDE9F3" w:rsidP="487FC794">
      <w:pPr>
        <w:pStyle w:val="Ttulo3"/>
      </w:pPr>
      <w:bookmarkStart w:id="41" w:name="_Toc178685562"/>
      <w:r>
        <w:t>Pipe</w:t>
      </w:r>
      <w:bookmarkEnd w:id="41"/>
    </w:p>
    <w:p w14:paraId="2E137F43" w14:textId="1F66D33B" w:rsidR="00E42617" w:rsidRPr="00E974DA" w:rsidRDefault="66EED7BB" w:rsidP="00E974DA">
      <w:pPr>
        <w:pStyle w:val="Corpodetexto"/>
        <w:ind w:right="96"/>
        <w:jc w:val="both"/>
      </w:pPr>
      <w:r w:rsidRPr="00E974DA">
        <w:t xml:space="preserve">Um </w:t>
      </w:r>
      <w:proofErr w:type="spellStart"/>
      <w:r w:rsidRPr="00E974DA">
        <w:t>pipe</w:t>
      </w:r>
      <w:proofErr w:type="spellEnd"/>
      <w:r w:rsidRPr="00E974DA">
        <w:t xml:space="preserve"> é uma </w:t>
      </w:r>
      <w:r w:rsidR="4719740D" w:rsidRPr="00E974DA">
        <w:t>classe que</w:t>
      </w:r>
      <w:r w:rsidRPr="00E974DA">
        <w:t xml:space="preserve"> intercepta o retorno de uma </w:t>
      </w:r>
      <w:r w:rsidR="2BEF9E95" w:rsidRPr="00E974DA">
        <w:t>função podendo</w:t>
      </w:r>
      <w:r w:rsidRPr="00E974DA">
        <w:t xml:space="preserve"> </w:t>
      </w:r>
      <w:r w:rsidR="506BE234" w:rsidRPr="00E974DA">
        <w:t>transformar</w:t>
      </w:r>
      <w:r w:rsidRPr="00E974DA">
        <w:t xml:space="preserve"> o dado de retorno ou </w:t>
      </w:r>
      <w:r w:rsidR="00616B72" w:rsidRPr="00E974DA">
        <w:t>validá-lo</w:t>
      </w:r>
      <w:r w:rsidR="030BA800" w:rsidRPr="00E974DA">
        <w:t xml:space="preserve"> antes de </w:t>
      </w:r>
      <w:r w:rsidR="00616F6B" w:rsidRPr="00E974DA">
        <w:t>retorná-lo</w:t>
      </w:r>
      <w:r w:rsidR="030BA800" w:rsidRPr="00E974DA">
        <w:t xml:space="preserve"> a sua execução padrão</w:t>
      </w:r>
      <w:r w:rsidR="00616F6B">
        <w:t>.</w:t>
      </w:r>
    </w:p>
    <w:p w14:paraId="4D72438F" w14:textId="4499EAE9" w:rsidR="00E42617" w:rsidRPr="00EB3A3E" w:rsidRDefault="00E42617" w:rsidP="487FC794">
      <w:pPr>
        <w:pStyle w:val="Corpodetexto3"/>
        <w:rPr>
          <w:color w:val="404040"/>
          <w:szCs w:val="22"/>
        </w:rPr>
      </w:pPr>
    </w:p>
    <w:p w14:paraId="2583B1B7" w14:textId="22ABAFC0" w:rsidR="00E42617" w:rsidRPr="00E42617" w:rsidRDefault="5ABDE9F3" w:rsidP="487FC794">
      <w:pPr>
        <w:pStyle w:val="Ttulo3"/>
      </w:pPr>
      <w:bookmarkStart w:id="42" w:name="_Toc178685563"/>
      <w:r>
        <w:t>Guard</w:t>
      </w:r>
      <w:bookmarkEnd w:id="42"/>
    </w:p>
    <w:p w14:paraId="48130761" w14:textId="44C404B8" w:rsidR="00E42617" w:rsidRPr="00E974DA" w:rsidRDefault="7CDAB3C1" w:rsidP="00E974DA">
      <w:pPr>
        <w:pStyle w:val="Corpodetexto"/>
        <w:ind w:right="96"/>
        <w:jc w:val="both"/>
      </w:pPr>
      <w:r w:rsidRPr="00E974DA">
        <w:t xml:space="preserve">Os </w:t>
      </w:r>
      <w:proofErr w:type="spellStart"/>
      <w:r w:rsidR="7E0E056F" w:rsidRPr="00E974DA">
        <w:t>Guards</w:t>
      </w:r>
      <w:proofErr w:type="spellEnd"/>
      <w:r w:rsidRPr="00E974DA">
        <w:t xml:space="preserve"> têm a responsabilidade de autorizar uma execução de um </w:t>
      </w:r>
      <w:proofErr w:type="spellStart"/>
      <w:r w:rsidR="4784B859" w:rsidRPr="00E974DA">
        <w:t>C</w:t>
      </w:r>
      <w:r w:rsidRPr="00E974DA">
        <w:t>ontroller</w:t>
      </w:r>
      <w:proofErr w:type="spellEnd"/>
      <w:r w:rsidR="1533828A" w:rsidRPr="00E974DA">
        <w:t>,</w:t>
      </w:r>
      <w:r w:rsidRPr="00E974DA">
        <w:t xml:space="preserve"> serv</w:t>
      </w:r>
      <w:r w:rsidR="1FA31B42" w:rsidRPr="00E974DA">
        <w:t>i</w:t>
      </w:r>
      <w:r w:rsidRPr="00E974DA">
        <w:t>ço</w:t>
      </w:r>
      <w:r w:rsidR="3052A346" w:rsidRPr="00E974DA">
        <w:t xml:space="preserve"> e</w:t>
      </w:r>
      <w:r w:rsidR="6B28D23F" w:rsidRPr="00E974DA">
        <w:t xml:space="preserve"> </w:t>
      </w:r>
      <w:r w:rsidRPr="00E974DA">
        <w:t xml:space="preserve">rotas dependendo de certas </w:t>
      </w:r>
      <w:r w:rsidR="3527A814" w:rsidRPr="00E974DA">
        <w:t>condições sempre</w:t>
      </w:r>
      <w:r w:rsidR="548B0BA5" w:rsidRPr="00E974DA">
        <w:t xml:space="preserve"> </w:t>
      </w:r>
      <w:r w:rsidRPr="00E974DA">
        <w:t>presentes no tempo de execução.</w:t>
      </w:r>
    </w:p>
    <w:p w14:paraId="0A1E2593" w14:textId="07D31C3A" w:rsidR="00E42617" w:rsidRPr="00EB3A3E" w:rsidRDefault="00E42617" w:rsidP="487FC794">
      <w:pPr>
        <w:pStyle w:val="Corpodetexto3"/>
        <w:rPr>
          <w:color w:val="404040"/>
          <w:szCs w:val="22"/>
        </w:rPr>
      </w:pPr>
    </w:p>
    <w:p w14:paraId="4C8E06F9" w14:textId="3C317AF7" w:rsidR="00E42617" w:rsidRPr="00E42617" w:rsidRDefault="33F84F51" w:rsidP="487FC794">
      <w:pPr>
        <w:pStyle w:val="Ttulo3"/>
      </w:pPr>
      <w:bookmarkStart w:id="43" w:name="_Toc178685564"/>
      <w:proofErr w:type="spellStart"/>
      <w:r w:rsidRPr="487FC794">
        <w:t>S</w:t>
      </w:r>
      <w:r w:rsidR="6ECE7E4A" w:rsidRPr="487FC794">
        <w:t>pec</w:t>
      </w:r>
      <w:bookmarkEnd w:id="43"/>
      <w:proofErr w:type="spellEnd"/>
    </w:p>
    <w:p w14:paraId="61F939F0" w14:textId="54C54D43" w:rsidR="00E42617" w:rsidRPr="00E974DA" w:rsidRDefault="6ECE7E4A" w:rsidP="00E974DA">
      <w:pPr>
        <w:pStyle w:val="Corpodetexto"/>
        <w:ind w:right="96"/>
        <w:jc w:val="both"/>
      </w:pPr>
      <w:r>
        <w:t xml:space="preserve">São classes de teste sempre vinculadas a um </w:t>
      </w:r>
      <w:proofErr w:type="spellStart"/>
      <w:r>
        <w:t>Controller</w:t>
      </w:r>
      <w:proofErr w:type="spellEnd"/>
      <w:r>
        <w:t xml:space="preserve"> e uma </w:t>
      </w:r>
      <w:r w:rsidR="70202569">
        <w:t xml:space="preserve">Service. Todo </w:t>
      </w:r>
      <w:proofErr w:type="spellStart"/>
      <w:r w:rsidR="70202569">
        <w:t>Controller</w:t>
      </w:r>
      <w:proofErr w:type="spellEnd"/>
      <w:r w:rsidR="70202569">
        <w:t xml:space="preserve"> e </w:t>
      </w:r>
      <w:r w:rsidR="1D08745D">
        <w:t>Service possui</w:t>
      </w:r>
      <w:r w:rsidR="70202569">
        <w:t xml:space="preserve"> um </w:t>
      </w:r>
      <w:proofErr w:type="spellStart"/>
      <w:r w:rsidR="70202569">
        <w:t>Spec</w:t>
      </w:r>
      <w:proofErr w:type="spellEnd"/>
      <w:r w:rsidR="70202569">
        <w:t xml:space="preserve"> para implementação de teste</w:t>
      </w:r>
      <w:r w:rsidR="62177450">
        <w:t>.</w:t>
      </w:r>
    </w:p>
    <w:p w14:paraId="240BEF87" w14:textId="493F157F" w:rsidR="00E42617" w:rsidRPr="00E42617" w:rsidRDefault="00E42617" w:rsidP="00E42617">
      <w:pPr>
        <w:pStyle w:val="Corpodetexto2"/>
      </w:pPr>
    </w:p>
    <w:p w14:paraId="418737E2" w14:textId="41063E10" w:rsidR="00E42617" w:rsidRPr="00E42617" w:rsidRDefault="00E42617" w:rsidP="487FC794">
      <w:r>
        <w:br w:type="page"/>
      </w:r>
    </w:p>
    <w:p w14:paraId="5C46589A" w14:textId="16E410A9" w:rsidR="00E42617" w:rsidRPr="00E42617" w:rsidRDefault="00E42617" w:rsidP="00E42617">
      <w:pPr>
        <w:pStyle w:val="Corpodetexto2"/>
      </w:pPr>
    </w:p>
    <w:p w14:paraId="73248ACE" w14:textId="77777777" w:rsidR="00B01FE6" w:rsidRDefault="00B01FE6" w:rsidP="00B01FE6">
      <w:pPr>
        <w:pStyle w:val="Ttulo1"/>
      </w:pPr>
      <w:bookmarkStart w:id="44" w:name="_Toc178685565"/>
      <w:r>
        <w:t>framework da arquitetura front-end</w:t>
      </w:r>
      <w:bookmarkEnd w:id="44"/>
    </w:p>
    <w:p w14:paraId="5BEDEF21" w14:textId="77777777" w:rsidR="00B01FE6" w:rsidRDefault="00B01FE6" w:rsidP="00B01FE6">
      <w:pPr>
        <w:pStyle w:val="Ttulo2"/>
      </w:pPr>
      <w:bookmarkStart w:id="45" w:name="_Toc178685566"/>
      <w:r>
        <w:t>Angular</w:t>
      </w:r>
      <w:bookmarkEnd w:id="45"/>
    </w:p>
    <w:p w14:paraId="7C7FDCB4" w14:textId="5B6F39FB" w:rsidR="00486DD4" w:rsidRDefault="00B01FE6" w:rsidP="00E974DA">
      <w:pPr>
        <w:pStyle w:val="Corpodetexto"/>
        <w:ind w:right="96"/>
        <w:jc w:val="both"/>
      </w:pPr>
      <w:r>
        <w:t>É</w:t>
      </w:r>
      <w:r w:rsidRPr="00B01FE6">
        <w:t xml:space="preserve"> um framework </w:t>
      </w:r>
      <w:proofErr w:type="spellStart"/>
      <w:r w:rsidRPr="00B01FE6">
        <w:t>JavaScript</w:t>
      </w:r>
      <w:proofErr w:type="spellEnd"/>
      <w:r w:rsidRPr="00B01FE6">
        <w:t xml:space="preserve"> open-</w:t>
      </w:r>
      <w:proofErr w:type="spellStart"/>
      <w:r w:rsidRPr="00B01FE6">
        <w:t>source</w:t>
      </w:r>
      <w:proofErr w:type="spellEnd"/>
      <w:r w:rsidRPr="00B01FE6">
        <w:t>,</w:t>
      </w:r>
      <w:r w:rsidR="007117F5">
        <w:t xml:space="preserve"> comumente utilizado para fazer aplicações </w:t>
      </w:r>
      <w:r w:rsidR="00616F6B">
        <w:t>SPA (</w:t>
      </w:r>
      <w:r w:rsidR="00AA6687">
        <w:t xml:space="preserve">single </w:t>
      </w:r>
      <w:proofErr w:type="spellStart"/>
      <w:r w:rsidR="00AA6687">
        <w:t>page</w:t>
      </w:r>
      <w:proofErr w:type="spellEnd"/>
      <w:r w:rsidR="00AA6687">
        <w:t xml:space="preserve"> </w:t>
      </w:r>
      <w:proofErr w:type="spellStart"/>
      <w:r w:rsidR="00AA6687">
        <w:t>aplication</w:t>
      </w:r>
      <w:proofErr w:type="spellEnd"/>
      <w:r w:rsidR="00AA6687">
        <w:t>)</w:t>
      </w:r>
      <w:r w:rsidR="007117F5">
        <w:t>,</w:t>
      </w:r>
      <w:r w:rsidRPr="00B01FE6">
        <w:t xml:space="preserve"> mantido pelo Google, segue o padrão </w:t>
      </w:r>
      <w:r w:rsidR="007117F5">
        <w:t xml:space="preserve">Componente </w:t>
      </w:r>
      <w:r w:rsidRPr="00B01FE6">
        <w:t>da engenharia de Software</w:t>
      </w:r>
      <w:r w:rsidR="007117F5">
        <w:t>.</w:t>
      </w:r>
      <w:r w:rsidR="00207F95">
        <w:t xml:space="preserve"> A</w:t>
      </w:r>
      <w:r w:rsidRPr="00B01FE6">
        <w:t>ngular traz serviços comumente designados ao lado</w:t>
      </w:r>
      <w:r w:rsidR="00207F95">
        <w:t xml:space="preserve"> do</w:t>
      </w:r>
      <w:r w:rsidRPr="00B01FE6">
        <w:t xml:space="preserve"> servidor da aplicação, como </w:t>
      </w:r>
      <w:proofErr w:type="spellStart"/>
      <w:r w:rsidR="007B2A96">
        <w:t>C</w:t>
      </w:r>
      <w:r w:rsidRPr="00B01FE6">
        <w:t>ontrollers</w:t>
      </w:r>
      <w:proofErr w:type="spellEnd"/>
      <w:r w:rsidR="007117F5">
        <w:t xml:space="preserve">, </w:t>
      </w:r>
      <w:proofErr w:type="spellStart"/>
      <w:r w:rsidR="007B2A96">
        <w:t>R</w:t>
      </w:r>
      <w:r w:rsidR="007117F5">
        <w:t>outers</w:t>
      </w:r>
      <w:proofErr w:type="spellEnd"/>
      <w:r w:rsidR="007117F5">
        <w:t xml:space="preserve"> e </w:t>
      </w:r>
      <w:proofErr w:type="spellStart"/>
      <w:r w:rsidR="007117F5">
        <w:t>services</w:t>
      </w:r>
      <w:proofErr w:type="spellEnd"/>
      <w:r w:rsidR="00C05A6E">
        <w:t xml:space="preserve"> </w:t>
      </w:r>
      <w:r w:rsidRPr="00B01FE6">
        <w:t>para o lado</w:t>
      </w:r>
      <w:r w:rsidR="00C05A6E">
        <w:t xml:space="preserve"> cliente da </w:t>
      </w:r>
      <w:r w:rsidR="007117F5">
        <w:t>aplicação</w:t>
      </w:r>
      <w:r w:rsidRPr="00B01FE6">
        <w:t xml:space="preserve">. Consequentemente, o peso do </w:t>
      </w:r>
      <w:proofErr w:type="spellStart"/>
      <w:r w:rsidRPr="00B01FE6">
        <w:t>back</w:t>
      </w:r>
      <w:r w:rsidR="001B578A">
        <w:t>-</w:t>
      </w:r>
      <w:r w:rsidRPr="00B01FE6">
        <w:t>end</w:t>
      </w:r>
      <w:proofErr w:type="spellEnd"/>
      <w:r w:rsidRPr="00B01FE6">
        <w:t xml:space="preserve"> é radicalmente reduzido</w:t>
      </w:r>
      <w:r w:rsidR="00AC5411">
        <w:t>, dividindo com a aplicação Front-end</w:t>
      </w:r>
      <w:r w:rsidR="00486DD4">
        <w:t>.</w:t>
      </w:r>
    </w:p>
    <w:p w14:paraId="76ED70FB" w14:textId="55102F9E" w:rsidR="007B2A96" w:rsidRDefault="004332A0" w:rsidP="00E974DA">
      <w:pPr>
        <w:pStyle w:val="Corpodetexto"/>
        <w:ind w:right="96"/>
        <w:jc w:val="both"/>
      </w:pPr>
      <w:r>
        <w:t>Através</w:t>
      </w:r>
      <w:r w:rsidR="0033219D">
        <w:t xml:space="preserve"> do </w:t>
      </w:r>
      <w:r w:rsidR="00E16FA7">
        <w:t xml:space="preserve">Angular as </w:t>
      </w:r>
      <w:r w:rsidR="00CC2263">
        <w:t xml:space="preserve">aplicações </w:t>
      </w:r>
      <w:r w:rsidR="009A483E">
        <w:t xml:space="preserve">clientes conseguem ser mais </w:t>
      </w:r>
      <w:r>
        <w:t>poderosas,</w:t>
      </w:r>
      <w:r w:rsidR="009A483E">
        <w:t xml:space="preserve"> gerenciáveis e escaláveis.</w:t>
      </w:r>
    </w:p>
    <w:p w14:paraId="0A3E0934" w14:textId="77777777" w:rsidR="00206CC9" w:rsidRDefault="00206CC9" w:rsidP="007B2A96">
      <w:pPr>
        <w:pStyle w:val="Corpodetexto2"/>
        <w:jc w:val="both"/>
      </w:pPr>
    </w:p>
    <w:p w14:paraId="0D49BFEA" w14:textId="6A98A114" w:rsidR="00206CC9" w:rsidRDefault="00206CC9" w:rsidP="00206CC9">
      <w:pPr>
        <w:pStyle w:val="Ttulo2"/>
      </w:pPr>
      <w:bookmarkStart w:id="46" w:name="_Toc178685567"/>
      <w:proofErr w:type="spellStart"/>
      <w:r>
        <w:t>React</w:t>
      </w:r>
      <w:bookmarkEnd w:id="46"/>
      <w:proofErr w:type="spellEnd"/>
    </w:p>
    <w:p w14:paraId="73778F62" w14:textId="02C68531" w:rsidR="00666CE6" w:rsidRDefault="0C49B3E4" w:rsidP="00E974DA">
      <w:pPr>
        <w:pStyle w:val="Corpodetexto"/>
        <w:ind w:right="96"/>
        <w:jc w:val="both"/>
      </w:pPr>
      <w:proofErr w:type="spellStart"/>
      <w:r>
        <w:t>React</w:t>
      </w:r>
      <w:proofErr w:type="spellEnd"/>
      <w:r>
        <w:t xml:space="preserve"> é uma biblioteca </w:t>
      </w:r>
      <w:proofErr w:type="spellStart"/>
      <w:r>
        <w:t>JavaScript</w:t>
      </w:r>
      <w:proofErr w:type="spellEnd"/>
      <w:r>
        <w:t xml:space="preserve"> de código aberto usada para construir interfaces de usuário. É usado para lidar com a camada de visualização para aplicativos da web e mobile. Também nos permite criar componentes de IU reutilizáveis. O principal objetivo do </w:t>
      </w:r>
      <w:proofErr w:type="spellStart"/>
      <w:r>
        <w:t>React</w:t>
      </w:r>
      <w:proofErr w:type="spellEnd"/>
      <w:r>
        <w:t xml:space="preserve"> é ser rápido, escalonável e simples.</w:t>
      </w:r>
    </w:p>
    <w:p w14:paraId="7D7EC132" w14:textId="77777777" w:rsidR="007B2A96" w:rsidRPr="00E0779D" w:rsidRDefault="00666CE6" w:rsidP="007B2A96">
      <w:pPr>
        <w:pStyle w:val="Corpodetexto2"/>
        <w:jc w:val="both"/>
      </w:pPr>
      <w:r>
        <w:br w:type="page"/>
      </w:r>
    </w:p>
    <w:p w14:paraId="3F30E3DB" w14:textId="77777777" w:rsidR="00B01FE6" w:rsidRDefault="00B01FE6" w:rsidP="00B01FE6">
      <w:pPr>
        <w:pStyle w:val="Ttulo1"/>
      </w:pPr>
      <w:bookmarkStart w:id="47" w:name="_Toc178685568"/>
      <w:r w:rsidRPr="00B01FE6">
        <w:t>Estrutura de pacotes Front-end</w:t>
      </w:r>
      <w:bookmarkEnd w:id="47"/>
    </w:p>
    <w:p w14:paraId="2B6B8ED5" w14:textId="77777777" w:rsidR="0013656C" w:rsidRPr="0013656C" w:rsidRDefault="0013656C" w:rsidP="0013656C">
      <w:pPr>
        <w:pStyle w:val="Corpodetexto"/>
      </w:pPr>
    </w:p>
    <w:p w14:paraId="7341AB7D" w14:textId="1E22C5E0" w:rsidR="00397D1F" w:rsidRPr="00397D1F" w:rsidRDefault="00397D1F" w:rsidP="00397D1F">
      <w:pPr>
        <w:pStyle w:val="Ttulo2"/>
      </w:pPr>
      <w:bookmarkStart w:id="48" w:name="_Toc178685569"/>
      <w:r>
        <w:t>Angular</w:t>
      </w:r>
      <w:bookmarkEnd w:id="48"/>
    </w:p>
    <w:p w14:paraId="7FE21108" w14:textId="0B59177A" w:rsidR="004E4F17" w:rsidRDefault="00616F6B" w:rsidP="004E4F17">
      <w:pPr>
        <w:pStyle w:val="Corpodetexto"/>
        <w:keepNext/>
        <w:jc w:val="center"/>
      </w:pPr>
      <w:r>
        <w:rPr>
          <w:noProof/>
          <w:snapToGrid/>
        </w:rPr>
        <w:pict w14:anchorId="6D52C578">
          <v:shape id="Picture 1322722542" o:spid="_x0000_i1030" type="#_x0000_t75" style="width:290.25pt;height:464.25pt;visibility:visible">
            <v:imagedata r:id="rId21" o:title=""/>
            <o:lock v:ext="edit" aspectratio="f"/>
          </v:shape>
        </w:pict>
      </w:r>
    </w:p>
    <w:p w14:paraId="51A23055" w14:textId="10E3CAEF" w:rsidR="00A726E2" w:rsidRDefault="004E4F17" w:rsidP="004E4F17">
      <w:pPr>
        <w:pStyle w:val="Legenda"/>
        <w:jc w:val="center"/>
      </w:pPr>
      <w:r>
        <w:t xml:space="preserve">Figura </w:t>
      </w:r>
      <w:r>
        <w:fldChar w:fldCharType="begin"/>
      </w:r>
      <w:r>
        <w:instrText>SEQ Figura \* ARABIC</w:instrText>
      </w:r>
      <w:r>
        <w:fldChar w:fldCharType="separate"/>
      </w:r>
      <w:r w:rsidR="005B6B19">
        <w:rPr>
          <w:noProof/>
        </w:rPr>
        <w:t>5</w:t>
      </w:r>
      <w:r>
        <w:fldChar w:fldCharType="end"/>
      </w:r>
      <w:r>
        <w:t xml:space="preserve"> Estrutura de projeto Angular</w:t>
      </w:r>
      <w:r w:rsidR="00A726E2">
        <w:br/>
      </w:r>
    </w:p>
    <w:p w14:paraId="4C547A50" w14:textId="572FB030" w:rsidR="0085271E" w:rsidRDefault="00A726E2" w:rsidP="002B19E6">
      <w:pPr>
        <w:pStyle w:val="Ttulo3"/>
      </w:pPr>
      <w:r>
        <w:br w:type="page"/>
      </w:r>
      <w:bookmarkStart w:id="49" w:name="_Toc178685570"/>
      <w:proofErr w:type="spellStart"/>
      <w:r>
        <w:lastRenderedPageBreak/>
        <w:t>Component</w:t>
      </w:r>
      <w:bookmarkEnd w:id="49"/>
      <w:proofErr w:type="spellEnd"/>
      <w:r>
        <w:t xml:space="preserve"> </w:t>
      </w:r>
    </w:p>
    <w:p w14:paraId="631E9C12" w14:textId="6C62BAF8" w:rsidR="00AD4150" w:rsidRPr="00E974DA" w:rsidRDefault="00F87FF4" w:rsidP="00E974DA">
      <w:pPr>
        <w:pStyle w:val="Corpodetexto"/>
        <w:ind w:right="96"/>
        <w:jc w:val="both"/>
      </w:pPr>
      <w:r w:rsidRPr="00E974DA">
        <w:t>Cada aplicativo Angular tem pelo menos um componente, o componente raiz que conecta uma hierarquia de componentes com o modelo de objeto de documento de página (DOM). Cada componente define uma classe que contém dados e lógica do aplicativo e está associada a um modelo HTML que define uma visualização a ser exibida em um ambiente de d</w:t>
      </w:r>
      <w:commentRangeStart w:id="50"/>
      <w:commentRangeStart w:id="51"/>
      <w:commentRangeStart w:id="52"/>
      <w:r w:rsidRPr="00E974DA">
        <w:t>estino.</w:t>
      </w:r>
      <w:commentRangeEnd w:id="50"/>
      <w:r w:rsidRPr="00E974DA">
        <w:commentReference w:id="50"/>
      </w:r>
      <w:commentRangeEnd w:id="51"/>
      <w:r w:rsidR="00EE1F63" w:rsidRPr="00E974DA">
        <w:commentReference w:id="51"/>
      </w:r>
      <w:commentRangeEnd w:id="52"/>
      <w:r w:rsidR="00EE1F63" w:rsidRPr="00E974DA">
        <w:commentReference w:id="52"/>
      </w:r>
      <w:r w:rsidR="00E974DA">
        <w:t xml:space="preserve"> </w:t>
      </w:r>
      <w:r w:rsidR="0037751B" w:rsidRPr="00E974DA">
        <w:t>Component</w:t>
      </w:r>
      <w:r w:rsidR="00700B5D" w:rsidRPr="00E974DA">
        <w:t>es</w:t>
      </w:r>
      <w:r w:rsidR="0037751B" w:rsidRPr="00E974DA">
        <w:t xml:space="preserve"> geralmente s</w:t>
      </w:r>
      <w:r w:rsidR="00266411" w:rsidRPr="00E974DA">
        <w:t xml:space="preserve">ão constituídos </w:t>
      </w:r>
      <w:r w:rsidR="00AD4150" w:rsidRPr="00E974DA">
        <w:t>de:</w:t>
      </w:r>
    </w:p>
    <w:p w14:paraId="2C679B5E" w14:textId="40C5E97A" w:rsidR="009B0435" w:rsidRDefault="00AD4150" w:rsidP="00AD4150">
      <w:pPr>
        <w:pStyle w:val="Corpodetexto3"/>
        <w:numPr>
          <w:ilvl w:val="0"/>
          <w:numId w:val="47"/>
        </w:numPr>
        <w:rPr>
          <w:rFonts w:ascii="Helvetica" w:hAnsi="Helvetica"/>
          <w:color w:val="444444"/>
          <w:shd w:val="clear" w:color="auto" w:fill="FFFFFF"/>
        </w:rPr>
      </w:pPr>
      <w:proofErr w:type="spellStart"/>
      <w:r>
        <w:rPr>
          <w:rFonts w:ascii="Helvetica" w:hAnsi="Helvetica"/>
          <w:color w:val="444444"/>
          <w:shd w:val="clear" w:color="auto" w:fill="FFFFFF"/>
        </w:rPr>
        <w:t>Html</w:t>
      </w:r>
      <w:proofErr w:type="spellEnd"/>
      <w:r w:rsidR="002154CF">
        <w:rPr>
          <w:rFonts w:ascii="Helvetica" w:hAnsi="Helvetica"/>
          <w:color w:val="444444"/>
          <w:shd w:val="clear" w:color="auto" w:fill="FFFFFF"/>
        </w:rPr>
        <w:t xml:space="preserve"> </w:t>
      </w:r>
      <w:r w:rsidR="00281A5C">
        <w:rPr>
          <w:rFonts w:ascii="Helvetica" w:hAnsi="Helvetica"/>
          <w:color w:val="444444"/>
          <w:shd w:val="clear" w:color="auto" w:fill="FFFFFF"/>
        </w:rPr>
        <w:t>– onde fica a apresentação d</w:t>
      </w:r>
      <w:r w:rsidR="00444264">
        <w:rPr>
          <w:rFonts w:ascii="Helvetica" w:hAnsi="Helvetica"/>
          <w:color w:val="444444"/>
          <w:shd w:val="clear" w:color="auto" w:fill="FFFFFF"/>
        </w:rPr>
        <w:t>a aplica</w:t>
      </w:r>
      <w:r w:rsidR="00C15C2A">
        <w:rPr>
          <w:rFonts w:ascii="Helvetica" w:hAnsi="Helvetica"/>
          <w:color w:val="444444"/>
          <w:shd w:val="clear" w:color="auto" w:fill="FFFFFF"/>
        </w:rPr>
        <w:t>ção</w:t>
      </w:r>
    </w:p>
    <w:p w14:paraId="7D74B2CC" w14:textId="7F909197" w:rsidR="00AD4150" w:rsidRDefault="00AD4150" w:rsidP="00AD4150">
      <w:pPr>
        <w:pStyle w:val="Corpodetexto3"/>
        <w:numPr>
          <w:ilvl w:val="0"/>
          <w:numId w:val="47"/>
        </w:numPr>
        <w:rPr>
          <w:rFonts w:ascii="Helvetica" w:hAnsi="Helvetica"/>
          <w:color w:val="444444"/>
          <w:shd w:val="clear" w:color="auto" w:fill="FFFFFF"/>
        </w:rPr>
      </w:pPr>
      <w:proofErr w:type="spellStart"/>
      <w:r>
        <w:rPr>
          <w:rFonts w:ascii="Helvetica" w:hAnsi="Helvetica"/>
          <w:color w:val="444444"/>
          <w:shd w:val="clear" w:color="auto" w:fill="FFFFFF"/>
        </w:rPr>
        <w:t>Css</w:t>
      </w:r>
      <w:proofErr w:type="spellEnd"/>
      <w:r>
        <w:rPr>
          <w:rFonts w:ascii="Helvetica" w:hAnsi="Helvetica"/>
          <w:color w:val="444444"/>
          <w:shd w:val="clear" w:color="auto" w:fill="FFFFFF"/>
        </w:rPr>
        <w:t xml:space="preserve"> </w:t>
      </w:r>
      <w:r w:rsidR="00504B74">
        <w:rPr>
          <w:rFonts w:ascii="Helvetica" w:hAnsi="Helvetica"/>
          <w:color w:val="444444"/>
          <w:shd w:val="clear" w:color="auto" w:fill="FFFFFF"/>
        </w:rPr>
        <w:t xml:space="preserve">– </w:t>
      </w:r>
      <w:r w:rsidR="00870505">
        <w:rPr>
          <w:rFonts w:ascii="Helvetica" w:hAnsi="Helvetica"/>
          <w:color w:val="444444"/>
          <w:shd w:val="clear" w:color="auto" w:fill="FFFFFF"/>
        </w:rPr>
        <w:t xml:space="preserve">onde fica a </w:t>
      </w:r>
      <w:r w:rsidR="00AC76CE">
        <w:rPr>
          <w:rFonts w:ascii="Helvetica" w:hAnsi="Helvetica"/>
          <w:color w:val="444444"/>
          <w:shd w:val="clear" w:color="auto" w:fill="FFFFFF"/>
        </w:rPr>
        <w:t xml:space="preserve">customização </w:t>
      </w:r>
      <w:r w:rsidR="00504B74">
        <w:rPr>
          <w:rFonts w:ascii="Helvetica" w:hAnsi="Helvetica"/>
          <w:color w:val="444444"/>
          <w:shd w:val="clear" w:color="auto" w:fill="FFFFFF"/>
        </w:rPr>
        <w:t>dos elementos</w:t>
      </w:r>
      <w:r w:rsidR="00700B5D">
        <w:rPr>
          <w:rFonts w:ascii="Helvetica" w:hAnsi="Helvetica"/>
          <w:color w:val="444444"/>
          <w:shd w:val="clear" w:color="auto" w:fill="FFFFFF"/>
        </w:rPr>
        <w:t xml:space="preserve"> </w:t>
      </w:r>
      <w:proofErr w:type="spellStart"/>
      <w:r w:rsidR="00700B5D">
        <w:rPr>
          <w:rFonts w:ascii="Helvetica" w:hAnsi="Helvetica"/>
          <w:color w:val="444444"/>
          <w:shd w:val="clear" w:color="auto" w:fill="FFFFFF"/>
        </w:rPr>
        <w:t>Html</w:t>
      </w:r>
      <w:proofErr w:type="spellEnd"/>
    </w:p>
    <w:p w14:paraId="7221D1F4" w14:textId="7A34E1C9" w:rsidR="00AD4150" w:rsidRDefault="0007130A" w:rsidP="00AD4150">
      <w:pPr>
        <w:pStyle w:val="Corpodetexto3"/>
        <w:numPr>
          <w:ilvl w:val="0"/>
          <w:numId w:val="47"/>
        </w:numPr>
        <w:rPr>
          <w:rFonts w:ascii="Helvetica" w:hAnsi="Helvetica"/>
          <w:color w:val="444444"/>
          <w:shd w:val="clear" w:color="auto" w:fill="FFFFFF"/>
        </w:rPr>
      </w:pPr>
      <w:proofErr w:type="spellStart"/>
      <w:r>
        <w:rPr>
          <w:rFonts w:ascii="Helvetica" w:hAnsi="Helvetica"/>
          <w:color w:val="444444"/>
          <w:shd w:val="clear" w:color="auto" w:fill="FFFFFF"/>
        </w:rPr>
        <w:t>S</w:t>
      </w:r>
      <w:r w:rsidR="00AD4150">
        <w:rPr>
          <w:rFonts w:ascii="Helvetica" w:hAnsi="Helvetica"/>
          <w:color w:val="444444"/>
          <w:shd w:val="clear" w:color="auto" w:fill="FFFFFF"/>
        </w:rPr>
        <w:t>pec</w:t>
      </w:r>
      <w:proofErr w:type="spellEnd"/>
      <w:r w:rsidR="00700B5D">
        <w:rPr>
          <w:rFonts w:ascii="Helvetica" w:hAnsi="Helvetica"/>
          <w:color w:val="444444"/>
          <w:shd w:val="clear" w:color="auto" w:fill="FFFFFF"/>
        </w:rPr>
        <w:t xml:space="preserve"> – Classe de teste do componente </w:t>
      </w:r>
    </w:p>
    <w:p w14:paraId="3D3EE810" w14:textId="524D5471" w:rsidR="0007130A" w:rsidRPr="00A00CDB" w:rsidRDefault="002154CF" w:rsidP="00AD4150">
      <w:pPr>
        <w:pStyle w:val="Corpodetexto3"/>
        <w:numPr>
          <w:ilvl w:val="0"/>
          <w:numId w:val="47"/>
        </w:numPr>
        <w:rPr>
          <w:rFonts w:ascii="Helvetica" w:hAnsi="Helvetica"/>
          <w:color w:val="444444"/>
          <w:shd w:val="clear" w:color="auto" w:fill="FFFFFF"/>
        </w:rPr>
      </w:pPr>
      <w:proofErr w:type="spellStart"/>
      <w:r>
        <w:rPr>
          <w:rFonts w:ascii="Helvetica" w:hAnsi="Helvetica"/>
          <w:color w:val="444444"/>
          <w:shd w:val="clear" w:color="auto" w:fill="FFFFFF"/>
        </w:rPr>
        <w:t>Component</w:t>
      </w:r>
      <w:proofErr w:type="spellEnd"/>
      <w:r w:rsidR="00700B5D">
        <w:rPr>
          <w:rFonts w:ascii="Helvetica" w:hAnsi="Helvetica"/>
          <w:color w:val="444444"/>
          <w:shd w:val="clear" w:color="auto" w:fill="FFFFFF"/>
        </w:rPr>
        <w:t xml:space="preserve"> – Logica de </w:t>
      </w:r>
      <w:r w:rsidR="00E11305">
        <w:rPr>
          <w:rFonts w:ascii="Helvetica" w:hAnsi="Helvetica"/>
          <w:color w:val="444444"/>
          <w:shd w:val="clear" w:color="auto" w:fill="FFFFFF"/>
        </w:rPr>
        <w:t>negócio</w:t>
      </w:r>
      <w:r w:rsidR="00700B5D">
        <w:rPr>
          <w:rFonts w:ascii="Helvetica" w:hAnsi="Helvetica"/>
          <w:color w:val="444444"/>
          <w:shd w:val="clear" w:color="auto" w:fill="FFFFFF"/>
        </w:rPr>
        <w:t xml:space="preserve"> do componente </w:t>
      </w:r>
    </w:p>
    <w:p w14:paraId="7F673012" w14:textId="77777777" w:rsidR="0085271E" w:rsidRPr="0085271E" w:rsidRDefault="0085271E" w:rsidP="00FB60A2">
      <w:pPr>
        <w:pStyle w:val="Corpodetexto3"/>
        <w:ind w:left="0"/>
      </w:pPr>
    </w:p>
    <w:p w14:paraId="1F7771AB" w14:textId="1B79FF6D" w:rsidR="00A726E2" w:rsidRDefault="00A726E2" w:rsidP="00616B72">
      <w:pPr>
        <w:pStyle w:val="Ttulo3"/>
      </w:pPr>
      <w:bookmarkStart w:id="53" w:name="_Toc178685571"/>
      <w:proofErr w:type="spellStart"/>
      <w:r>
        <w:t>Rout</w:t>
      </w:r>
      <w:r w:rsidR="00222F09">
        <w:t>er</w:t>
      </w:r>
      <w:bookmarkEnd w:id="53"/>
      <w:proofErr w:type="spellEnd"/>
      <w:r>
        <w:t xml:space="preserve"> </w:t>
      </w:r>
    </w:p>
    <w:p w14:paraId="177BE214" w14:textId="63DB42A7" w:rsidR="00DB761E" w:rsidRPr="00E974DA" w:rsidRDefault="00222F09" w:rsidP="00E974DA">
      <w:pPr>
        <w:pStyle w:val="Corpodetexto"/>
        <w:ind w:right="96"/>
        <w:jc w:val="both"/>
      </w:pPr>
      <w:r w:rsidRPr="00E974DA">
        <w:t xml:space="preserve">O Angular </w:t>
      </w:r>
      <w:proofErr w:type="spellStart"/>
      <w:r w:rsidRPr="00E974DA">
        <w:t>Router</w:t>
      </w:r>
      <w:proofErr w:type="spellEnd"/>
      <w:r w:rsidRPr="00E974DA">
        <w:t xml:space="preserve"> fornece um serviço que permite definir um caminho de navegação entre os diferentes estados do aplicativo e visualizar hierarquias em seu aplicativo. É modelado nas convenções familiares de navegação do navegador</w:t>
      </w:r>
      <w:r w:rsidR="00C95849" w:rsidRPr="00E974DA">
        <w:t>.</w:t>
      </w:r>
    </w:p>
    <w:p w14:paraId="1F451965" w14:textId="77777777" w:rsidR="00EE1F63" w:rsidRDefault="00EE1F63" w:rsidP="00EE1F63">
      <w:pPr>
        <w:pStyle w:val="Corpodetexto3"/>
      </w:pPr>
    </w:p>
    <w:p w14:paraId="4DCD7943" w14:textId="0AEE0E30" w:rsidR="008F15CA" w:rsidRDefault="00DB761E" w:rsidP="007E5C37">
      <w:pPr>
        <w:pStyle w:val="Ttulo3"/>
      </w:pPr>
      <w:bookmarkStart w:id="54" w:name="_Toc178685572"/>
      <w:r>
        <w:t>Module</w:t>
      </w:r>
      <w:bookmarkEnd w:id="54"/>
    </w:p>
    <w:p w14:paraId="69A03777" w14:textId="2B9154C8" w:rsidR="00666CE6" w:rsidRDefault="00E32D6E" w:rsidP="00E974DA">
      <w:pPr>
        <w:pStyle w:val="Corpodetexto"/>
        <w:ind w:right="96"/>
        <w:jc w:val="both"/>
      </w:pPr>
      <w:r w:rsidRPr="00E32D6E">
        <w:t xml:space="preserve">Os módulos </w:t>
      </w:r>
      <w:r w:rsidR="00664D4E">
        <w:t>são conjuntos</w:t>
      </w:r>
      <w:r w:rsidR="007768F2">
        <w:t xml:space="preserve"> de </w:t>
      </w:r>
      <w:proofErr w:type="spellStart"/>
      <w:r w:rsidR="005F103A">
        <w:t>Componen</w:t>
      </w:r>
      <w:r w:rsidR="00972B2C">
        <w:t>t</w:t>
      </w:r>
      <w:proofErr w:type="spellEnd"/>
      <w:r w:rsidR="00972B2C">
        <w:t xml:space="preserve"> </w:t>
      </w:r>
      <w:r w:rsidRPr="00E32D6E">
        <w:t xml:space="preserve">que </w:t>
      </w:r>
      <w:r w:rsidR="00451007">
        <w:t xml:space="preserve">são </w:t>
      </w:r>
      <w:r w:rsidR="00451007" w:rsidRPr="00E32D6E">
        <w:t>dedicados</w:t>
      </w:r>
      <w:r w:rsidRPr="00E32D6E">
        <w:t xml:space="preserve"> a um domínio de aplicativo, um fluxo de trabalho ou um conjunto de recursos intimamente relacionado. </w:t>
      </w:r>
    </w:p>
    <w:p w14:paraId="53B60736" w14:textId="77777777" w:rsidR="00467A00" w:rsidRDefault="00467A00" w:rsidP="008F15CA">
      <w:pPr>
        <w:pStyle w:val="Corpodetexto3"/>
      </w:pPr>
    </w:p>
    <w:p w14:paraId="64DE176E" w14:textId="190616F6" w:rsidR="00467A00" w:rsidRDefault="00467A00" w:rsidP="00467A00">
      <w:pPr>
        <w:pStyle w:val="Ttulo3"/>
      </w:pPr>
      <w:bookmarkStart w:id="55" w:name="_Toc178685573"/>
      <w:r>
        <w:t>Service</w:t>
      </w:r>
      <w:bookmarkEnd w:id="55"/>
    </w:p>
    <w:p w14:paraId="3A0D4A57" w14:textId="33B56656" w:rsidR="00706148" w:rsidRPr="00706148" w:rsidRDefault="00CE575E" w:rsidP="00E974DA">
      <w:pPr>
        <w:pStyle w:val="Corpodetexto"/>
        <w:ind w:right="96"/>
        <w:jc w:val="both"/>
      </w:pPr>
      <w:r w:rsidRPr="00CE575E">
        <w:t>Um</w:t>
      </w:r>
      <w:r>
        <w:t xml:space="preserve">a Service </w:t>
      </w:r>
      <w:r w:rsidRPr="00CE575E">
        <w:t xml:space="preserve">Angular é um objeto sem estado e fornece algumas funções muito úteis. Essas funções podem ser chamadas de qualquer componente do Angular, como controladores, </w:t>
      </w:r>
      <w:r w:rsidR="00616F6B" w:rsidRPr="00CE575E">
        <w:t>diretivas etc.</w:t>
      </w:r>
    </w:p>
    <w:p w14:paraId="08BE9E29" w14:textId="77777777" w:rsidR="00467A00" w:rsidRPr="00467A00" w:rsidRDefault="00467A00" w:rsidP="00467A00">
      <w:pPr>
        <w:pStyle w:val="Corpodetexto3"/>
      </w:pPr>
    </w:p>
    <w:p w14:paraId="0287B758" w14:textId="77777777" w:rsidR="008F15CA" w:rsidRPr="008F15CA" w:rsidRDefault="00666CE6" w:rsidP="008F15CA">
      <w:pPr>
        <w:pStyle w:val="Corpodetexto3"/>
      </w:pPr>
      <w:r>
        <w:br w:type="page"/>
      </w:r>
    </w:p>
    <w:p w14:paraId="2C64C774" w14:textId="68DAD53E" w:rsidR="0013656C" w:rsidRPr="0013656C" w:rsidRDefault="0E823E9F" w:rsidP="0ED340DD">
      <w:pPr>
        <w:pStyle w:val="Ttulo2"/>
      </w:pPr>
      <w:bookmarkStart w:id="56" w:name="_Toc178685574"/>
      <w:proofErr w:type="spellStart"/>
      <w:r>
        <w:t>React</w:t>
      </w:r>
      <w:bookmarkEnd w:id="56"/>
      <w:proofErr w:type="spellEnd"/>
    </w:p>
    <w:p w14:paraId="6F9D8C71" w14:textId="73E65598" w:rsidR="00666CE6" w:rsidRDefault="00616F6B" w:rsidP="00666CE6">
      <w:pPr>
        <w:pStyle w:val="Corpodetexto2"/>
        <w:keepNext/>
        <w:jc w:val="center"/>
      </w:pPr>
      <w:r>
        <w:rPr>
          <w:noProof/>
          <w:snapToGrid/>
        </w:rPr>
        <w:pict w14:anchorId="590779A5">
          <v:shape id="Picture 1056728014" o:spid="_x0000_i1031" type="#_x0000_t75" style="width:252pt;height:522pt;visibility:visible">
            <v:imagedata r:id="rId22" o:title=""/>
            <o:lock v:ext="edit" aspectratio="f"/>
          </v:shape>
        </w:pict>
      </w:r>
    </w:p>
    <w:p w14:paraId="2AE9F3DF" w14:textId="5722DE46" w:rsidR="77DFED69" w:rsidRDefault="00666CE6" w:rsidP="00666CE6">
      <w:pPr>
        <w:pStyle w:val="Legenda"/>
        <w:jc w:val="center"/>
      </w:pPr>
      <w:r>
        <w:t xml:space="preserve">Figura </w:t>
      </w:r>
      <w:r>
        <w:fldChar w:fldCharType="begin"/>
      </w:r>
      <w:r>
        <w:instrText>SEQ Figura \* ARABIC</w:instrText>
      </w:r>
      <w:r>
        <w:fldChar w:fldCharType="separate"/>
      </w:r>
      <w:r w:rsidR="005B6B19">
        <w:rPr>
          <w:noProof/>
        </w:rPr>
        <w:t>6</w:t>
      </w:r>
      <w:r>
        <w:fldChar w:fldCharType="end"/>
      </w:r>
      <w:r>
        <w:t xml:space="preserve"> Estrutura de um projeto </w:t>
      </w:r>
      <w:proofErr w:type="spellStart"/>
      <w:r>
        <w:t>React</w:t>
      </w:r>
      <w:proofErr w:type="spellEnd"/>
    </w:p>
    <w:p w14:paraId="2DF44002" w14:textId="0E48551C" w:rsidR="00666CE6" w:rsidRPr="00666CE6" w:rsidRDefault="00666CE6" w:rsidP="00666CE6">
      <w:r>
        <w:br w:type="page"/>
      </w:r>
    </w:p>
    <w:p w14:paraId="40731803" w14:textId="4F7FC091" w:rsidR="03D343EB" w:rsidRDefault="5D52068C" w:rsidP="03D343EB">
      <w:pPr>
        <w:pStyle w:val="Ttulo3"/>
      </w:pPr>
      <w:bookmarkStart w:id="57" w:name="_Toc178685575"/>
      <w:proofErr w:type="spellStart"/>
      <w:r>
        <w:t>Assets</w:t>
      </w:r>
      <w:bookmarkEnd w:id="57"/>
      <w:proofErr w:type="spellEnd"/>
    </w:p>
    <w:p w14:paraId="499A9744" w14:textId="176E7AEC" w:rsidR="00666CE6" w:rsidRDefault="00D235C8" w:rsidP="00E974DA">
      <w:pPr>
        <w:pStyle w:val="Corpodetexto"/>
        <w:ind w:right="96"/>
        <w:jc w:val="both"/>
      </w:pPr>
      <w:r>
        <w:t xml:space="preserve">Pasta onde se encontram os recursos </w:t>
      </w:r>
      <w:r w:rsidR="00B12364">
        <w:t>estáticos</w:t>
      </w:r>
      <w:r w:rsidR="56E99FED">
        <w:t>, estruturais,</w:t>
      </w:r>
      <w:r>
        <w:t xml:space="preserve"> do </w:t>
      </w:r>
      <w:r w:rsidR="00B12364">
        <w:t>projeto,</w:t>
      </w:r>
      <w:r>
        <w:t xml:space="preserve"> como </w:t>
      </w:r>
      <w:r w:rsidR="001D3618">
        <w:t>imagens,</w:t>
      </w:r>
      <w:r w:rsidR="00B12364">
        <w:t xml:space="preserve"> </w:t>
      </w:r>
      <w:r w:rsidR="004543CB">
        <w:t>ícones etc.</w:t>
      </w:r>
    </w:p>
    <w:p w14:paraId="63A30046" w14:textId="027CF879" w:rsidR="004543CB" w:rsidRDefault="004543CB" w:rsidP="1ACC5A26">
      <w:pPr>
        <w:pStyle w:val="Corpodetexto3"/>
      </w:pPr>
    </w:p>
    <w:p w14:paraId="56413F84" w14:textId="35105810" w:rsidR="03B6DF30" w:rsidRDefault="6707F89A" w:rsidP="03B6DF30">
      <w:pPr>
        <w:pStyle w:val="Ttulo3"/>
      </w:pPr>
      <w:bookmarkStart w:id="58" w:name="_Toc178685576"/>
      <w:proofErr w:type="spellStart"/>
      <w:r>
        <w:t>Config</w:t>
      </w:r>
      <w:bookmarkEnd w:id="58"/>
      <w:proofErr w:type="spellEnd"/>
    </w:p>
    <w:p w14:paraId="2874A8C5" w14:textId="027CF879" w:rsidR="00253E24" w:rsidRDefault="000A6CAF" w:rsidP="00E974DA">
      <w:pPr>
        <w:pStyle w:val="Corpodetexto"/>
        <w:ind w:right="96"/>
        <w:jc w:val="both"/>
      </w:pPr>
      <w:r>
        <w:t xml:space="preserve">O diretório </w:t>
      </w:r>
      <w:proofErr w:type="spellStart"/>
      <w:r>
        <w:t>config</w:t>
      </w:r>
      <w:proofErr w:type="spellEnd"/>
      <w:r>
        <w:t xml:space="preserve"> e </w:t>
      </w:r>
      <w:r w:rsidR="00254E93">
        <w:t>onde ficam os arquivos de configuração do projeto</w:t>
      </w:r>
      <w:r w:rsidR="176F1CA0">
        <w:t xml:space="preserve"> e algum plugin ou ferramenta utilizada para desenvolvimento e/ou configuração dos ambientes, caso seja necessário.</w:t>
      </w:r>
    </w:p>
    <w:p w14:paraId="7CEF52CB" w14:textId="027CF879" w:rsidR="004543CB" w:rsidRDefault="004543CB" w:rsidP="7AC3F0E4">
      <w:pPr>
        <w:pStyle w:val="Corpodetexto3"/>
      </w:pPr>
    </w:p>
    <w:p w14:paraId="472E6A91" w14:textId="35105810" w:rsidR="6707F89A" w:rsidRDefault="6707F89A" w:rsidP="2290F3AB">
      <w:pPr>
        <w:pStyle w:val="Ttulo3"/>
      </w:pPr>
      <w:bookmarkStart w:id="59" w:name="_Toc178685577"/>
      <w:r>
        <w:t>Pages</w:t>
      </w:r>
      <w:bookmarkEnd w:id="59"/>
    </w:p>
    <w:p w14:paraId="5B7EC9C4" w14:textId="027CF879" w:rsidR="00666CE6" w:rsidRDefault="35504313" w:rsidP="00E974DA">
      <w:pPr>
        <w:pStyle w:val="Corpodetexto"/>
        <w:ind w:right="96"/>
        <w:jc w:val="both"/>
      </w:pPr>
      <w:r>
        <w:t xml:space="preserve">Irá conter a relação de páginas e seus respectivos </w:t>
      </w:r>
      <w:proofErr w:type="spellStart"/>
      <w:r w:rsidR="3D62E871">
        <w:t>sub-</w:t>
      </w:r>
      <w:r>
        <w:t>componentes</w:t>
      </w:r>
      <w:proofErr w:type="spellEnd"/>
      <w:r w:rsidR="0CE07CC3">
        <w:t xml:space="preserve">, juntamente com suas </w:t>
      </w:r>
      <w:r w:rsidR="33169781">
        <w:t xml:space="preserve">respectivas </w:t>
      </w:r>
      <w:proofErr w:type="spellStart"/>
      <w:r w:rsidR="0CE07CC3">
        <w:t>services</w:t>
      </w:r>
      <w:proofErr w:type="spellEnd"/>
      <w:r w:rsidR="33169781">
        <w:t>.</w:t>
      </w:r>
    </w:p>
    <w:p w14:paraId="60D1C274" w14:textId="027CF879" w:rsidR="004543CB" w:rsidRDefault="004543CB" w:rsidP="7AC3F0E4">
      <w:pPr>
        <w:pStyle w:val="Corpodetexto3"/>
      </w:pPr>
    </w:p>
    <w:p w14:paraId="38E584DB" w14:textId="7F915C16" w:rsidR="7AC3F0E4" w:rsidRDefault="6707F89A" w:rsidP="7AC3F0E4">
      <w:pPr>
        <w:pStyle w:val="Ttulo3"/>
      </w:pPr>
      <w:bookmarkStart w:id="60" w:name="_Toc178685578"/>
      <w:r>
        <w:t>Services</w:t>
      </w:r>
      <w:bookmarkEnd w:id="60"/>
    </w:p>
    <w:p w14:paraId="2A80677B" w14:textId="027CF879" w:rsidR="00666CE6" w:rsidRDefault="26C880B3" w:rsidP="00E974DA">
      <w:pPr>
        <w:pStyle w:val="Corpodetexto"/>
        <w:ind w:right="96"/>
        <w:jc w:val="both"/>
      </w:pPr>
      <w:r>
        <w:t xml:space="preserve">As Services são classes responsáveis pela lógica negocial dos módulos, ou serviços comum acesso que podem ser injetados em diversas classes do projeto. </w:t>
      </w:r>
    </w:p>
    <w:p w14:paraId="14C662B9" w14:textId="027CF879" w:rsidR="004543CB" w:rsidRPr="00666CE6" w:rsidRDefault="004543CB" w:rsidP="00666CE6">
      <w:pPr>
        <w:pStyle w:val="Corpodetexto3"/>
      </w:pPr>
    </w:p>
    <w:p w14:paraId="36E80645" w14:textId="360087B8" w:rsidR="13E86003" w:rsidRDefault="5AF35AE1" w:rsidP="13E86003">
      <w:pPr>
        <w:pStyle w:val="Ttulo3"/>
      </w:pPr>
      <w:bookmarkStart w:id="61" w:name="_Toc178685579"/>
      <w:proofErr w:type="spellStart"/>
      <w:r>
        <w:t>Shared-components</w:t>
      </w:r>
      <w:bookmarkEnd w:id="61"/>
      <w:proofErr w:type="spellEnd"/>
    </w:p>
    <w:p w14:paraId="15D1CC0F" w14:textId="5123D173" w:rsidR="00716F8D" w:rsidRDefault="6F600AD0" w:rsidP="00463380">
      <w:pPr>
        <w:pStyle w:val="Corpodetexto"/>
        <w:ind w:right="96"/>
        <w:jc w:val="both"/>
      </w:pPr>
      <w:r>
        <w:t xml:space="preserve">Irá conter os as relações de componentes que são compartilhados na aplicação, </w:t>
      </w:r>
      <w:r w:rsidR="483C5C09">
        <w:t>que poderão</w:t>
      </w:r>
      <w:r w:rsidR="5B0F1A69">
        <w:t xml:space="preserve"> </w:t>
      </w:r>
      <w:r w:rsidR="70AA4BE9">
        <w:t>ser</w:t>
      </w:r>
      <w:r>
        <w:t xml:space="preserve"> </w:t>
      </w:r>
      <w:r w:rsidR="70AA4BE9">
        <w:t>reutilizados no decorrer do desenvolvimento.</w:t>
      </w:r>
    </w:p>
    <w:p w14:paraId="5FD83844" w14:textId="027CF879" w:rsidR="004543CB" w:rsidRPr="00716F8D" w:rsidRDefault="004543CB" w:rsidP="00716F8D">
      <w:pPr>
        <w:pStyle w:val="Corpodetexto3"/>
      </w:pPr>
    </w:p>
    <w:p w14:paraId="1E20E863" w14:textId="63382BC9" w:rsidR="4839FD50" w:rsidRDefault="4839FD50" w:rsidP="3F4AA56D">
      <w:pPr>
        <w:pStyle w:val="Ttulo3"/>
      </w:pPr>
      <w:bookmarkStart w:id="62" w:name="_Toc178685580"/>
      <w:r>
        <w:t>Store</w:t>
      </w:r>
      <w:bookmarkEnd w:id="62"/>
    </w:p>
    <w:p w14:paraId="293892C0" w14:textId="027CF879" w:rsidR="00EC36D4" w:rsidRDefault="65C834E7" w:rsidP="00463380">
      <w:pPr>
        <w:pStyle w:val="Corpodetexto"/>
        <w:ind w:right="96"/>
        <w:jc w:val="both"/>
      </w:pPr>
      <w:r>
        <w:t xml:space="preserve">Local onde irá conter </w:t>
      </w:r>
      <w:r w:rsidR="4B42B0B9">
        <w:t>o</w:t>
      </w:r>
      <w:r w:rsidR="449BB62D">
        <w:t>s</w:t>
      </w:r>
      <w:r w:rsidR="4B42B0B9">
        <w:t xml:space="preserve"> e</w:t>
      </w:r>
      <w:r w:rsidR="5937BBC4">
        <w:t>s</w:t>
      </w:r>
      <w:r w:rsidR="171B001D">
        <w:t>tados</w:t>
      </w:r>
      <w:r w:rsidR="436DB7A6">
        <w:t>, compartilhados,</w:t>
      </w:r>
      <w:r>
        <w:t xml:space="preserve"> da </w:t>
      </w:r>
      <w:r w:rsidR="75589CE5">
        <w:t>sua</w:t>
      </w:r>
      <w:r w:rsidR="22C10604">
        <w:t xml:space="preserve"> </w:t>
      </w:r>
      <w:r>
        <w:t>aplicação</w:t>
      </w:r>
      <w:r w:rsidR="36E8E7E0">
        <w:t>. Assim como poderá conter as rotas configuradas.</w:t>
      </w:r>
    </w:p>
    <w:p w14:paraId="0B84F8BA" w14:textId="027CF879" w:rsidR="004543CB" w:rsidRPr="00EC36D4" w:rsidRDefault="004543CB" w:rsidP="00EC36D4">
      <w:pPr>
        <w:pStyle w:val="Corpodetexto3"/>
      </w:pPr>
    </w:p>
    <w:p w14:paraId="520A8875" w14:textId="007D0B33" w:rsidR="004B16BD" w:rsidRPr="004B16BD" w:rsidRDefault="3F213E56" w:rsidP="66C364EF">
      <w:pPr>
        <w:pStyle w:val="Ttulo3"/>
        <w:rPr>
          <w:szCs w:val="22"/>
        </w:rPr>
      </w:pPr>
      <w:bookmarkStart w:id="63" w:name="_Toc178685581"/>
      <w:proofErr w:type="spellStart"/>
      <w:r w:rsidRPr="66C364EF">
        <w:rPr>
          <w:szCs w:val="24"/>
        </w:rPr>
        <w:t>Styles</w:t>
      </w:r>
      <w:bookmarkEnd w:id="63"/>
      <w:proofErr w:type="spellEnd"/>
    </w:p>
    <w:p w14:paraId="3ACDEE5A" w14:textId="270663BA" w:rsidR="3F213E56" w:rsidRDefault="5914F718" w:rsidP="00463380">
      <w:pPr>
        <w:pStyle w:val="Corpodetexto"/>
        <w:ind w:right="96"/>
        <w:jc w:val="both"/>
      </w:pPr>
      <w:r>
        <w:t>Relação de temas e estilos da aplicação.</w:t>
      </w:r>
    </w:p>
    <w:p w14:paraId="6CE6D205" w14:textId="6E13F81C" w:rsidR="00666CE6" w:rsidRPr="00666CE6" w:rsidRDefault="00666CE6" w:rsidP="00666CE6">
      <w:pPr>
        <w:pStyle w:val="Corpodetexto3"/>
      </w:pPr>
      <w:r>
        <w:br w:type="page"/>
      </w:r>
    </w:p>
    <w:p w14:paraId="56251CAC" w14:textId="77777777" w:rsidR="00B01FE6" w:rsidRDefault="00B01FE6" w:rsidP="00B01FE6">
      <w:pPr>
        <w:pStyle w:val="Ttulo1"/>
      </w:pPr>
      <w:bookmarkStart w:id="64" w:name="_Toc178685582"/>
      <w:r>
        <w:t>Segurança</w:t>
      </w:r>
      <w:bookmarkEnd w:id="64"/>
    </w:p>
    <w:p w14:paraId="68C9CC9F" w14:textId="027CF879" w:rsidR="00B01FE6" w:rsidRDefault="00B01FE6" w:rsidP="00463380">
      <w:pPr>
        <w:pStyle w:val="Corpodetexto"/>
        <w:ind w:right="96"/>
        <w:jc w:val="both"/>
      </w:pPr>
      <w:r w:rsidRPr="00B01FE6">
        <w:t xml:space="preserve">Para camada de segurança, foi definido a utilização do padrão </w:t>
      </w:r>
      <w:proofErr w:type="spellStart"/>
      <w:r w:rsidRPr="00B01FE6">
        <w:t>OAuth</w:t>
      </w:r>
      <w:proofErr w:type="spellEnd"/>
      <w:r w:rsidRPr="00B01FE6">
        <w:t xml:space="preserve"> 2, que permite uma aplicação acessar uma API no lugar do </w:t>
      </w:r>
      <w:r w:rsidR="001B578A" w:rsidRPr="00B01FE6">
        <w:t>usuário, de</w:t>
      </w:r>
      <w:r w:rsidRPr="00B01FE6">
        <w:t xml:space="preserve"> forma segura e padronizada. Cliente acessa um recurso utilizando um Access Token. Access token é obtido com fluxos de autorização do OAuth2.</w:t>
      </w:r>
    </w:p>
    <w:p w14:paraId="6B8FA302" w14:textId="027CF879" w:rsidR="004543CB" w:rsidRDefault="004543CB" w:rsidP="00616F6B">
      <w:pPr>
        <w:pStyle w:val="Corpodetexto2"/>
      </w:pPr>
    </w:p>
    <w:p w14:paraId="20BBDD4F" w14:textId="77777777" w:rsidR="00B01FE6" w:rsidRDefault="00B01FE6" w:rsidP="00B01FE6">
      <w:pPr>
        <w:pStyle w:val="Ttulo2"/>
        <w:rPr>
          <w:rStyle w:val="Forte"/>
        </w:rPr>
      </w:pPr>
      <w:bookmarkStart w:id="65" w:name="_Toc178685583"/>
      <w:r>
        <w:rPr>
          <w:rStyle w:val="Forte"/>
        </w:rPr>
        <w:t>Características</w:t>
      </w:r>
      <w:bookmarkEnd w:id="65"/>
    </w:p>
    <w:p w14:paraId="6225E89A" w14:textId="77777777" w:rsidR="00DE6EF0" w:rsidRPr="00B01FE6" w:rsidRDefault="00DE6EF0" w:rsidP="00B01FE6">
      <w:pPr>
        <w:pStyle w:val="Corpodetexto2"/>
        <w:numPr>
          <w:ilvl w:val="0"/>
          <w:numId w:val="35"/>
        </w:numPr>
      </w:pPr>
      <w:r w:rsidRPr="00B01FE6">
        <w:t>Centralização e padronização</w:t>
      </w:r>
    </w:p>
    <w:p w14:paraId="63595208" w14:textId="77777777" w:rsidR="00DE6EF0" w:rsidRPr="00B01FE6" w:rsidRDefault="00DE6EF0" w:rsidP="00B01FE6">
      <w:pPr>
        <w:pStyle w:val="Corpodetexto2"/>
        <w:numPr>
          <w:ilvl w:val="0"/>
          <w:numId w:val="35"/>
        </w:numPr>
      </w:pPr>
      <w:r w:rsidRPr="00B01FE6">
        <w:t xml:space="preserve">Autenticação </w:t>
      </w:r>
    </w:p>
    <w:p w14:paraId="74ACE0EF" w14:textId="77777777" w:rsidR="00DE6EF0" w:rsidRPr="00B01FE6" w:rsidRDefault="00DE6EF0" w:rsidP="00B01FE6">
      <w:pPr>
        <w:pStyle w:val="Corpodetexto2"/>
        <w:numPr>
          <w:ilvl w:val="0"/>
          <w:numId w:val="35"/>
        </w:numPr>
      </w:pPr>
      <w:r w:rsidRPr="00B01FE6">
        <w:t>Papéis bem definidos:</w:t>
      </w:r>
    </w:p>
    <w:p w14:paraId="273E1D79" w14:textId="77777777" w:rsidR="00DE6EF0" w:rsidRPr="00B01FE6" w:rsidRDefault="00DE6EF0" w:rsidP="00B01FE6">
      <w:pPr>
        <w:pStyle w:val="Corpodetexto2"/>
        <w:numPr>
          <w:ilvl w:val="0"/>
          <w:numId w:val="35"/>
        </w:numPr>
      </w:pPr>
      <w:proofErr w:type="spellStart"/>
      <w:r w:rsidRPr="00B01FE6">
        <w:t>Resource</w:t>
      </w:r>
      <w:proofErr w:type="spellEnd"/>
      <w:r w:rsidRPr="00B01FE6">
        <w:t xml:space="preserve"> </w:t>
      </w:r>
      <w:proofErr w:type="spellStart"/>
      <w:r w:rsidRPr="00B01FE6">
        <w:t>Owner</w:t>
      </w:r>
      <w:proofErr w:type="spellEnd"/>
      <w:r w:rsidRPr="00B01FE6">
        <w:t xml:space="preserve"> </w:t>
      </w:r>
    </w:p>
    <w:p w14:paraId="14FD6D1F" w14:textId="77777777" w:rsidR="00DE6EF0" w:rsidRPr="00B01FE6" w:rsidRDefault="00DE6EF0" w:rsidP="00B01FE6">
      <w:pPr>
        <w:pStyle w:val="Corpodetexto2"/>
        <w:numPr>
          <w:ilvl w:val="0"/>
          <w:numId w:val="35"/>
        </w:numPr>
      </w:pPr>
      <w:proofErr w:type="spellStart"/>
      <w:r w:rsidRPr="00B01FE6">
        <w:t>Resource</w:t>
      </w:r>
      <w:proofErr w:type="spellEnd"/>
      <w:r w:rsidRPr="00B01FE6">
        <w:t xml:space="preserve"> Server</w:t>
      </w:r>
    </w:p>
    <w:p w14:paraId="595000A6" w14:textId="77777777" w:rsidR="00DE6EF0" w:rsidRPr="00B01FE6" w:rsidRDefault="00DE6EF0" w:rsidP="00B01FE6">
      <w:pPr>
        <w:pStyle w:val="Corpodetexto2"/>
        <w:numPr>
          <w:ilvl w:val="0"/>
          <w:numId w:val="35"/>
        </w:numPr>
      </w:pPr>
      <w:r w:rsidRPr="00B01FE6">
        <w:t xml:space="preserve">Cliente </w:t>
      </w:r>
    </w:p>
    <w:p w14:paraId="6D35B798" w14:textId="77777777" w:rsidR="00DE6EF0" w:rsidRPr="00B01FE6" w:rsidRDefault="00DE6EF0" w:rsidP="00B01FE6">
      <w:pPr>
        <w:pStyle w:val="Corpodetexto2"/>
        <w:numPr>
          <w:ilvl w:val="0"/>
          <w:numId w:val="35"/>
        </w:numPr>
      </w:pPr>
      <w:proofErr w:type="spellStart"/>
      <w:r w:rsidRPr="00B01FE6">
        <w:t>Authorization</w:t>
      </w:r>
      <w:proofErr w:type="spellEnd"/>
      <w:r w:rsidRPr="00B01FE6">
        <w:t xml:space="preserve"> Server</w:t>
      </w:r>
    </w:p>
    <w:p w14:paraId="40D13383" w14:textId="77777777" w:rsidR="00DE6EF0" w:rsidRPr="00B01FE6" w:rsidRDefault="00DE6EF0" w:rsidP="00B01FE6">
      <w:pPr>
        <w:pStyle w:val="Corpodetexto2"/>
        <w:numPr>
          <w:ilvl w:val="0"/>
          <w:numId w:val="35"/>
        </w:numPr>
      </w:pPr>
      <w:r w:rsidRPr="00B01FE6">
        <w:t xml:space="preserve"> Access Token / </w:t>
      </w:r>
      <w:proofErr w:type="spellStart"/>
      <w:r w:rsidRPr="00B01FE6">
        <w:t>Refresh</w:t>
      </w:r>
      <w:proofErr w:type="spellEnd"/>
      <w:r w:rsidRPr="00B01FE6">
        <w:t xml:space="preserve"> Token</w:t>
      </w:r>
    </w:p>
    <w:p w14:paraId="34B1F4A5" w14:textId="027CF879" w:rsidR="00B01FE6" w:rsidRDefault="00DE6EF0" w:rsidP="00B01FE6">
      <w:pPr>
        <w:pStyle w:val="Corpodetexto2"/>
        <w:numPr>
          <w:ilvl w:val="0"/>
          <w:numId w:val="35"/>
        </w:numPr>
      </w:pPr>
      <w:r w:rsidRPr="00B01FE6">
        <w:rPr>
          <w:b/>
          <w:bCs/>
        </w:rPr>
        <w:t>HTTPS</w:t>
      </w:r>
      <w:r w:rsidRPr="00B01FE6">
        <w:t xml:space="preserve"> </w:t>
      </w:r>
    </w:p>
    <w:p w14:paraId="365BFA27" w14:textId="027CF879" w:rsidR="004543CB" w:rsidRDefault="004543CB" w:rsidP="004543CB">
      <w:pPr>
        <w:pStyle w:val="Corpodetexto2"/>
      </w:pPr>
    </w:p>
    <w:p w14:paraId="2A031F6E" w14:textId="77777777" w:rsidR="00B01FE6" w:rsidRDefault="00B01FE6" w:rsidP="00B01FE6">
      <w:pPr>
        <w:pStyle w:val="Ttulo2"/>
      </w:pPr>
      <w:bookmarkStart w:id="66" w:name="_Toc178685584"/>
      <w:r>
        <w:t>Fluxos de Autorização</w:t>
      </w:r>
      <w:bookmarkEnd w:id="66"/>
    </w:p>
    <w:p w14:paraId="54D98F5C" w14:textId="77777777" w:rsidR="00B01FE6" w:rsidRDefault="00616F6B" w:rsidP="00B01FE6">
      <w:pPr>
        <w:pStyle w:val="Corpodetexto2"/>
      </w:pPr>
      <w:r>
        <w:pict w14:anchorId="7F1BBC1C">
          <v:shape id="Imagem 3" o:spid="_x0000_i1032" type="#_x0000_t75" style="width:442.5pt;height:195.75pt;visibility:visible">
            <v:imagedata r:id="rId23" o:title=""/>
          </v:shape>
        </w:pict>
      </w:r>
    </w:p>
    <w:p w14:paraId="395D9271" w14:textId="68880541" w:rsidR="00B01FE6" w:rsidRDefault="00B01FE6" w:rsidP="00B01FE6">
      <w:pPr>
        <w:pStyle w:val="Corpodetexto2"/>
      </w:pPr>
    </w:p>
    <w:p w14:paraId="6404C570" w14:textId="38918587" w:rsidR="00935B59" w:rsidRDefault="00616F6B" w:rsidP="00D43450">
      <w:pPr>
        <w:pStyle w:val="Ttulo1"/>
      </w:pPr>
      <w:bookmarkStart w:id="67" w:name="_Toc509825378"/>
      <w:r>
        <w:lastRenderedPageBreak/>
        <w:t>INFRAESTRUTURA</w:t>
      </w:r>
      <w:r w:rsidR="00644CAD">
        <w:t xml:space="preserve"> </w:t>
      </w:r>
    </w:p>
    <w:p w14:paraId="730BCB20" w14:textId="41BC5BB1" w:rsidR="00644CAD" w:rsidRDefault="00247FEE" w:rsidP="00247FEE">
      <w:pPr>
        <w:pStyle w:val="Ttulo2"/>
      </w:pPr>
      <w:bookmarkStart w:id="68" w:name="_Toc178685586"/>
      <w:r>
        <w:t>Container</w:t>
      </w:r>
      <w:bookmarkEnd w:id="68"/>
    </w:p>
    <w:p w14:paraId="3AFFA57B" w14:textId="06418C9F" w:rsidR="006C0CD3" w:rsidRDefault="006C0CD3" w:rsidP="00463380">
      <w:pPr>
        <w:pStyle w:val="Corpodetexto"/>
        <w:ind w:right="96"/>
        <w:jc w:val="both"/>
      </w:pPr>
      <w:r>
        <w:t xml:space="preserve">Para facilitar o desenvolvimento e a entrega das apis </w:t>
      </w:r>
      <w:r w:rsidR="00481E78">
        <w:t xml:space="preserve">e normalização de ambientes </w:t>
      </w:r>
      <w:r w:rsidR="00115A44">
        <w:t xml:space="preserve">utilizamos Docker como nossa tecnologia para </w:t>
      </w:r>
      <w:r w:rsidR="00C55387">
        <w:t>container. sempre dando preferencias para imagens em Linux e</w:t>
      </w:r>
      <w:r w:rsidR="008C65A4">
        <w:t xml:space="preserve"> de distribuição</w:t>
      </w:r>
      <w:r w:rsidR="00C55387">
        <w:t xml:space="preserve"> oficia</w:t>
      </w:r>
      <w:r w:rsidR="00710328">
        <w:t>l.</w:t>
      </w:r>
      <w:r w:rsidR="001F13FB">
        <w:t xml:space="preserve"> </w:t>
      </w:r>
      <w:r w:rsidR="00C55387">
        <w:t xml:space="preserve">  </w:t>
      </w:r>
    </w:p>
    <w:p w14:paraId="3376B0C6" w14:textId="77777777" w:rsidR="005B6B19" w:rsidRDefault="00616F6B" w:rsidP="005B6B19">
      <w:pPr>
        <w:pStyle w:val="Corpodetexto2"/>
        <w:keepNext/>
      </w:pPr>
      <w:r>
        <w:rPr>
          <w:noProof/>
          <w:snapToGrid/>
        </w:rPr>
        <w:pict w14:anchorId="559F2DA8">
          <v:shape id="_x0000_i1033" type="#_x0000_t75" style="width:450.75pt;height:103.5pt;visibility:visible;mso-wrap-style:square">
            <v:imagedata r:id="rId24" o:title=""/>
          </v:shape>
        </w:pict>
      </w:r>
    </w:p>
    <w:p w14:paraId="73901190" w14:textId="0CF1F005" w:rsidR="005B6B19" w:rsidRDefault="005B6B19" w:rsidP="005B6B19">
      <w:pPr>
        <w:pStyle w:val="Legenda"/>
        <w:jc w:val="center"/>
      </w:pPr>
      <w:r>
        <w:t xml:space="preserve">Figura </w:t>
      </w:r>
      <w:r>
        <w:fldChar w:fldCharType="begin"/>
      </w:r>
      <w:r>
        <w:instrText>SEQ Figura \* ARABIC</w:instrText>
      </w:r>
      <w:r>
        <w:fldChar w:fldCharType="separate"/>
      </w:r>
      <w:r>
        <w:rPr>
          <w:noProof/>
        </w:rPr>
        <w:t>7</w:t>
      </w:r>
      <w:r>
        <w:fldChar w:fldCharType="end"/>
      </w:r>
      <w:r>
        <w:t xml:space="preserve"> exemplo de </w:t>
      </w:r>
      <w:proofErr w:type="spellStart"/>
      <w:r>
        <w:t>dockerfile</w:t>
      </w:r>
      <w:proofErr w:type="spellEnd"/>
    </w:p>
    <w:p w14:paraId="538448DF" w14:textId="77777777" w:rsidR="00847D61" w:rsidRPr="006C0CD3" w:rsidRDefault="00847D61" w:rsidP="006C0CD3">
      <w:pPr>
        <w:pStyle w:val="Corpodetexto2"/>
      </w:pPr>
    </w:p>
    <w:p w14:paraId="21FEA6FA" w14:textId="75E7C8B5" w:rsidR="006C0CD3" w:rsidRDefault="006C0CD3" w:rsidP="006C0CD3">
      <w:pPr>
        <w:pStyle w:val="Ttulo2"/>
      </w:pPr>
      <w:bookmarkStart w:id="69" w:name="_Toc178685587"/>
      <w:r>
        <w:t>Orquestradores</w:t>
      </w:r>
      <w:bookmarkEnd w:id="69"/>
    </w:p>
    <w:p w14:paraId="580BCB7A" w14:textId="7216725C" w:rsidR="001F13FB" w:rsidRDefault="001F13FB" w:rsidP="00463380">
      <w:pPr>
        <w:pStyle w:val="Corpodetexto"/>
        <w:ind w:right="96"/>
        <w:jc w:val="both"/>
      </w:pPr>
      <w:r>
        <w:t xml:space="preserve"> Os orquestradores que </w:t>
      </w:r>
      <w:r w:rsidR="00287F1F">
        <w:t xml:space="preserve">são </w:t>
      </w:r>
      <w:r w:rsidR="008901DD">
        <w:t xml:space="preserve">tecnologia que </w:t>
      </w:r>
      <w:r w:rsidR="00B87818">
        <w:t xml:space="preserve">tomam conta </w:t>
      </w:r>
      <w:r w:rsidR="009A15E7">
        <w:t>dos contêineres</w:t>
      </w:r>
      <w:r w:rsidR="00B87818">
        <w:t xml:space="preserve"> e para cuidar do </w:t>
      </w:r>
      <w:proofErr w:type="spellStart"/>
      <w:r w:rsidR="00B87818">
        <w:t>deploy</w:t>
      </w:r>
      <w:proofErr w:type="spellEnd"/>
      <w:r w:rsidR="00B87818">
        <w:t xml:space="preserve"> de nosso container utilizamos de </w:t>
      </w:r>
      <w:proofErr w:type="spellStart"/>
      <w:r w:rsidR="00B87818" w:rsidRPr="00463380">
        <w:t>Kubernetes</w:t>
      </w:r>
      <w:proofErr w:type="spellEnd"/>
      <w:r w:rsidR="009A15E7" w:rsidRPr="00463380">
        <w:t xml:space="preserve"> gerenciado </w:t>
      </w:r>
      <w:r w:rsidR="0034005E" w:rsidRPr="00463380">
        <w:t xml:space="preserve">através do </w:t>
      </w:r>
      <w:proofErr w:type="spellStart"/>
      <w:r w:rsidR="00E63AE6" w:rsidRPr="00463380">
        <w:t>Openshift</w:t>
      </w:r>
      <w:proofErr w:type="spellEnd"/>
      <w:r w:rsidR="00E63AE6" w:rsidRPr="00463380">
        <w:t>.</w:t>
      </w:r>
    </w:p>
    <w:p w14:paraId="0C354328" w14:textId="77777777" w:rsidR="00E63AE6" w:rsidRPr="001F13FB" w:rsidRDefault="00E63AE6" w:rsidP="001F13FB">
      <w:pPr>
        <w:pStyle w:val="Corpodetexto2"/>
      </w:pPr>
    </w:p>
    <w:p w14:paraId="7454FB08" w14:textId="368ACD54" w:rsidR="00247FEE" w:rsidRDefault="00247FEE" w:rsidP="006C0CD3">
      <w:pPr>
        <w:pStyle w:val="Ttulo1"/>
      </w:pPr>
      <w:bookmarkStart w:id="70" w:name="_Toc178685588"/>
      <w:r>
        <w:t>Banco de dados</w:t>
      </w:r>
      <w:bookmarkEnd w:id="70"/>
    </w:p>
    <w:p w14:paraId="05F3D248" w14:textId="0FE004BE" w:rsidR="00247FEE" w:rsidRDefault="00603FD9" w:rsidP="006C0CD3">
      <w:pPr>
        <w:pStyle w:val="Ttulo2"/>
      </w:pPr>
      <w:bookmarkStart w:id="71" w:name="_Toc178685589"/>
      <w:r>
        <w:t>SQL Server</w:t>
      </w:r>
      <w:bookmarkEnd w:id="71"/>
    </w:p>
    <w:p w14:paraId="2022ACA4" w14:textId="4B388A6F" w:rsidR="0034005E" w:rsidRDefault="0034005E" w:rsidP="0034005E">
      <w:pPr>
        <w:pStyle w:val="Corpodetexto2"/>
        <w:ind w:firstLine="153"/>
      </w:pPr>
      <w:r>
        <w:t xml:space="preserve">Banco de dados relacional desenvolvido pela Microsoft </w:t>
      </w:r>
    </w:p>
    <w:p w14:paraId="5323A56E" w14:textId="77777777" w:rsidR="00E63AE6" w:rsidRPr="0034005E" w:rsidRDefault="00E63AE6" w:rsidP="0034005E">
      <w:pPr>
        <w:pStyle w:val="Corpodetexto2"/>
        <w:ind w:firstLine="153"/>
      </w:pPr>
    </w:p>
    <w:p w14:paraId="5EA64290" w14:textId="5530A213" w:rsidR="00603FD9" w:rsidRDefault="00603FD9" w:rsidP="006C0CD3">
      <w:pPr>
        <w:pStyle w:val="Ttulo2"/>
      </w:pPr>
      <w:bookmarkStart w:id="72" w:name="_Toc178685590"/>
      <w:r>
        <w:t>MONGO</w:t>
      </w:r>
      <w:r w:rsidR="002E0CDA">
        <w:t>DB</w:t>
      </w:r>
      <w:bookmarkEnd w:id="72"/>
    </w:p>
    <w:p w14:paraId="45C68830" w14:textId="725DFC0B" w:rsidR="0034005E" w:rsidRDefault="0034005E" w:rsidP="0034005E">
      <w:pPr>
        <w:pStyle w:val="Corpodetexto2"/>
        <w:ind w:left="720"/>
      </w:pPr>
      <w:r>
        <w:t xml:space="preserve">Banco de dados não relacional que trabalha através de estruturas desmoralizadas (Documentos) </w:t>
      </w:r>
    </w:p>
    <w:p w14:paraId="1A9B19C6" w14:textId="77777777" w:rsidR="00E63AE6" w:rsidRPr="0034005E" w:rsidRDefault="00E63AE6" w:rsidP="0034005E">
      <w:pPr>
        <w:pStyle w:val="Corpodetexto2"/>
        <w:ind w:left="720"/>
      </w:pPr>
    </w:p>
    <w:p w14:paraId="55C7C09B" w14:textId="674F3081" w:rsidR="00D43450" w:rsidRDefault="00D43450" w:rsidP="00D43450">
      <w:pPr>
        <w:pStyle w:val="Ttulo1"/>
      </w:pPr>
      <w:bookmarkStart w:id="73" w:name="_Toc178685591"/>
      <w:r>
        <w:t>Referências</w:t>
      </w:r>
      <w:bookmarkEnd w:id="67"/>
      <w:bookmarkEnd w:id="73"/>
    </w:p>
    <w:p w14:paraId="6B34E60E" w14:textId="77777777" w:rsidR="00D43450" w:rsidRDefault="00D43450" w:rsidP="00D43450">
      <w:pPr>
        <w:pStyle w:val="Corpodetexto3"/>
        <w:numPr>
          <w:ilvl w:val="0"/>
          <w:numId w:val="23"/>
        </w:numPr>
        <w:jc w:val="both"/>
      </w:pPr>
      <w:hyperlink r:id="rId25" w:history="1">
        <w:r w:rsidRPr="00D43450">
          <w:rPr>
            <w:rStyle w:val="Hyperlink"/>
          </w:rPr>
          <w:t>https://www.json.org/</w:t>
        </w:r>
      </w:hyperlink>
    </w:p>
    <w:p w14:paraId="676A8891" w14:textId="77777777" w:rsidR="00D43450" w:rsidRDefault="00D43450" w:rsidP="00D43450">
      <w:pPr>
        <w:pStyle w:val="Corpodetexto3"/>
        <w:numPr>
          <w:ilvl w:val="0"/>
          <w:numId w:val="23"/>
        </w:numPr>
        <w:jc w:val="both"/>
      </w:pPr>
      <w:hyperlink r:id="rId26" w:history="1">
        <w:r w:rsidRPr="00D43450">
          <w:rPr>
            <w:rStyle w:val="Hyperlink"/>
          </w:rPr>
          <w:t>https://spring.io/</w:t>
        </w:r>
      </w:hyperlink>
    </w:p>
    <w:p w14:paraId="7D0608A6" w14:textId="77777777" w:rsidR="00D43450" w:rsidRPr="00D43450" w:rsidRDefault="007117F5" w:rsidP="00D43450">
      <w:pPr>
        <w:pStyle w:val="Corpodetexto3"/>
        <w:numPr>
          <w:ilvl w:val="0"/>
          <w:numId w:val="23"/>
        </w:numPr>
        <w:jc w:val="both"/>
      </w:pPr>
      <w:hyperlink r:id="rId27" w:history="1">
        <w:r w:rsidRPr="007117F5">
          <w:rPr>
            <w:rStyle w:val="Hyperlink"/>
            <w:rFonts w:cs="Arial"/>
            <w:sz w:val="21"/>
            <w:szCs w:val="21"/>
            <w:shd w:val="clear" w:color="auto" w:fill="FFFFFF"/>
          </w:rPr>
          <w:t>https://angular.io/docs</w:t>
        </w:r>
      </w:hyperlink>
    </w:p>
    <w:p w14:paraId="6B86D0AC" w14:textId="77777777" w:rsidR="00D43450" w:rsidRPr="001E0038" w:rsidRDefault="00D43450" w:rsidP="00D43450">
      <w:pPr>
        <w:pStyle w:val="Corpodetexto3"/>
        <w:numPr>
          <w:ilvl w:val="0"/>
          <w:numId w:val="23"/>
        </w:numPr>
        <w:jc w:val="both"/>
        <w:rPr>
          <w:rStyle w:val="Hyperlink"/>
          <w:color w:val="auto"/>
          <w:u w:val="none"/>
        </w:rPr>
      </w:pPr>
      <w:hyperlink r:id="rId28" w:history="1">
        <w:r w:rsidRPr="00D43450">
          <w:rPr>
            <w:rStyle w:val="Hyperlink"/>
            <w:rFonts w:cs="Arial"/>
            <w:sz w:val="21"/>
            <w:szCs w:val="21"/>
            <w:shd w:val="clear" w:color="auto" w:fill="FFFFFF"/>
          </w:rPr>
          <w:t>http://hibernate.org/orm/documentation/4.2/</w:t>
        </w:r>
      </w:hyperlink>
    </w:p>
    <w:p w14:paraId="2CC6B470" w14:textId="4F8DC6C4" w:rsidR="001E0038" w:rsidRPr="00D43450" w:rsidRDefault="0033146B" w:rsidP="00D43450">
      <w:pPr>
        <w:pStyle w:val="Corpodetexto3"/>
        <w:numPr>
          <w:ilvl w:val="0"/>
          <w:numId w:val="23"/>
        </w:numPr>
        <w:jc w:val="both"/>
      </w:pPr>
      <w:hyperlink r:id="rId29" w:history="1">
        <w:r w:rsidRPr="0033146B">
          <w:rPr>
            <w:rStyle w:val="Hyperlink"/>
          </w:rPr>
          <w:t>https://docs.nestjs.com/</w:t>
        </w:r>
      </w:hyperlink>
    </w:p>
    <w:sectPr w:rsidR="001E0038" w:rsidRPr="00D43450" w:rsidSect="00D53BA6">
      <w:footerReference w:type="default" r:id="rId30"/>
      <w:endnotePr>
        <w:numFmt w:val="decimal"/>
      </w:endnotePr>
      <w:pgSz w:w="11907" w:h="16840" w:code="9"/>
      <w:pgMar w:top="1417" w:right="1440" w:bottom="1417" w:left="1440" w:header="720" w:footer="720" w:gutter="0"/>
      <w:pgNumType w:start="4"/>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Mikael do Nascimento Medeiros" w:date="2021-03-12T21:43:00Z" w:initials="MM">
    <w:p w14:paraId="56FE2A8E" w14:textId="0AE65F96" w:rsidR="45EFC0B2" w:rsidRDefault="45EFC0B2">
      <w:r>
        <w:t xml:space="preserve">Lombok </w:t>
      </w:r>
      <w:r>
        <w:annotationRef/>
      </w:r>
    </w:p>
    <w:p w14:paraId="3B1720EE" w14:textId="17C68825" w:rsidR="45EFC0B2" w:rsidRDefault="45EFC0B2">
      <w:r>
        <w:t xml:space="preserve"> </w:t>
      </w:r>
    </w:p>
    <w:p w14:paraId="72287A59" w14:textId="5015D980" w:rsidR="45EFC0B2" w:rsidRDefault="45EFC0B2">
      <w:r>
        <w:t xml:space="preserve">Spring-test </w:t>
      </w:r>
    </w:p>
    <w:p w14:paraId="3E80AD99" w14:textId="04486A21" w:rsidR="45EFC0B2" w:rsidRDefault="45EFC0B2">
      <w:r>
        <w:t xml:space="preserve"> </w:t>
      </w:r>
    </w:p>
    <w:p w14:paraId="1E59F541" w14:textId="750B1248" w:rsidR="45EFC0B2" w:rsidRDefault="45EFC0B2">
      <w:r>
        <w:t xml:space="preserve">Nessa parte seria meio que descrever o que tem no nosso pom. </w:t>
      </w:r>
    </w:p>
    <w:p w14:paraId="10B7D052" w14:textId="006F5C5C" w:rsidR="45EFC0B2" w:rsidRDefault="45EFC0B2"/>
  </w:comment>
  <w:comment w:id="15" w:author="Filipe Rodrigues Barretto" w:date="2021-03-16T18:19:00Z" w:initials="FRB">
    <w:p w14:paraId="2CA5AAA3" w14:textId="6A9005E8" w:rsidR="00BA4AA5" w:rsidRDefault="00BA4AA5">
      <w:pPr>
        <w:pStyle w:val="Textodecomentrio"/>
      </w:pPr>
      <w:r>
        <w:rPr>
          <w:rStyle w:val="Refdecomentrio"/>
        </w:rPr>
        <w:annotationRef/>
      </w:r>
    </w:p>
  </w:comment>
  <w:comment w:id="50" w:author="Mikael do Nascimento Medeiros" w:date="2021-03-12T21:46:00Z" w:initials="MM">
    <w:p w14:paraId="708A6DFC" w14:textId="77777777" w:rsidR="00F87FF4" w:rsidRDefault="00F87FF4" w:rsidP="00F87FF4">
      <w:r>
        <w:t>Lembrar de frisar mais a parte do HTML e CSS :D</w:t>
      </w:r>
      <w:r>
        <w:annotationRef/>
      </w:r>
    </w:p>
  </w:comment>
  <w:comment w:id="51" w:author="Filipe Rodrigues Barretto" w:date="2021-03-15T10:08:00Z" w:initials="FRB">
    <w:p w14:paraId="01A10FAC" w14:textId="0BACCD72" w:rsidR="00EE1F63" w:rsidRDefault="00EE1F63">
      <w:pPr>
        <w:pStyle w:val="Textodecomentrio"/>
      </w:pPr>
      <w:r>
        <w:rPr>
          <w:rStyle w:val="Refdecomentrio"/>
        </w:rPr>
        <w:annotationRef/>
      </w:r>
      <w:r>
        <w:t>Feito</w:t>
      </w:r>
    </w:p>
    <w:p w14:paraId="38EC0B3D" w14:textId="18EAC555" w:rsidR="00EE1F63" w:rsidRDefault="00EE1F63">
      <w:pPr>
        <w:pStyle w:val="Textodecomentrio"/>
      </w:pPr>
    </w:p>
  </w:comment>
  <w:comment w:id="52" w:author="Filipe Rodrigues Barretto" w:date="2021-03-15T10:08:00Z" w:initials="FRB">
    <w:p w14:paraId="7F523C9B" w14:textId="10EBF29F" w:rsidR="00EE1F63" w:rsidRDefault="00EE1F63">
      <w:pPr>
        <w:pStyle w:val="Textodecomentrio"/>
      </w:pPr>
      <w:r>
        <w:rPr>
          <w:rStyle w:val="Refdecoment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B7D052" w15:done="0"/>
  <w15:commentEx w15:paraId="2CA5AAA3" w15:paraIdParent="10B7D052" w15:done="0"/>
  <w15:commentEx w15:paraId="708A6DFC" w15:done="0"/>
  <w15:commentEx w15:paraId="38EC0B3D" w15:paraIdParent="708A6DFC" w15:done="0"/>
  <w15:commentEx w15:paraId="7F523C9B" w15:paraIdParent="708A6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279FD0" w16cex:dateUtc="2021-03-13T00:43:00Z"/>
  <w16cex:commentExtensible w16cex:durableId="23FB7533" w16cex:dateUtc="2021-03-16T21:19:00Z"/>
  <w16cex:commentExtensible w16cex:durableId="2C261F5E" w16cex:dateUtc="2021-03-13T00:46:00Z"/>
  <w16cex:commentExtensible w16cex:durableId="23F9B09C" w16cex:dateUtc="2021-03-15T13:08:00Z"/>
  <w16cex:commentExtensible w16cex:durableId="23F9B0A6" w16cex:dateUtc="2021-03-15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B7D052" w16cid:durableId="12279FD0"/>
  <w16cid:commentId w16cid:paraId="2CA5AAA3" w16cid:durableId="23FB7533"/>
  <w16cid:commentId w16cid:paraId="708A6DFC" w16cid:durableId="2C261F5E"/>
  <w16cid:commentId w16cid:paraId="38EC0B3D" w16cid:durableId="23F9B09C"/>
  <w16cid:commentId w16cid:paraId="7F523C9B" w16cid:durableId="23F9B0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2749C" w14:textId="77777777" w:rsidR="00FF7CEA" w:rsidRDefault="00FF7CEA">
      <w:r>
        <w:separator/>
      </w:r>
    </w:p>
  </w:endnote>
  <w:endnote w:type="continuationSeparator" w:id="0">
    <w:p w14:paraId="19828052" w14:textId="77777777" w:rsidR="00FF7CEA" w:rsidRDefault="00FF7CEA">
      <w:r>
        <w:continuationSeparator/>
      </w:r>
    </w:p>
  </w:endnote>
  <w:endnote w:type="continuationNotice" w:id="1">
    <w:p w14:paraId="0B27CEED" w14:textId="77777777" w:rsidR="00FF7CEA" w:rsidRDefault="00FF7C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mn-e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tblBorders>
      <w:tblLayout w:type="fixed"/>
      <w:tblLook w:val="0000" w:firstRow="0" w:lastRow="0" w:firstColumn="0" w:lastColumn="0" w:noHBand="0" w:noVBand="0"/>
    </w:tblPr>
    <w:tblGrid>
      <w:gridCol w:w="3162"/>
      <w:gridCol w:w="3162"/>
      <w:gridCol w:w="3162"/>
    </w:tblGrid>
    <w:tr w:rsidR="009A6D66" w14:paraId="17422507" w14:textId="77777777">
      <w:tc>
        <w:tcPr>
          <w:tcW w:w="3162" w:type="dxa"/>
        </w:tcPr>
        <w:p w14:paraId="447478E7" w14:textId="77777777" w:rsidR="009A6D66" w:rsidRDefault="009A6D66">
          <w:pPr>
            <w:ind w:right="360"/>
            <w:rPr>
              <w:sz w:val="20"/>
            </w:rPr>
          </w:pPr>
          <w:r>
            <w:rPr>
              <w:sz w:val="20"/>
            </w:rPr>
            <w:t>Modelo: 3.0</w:t>
          </w:r>
        </w:p>
      </w:tc>
      <w:tc>
        <w:tcPr>
          <w:tcW w:w="3162" w:type="dxa"/>
        </w:tcPr>
        <w:p w14:paraId="434F11EE" w14:textId="54C7FA09" w:rsidR="009A6D66" w:rsidRDefault="009A6D66">
          <w:pPr>
            <w:jc w:val="center"/>
            <w:rPr>
              <w:sz w:val="20"/>
            </w:rPr>
          </w:pPr>
          <w:r>
            <w:rPr>
              <w:rFonts w:ascii="Symbol" w:eastAsia="Symbol" w:hAnsi="Symbol" w:cs="Symbol"/>
              <w:sz w:val="20"/>
            </w:rPr>
            <w:t>Ó</w:t>
          </w:r>
          <w:r>
            <w:rPr>
              <w:sz w:val="20"/>
            </w:rPr>
            <w:t xml:space="preserve">Sistema CNI, </w:t>
          </w:r>
          <w:r>
            <w:rPr>
              <w:sz w:val="20"/>
            </w:rPr>
            <w:fldChar w:fldCharType="begin"/>
          </w:r>
          <w:r>
            <w:rPr>
              <w:sz w:val="20"/>
            </w:rPr>
            <w:instrText xml:space="preserve"> DATE \@ "yyyy" </w:instrText>
          </w:r>
          <w:r>
            <w:rPr>
              <w:sz w:val="20"/>
            </w:rPr>
            <w:fldChar w:fldCharType="separate"/>
          </w:r>
          <w:r w:rsidR="00616F6B">
            <w:rPr>
              <w:noProof/>
              <w:sz w:val="20"/>
            </w:rPr>
            <w:t>2024</w:t>
          </w:r>
          <w:r>
            <w:rPr>
              <w:sz w:val="20"/>
            </w:rPr>
            <w:fldChar w:fldCharType="end"/>
          </w:r>
        </w:p>
      </w:tc>
      <w:tc>
        <w:tcPr>
          <w:tcW w:w="3162" w:type="dxa"/>
        </w:tcPr>
        <w:p w14:paraId="4B6FB366" w14:textId="77777777" w:rsidR="009A6D66" w:rsidRDefault="009A6D66" w:rsidP="002E1135">
          <w:pPr>
            <w:tabs>
              <w:tab w:val="left" w:pos="525"/>
              <w:tab w:val="right" w:pos="2946"/>
            </w:tabs>
            <w:rPr>
              <w:sz w:val="20"/>
            </w:rPr>
          </w:pPr>
          <w:r>
            <w:rPr>
              <w:sz w:val="20"/>
            </w:rPr>
            <w:tab/>
          </w:r>
          <w:r>
            <w:rPr>
              <w:sz w:val="20"/>
            </w:rPr>
            <w:tab/>
            <w:t xml:space="preserve">Página </w:t>
          </w:r>
          <w:r>
            <w:rPr>
              <w:rStyle w:val="Nmerodepgina"/>
            </w:rPr>
            <w:fldChar w:fldCharType="begin"/>
          </w:r>
          <w:r>
            <w:rPr>
              <w:rStyle w:val="Nmerodepgina"/>
            </w:rPr>
            <w:instrText xml:space="preserve"> PAGE </w:instrText>
          </w:r>
          <w:r>
            <w:rPr>
              <w:rStyle w:val="Nmerodepgina"/>
            </w:rPr>
            <w:fldChar w:fldCharType="separate"/>
          </w:r>
          <w:r w:rsidR="00207F95">
            <w:rPr>
              <w:rStyle w:val="Nmerodepgina"/>
              <w:noProof/>
            </w:rPr>
            <w:t>9</w:t>
          </w:r>
          <w:r>
            <w:rPr>
              <w:rStyle w:val="Nmerodepgina"/>
            </w:rPr>
            <w:fldChar w:fldCharType="end"/>
          </w:r>
          <w:r>
            <w:rPr>
              <w:rStyle w:val="Nmerodepgina"/>
              <w:sz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207F95">
            <w:rPr>
              <w:rStyle w:val="Nmerodepgina"/>
              <w:noProof/>
            </w:rPr>
            <w:t>9</w:t>
          </w:r>
          <w:r>
            <w:rPr>
              <w:rStyle w:val="Nmerodepgina"/>
            </w:rPr>
            <w:fldChar w:fldCharType="end"/>
          </w:r>
        </w:p>
      </w:tc>
    </w:tr>
  </w:tbl>
  <w:p w14:paraId="5F933045" w14:textId="77777777" w:rsidR="009A6D66" w:rsidRDefault="009A6D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40E2F" w14:textId="77777777" w:rsidR="00FF7CEA" w:rsidRDefault="00FF7CEA">
      <w:r>
        <w:rPr>
          <w:rStyle w:val="Nmerodepgina"/>
        </w:rPr>
        <w:fldChar w:fldCharType="begin"/>
      </w:r>
      <w:r>
        <w:rPr>
          <w:rStyle w:val="Nmerodepgina"/>
        </w:rPr>
        <w:instrText xml:space="preserve"> NUMPAGES </w:instrText>
      </w:r>
      <w:r>
        <w:rPr>
          <w:rStyle w:val="Nmerodepgina"/>
        </w:rPr>
        <w:fldChar w:fldCharType="separate"/>
      </w:r>
      <w:r>
        <w:rPr>
          <w:rStyle w:val="Nmerodepgina"/>
          <w:noProof/>
        </w:rPr>
        <w:t>7</w:t>
      </w:r>
      <w:r>
        <w:rPr>
          <w:rStyle w:val="Nmerodepgina"/>
        </w:rPr>
        <w:fldChar w:fldCharType="end"/>
      </w:r>
      <w:r>
        <w:separator/>
      </w:r>
    </w:p>
  </w:footnote>
  <w:footnote w:type="continuationSeparator" w:id="0">
    <w:p w14:paraId="01558A57" w14:textId="77777777" w:rsidR="00FF7CEA" w:rsidRDefault="00FF7CEA">
      <w:r>
        <w:continuationSeparator/>
      </w:r>
    </w:p>
  </w:footnote>
  <w:footnote w:type="continuationNotice" w:id="1">
    <w:p w14:paraId="6E241E91" w14:textId="77777777" w:rsidR="00FF7CEA" w:rsidRDefault="00FF7CE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BAAB5" w14:textId="4DA68995" w:rsidR="009A6D66" w:rsidRDefault="00616F6B">
    <w:pPr>
      <w:pStyle w:val="Cabealho"/>
      <w:jc w:val="center"/>
    </w:pPr>
    <w:r>
      <w:rPr>
        <w:noProof/>
        <w:snapToGrid/>
      </w:rPr>
      <w:pict w14:anchorId="6B007C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Logotipo&#10;&#10;Descrição gerada automaticamente" style="width:223.5pt;height:158.25pt;visibility:visible;mso-wrap-style:square">
          <v:imagedata r:id="rId1" o:title="Logotipo&#10;&#10;Descrição gerada automaticament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54"/>
      <w:gridCol w:w="2504"/>
    </w:tblGrid>
    <w:tr w:rsidR="00C46213" w14:paraId="738E9D58" w14:textId="77777777">
      <w:tc>
        <w:tcPr>
          <w:tcW w:w="7054" w:type="dxa"/>
          <w:tcBorders>
            <w:top w:val="single" w:sz="6" w:space="0" w:color="auto"/>
            <w:left w:val="single" w:sz="6" w:space="0" w:color="auto"/>
            <w:bottom w:val="single" w:sz="6" w:space="0" w:color="auto"/>
            <w:right w:val="single" w:sz="6" w:space="0" w:color="auto"/>
          </w:tcBorders>
        </w:tcPr>
        <w:p w14:paraId="1F240A5E" w14:textId="77777777" w:rsidR="00C46213" w:rsidRDefault="00C46213" w:rsidP="00AC4E7F">
          <w:pPr>
            <w:snapToGrid w:val="0"/>
            <w:rPr>
              <w:b/>
              <w:bCs/>
              <w:sz w:val="20"/>
            </w:rPr>
          </w:pPr>
          <w:r>
            <w:rPr>
              <w:b/>
              <w:bCs/>
              <w:sz w:val="20"/>
            </w:rPr>
            <w:t>Arquitetura de Referência</w:t>
          </w:r>
        </w:p>
      </w:tc>
      <w:tc>
        <w:tcPr>
          <w:tcW w:w="2504" w:type="dxa"/>
          <w:tcBorders>
            <w:top w:val="single" w:sz="6" w:space="0" w:color="auto"/>
            <w:left w:val="single" w:sz="6" w:space="0" w:color="auto"/>
            <w:bottom w:val="single" w:sz="6" w:space="0" w:color="auto"/>
            <w:right w:val="single" w:sz="6" w:space="0" w:color="auto"/>
          </w:tcBorders>
        </w:tcPr>
        <w:p w14:paraId="44AE736B" w14:textId="16B046A9" w:rsidR="00870677" w:rsidRDefault="00FF5914">
          <w:pPr>
            <w:tabs>
              <w:tab w:val="left" w:pos="1135"/>
            </w:tabs>
            <w:spacing w:before="40"/>
            <w:ind w:right="68"/>
            <w:rPr>
              <w:sz w:val="20"/>
            </w:rPr>
          </w:pPr>
          <w:r>
            <w:rPr>
              <w:sz w:val="20"/>
            </w:rPr>
            <w:t xml:space="preserve">  Versão: </w:t>
          </w:r>
          <w:r w:rsidR="008E0966">
            <w:rPr>
              <w:sz w:val="20"/>
            </w:rPr>
            <w:t>3</w:t>
          </w:r>
          <w:r>
            <w:rPr>
              <w:sz w:val="20"/>
            </w:rPr>
            <w:t>.</w:t>
          </w:r>
          <w:r w:rsidR="00870677">
            <w:rPr>
              <w:sz w:val="20"/>
            </w:rPr>
            <w:t>3</w:t>
          </w:r>
        </w:p>
      </w:tc>
    </w:tr>
    <w:tr w:rsidR="00C46213" w14:paraId="5561EA91" w14:textId="77777777">
      <w:tc>
        <w:tcPr>
          <w:tcW w:w="7054" w:type="dxa"/>
          <w:tcBorders>
            <w:top w:val="single" w:sz="6" w:space="0" w:color="auto"/>
            <w:left w:val="single" w:sz="6" w:space="0" w:color="auto"/>
            <w:bottom w:val="single" w:sz="6" w:space="0" w:color="auto"/>
            <w:right w:val="single" w:sz="6" w:space="0" w:color="auto"/>
          </w:tcBorders>
        </w:tcPr>
        <w:p w14:paraId="41373221" w14:textId="77777777" w:rsidR="00C46213" w:rsidRDefault="00C46213">
          <w:pPr>
            <w:rPr>
              <w:sz w:val="20"/>
            </w:rPr>
          </w:pPr>
          <w:r>
            <w:rPr>
              <w:sz w:val="20"/>
            </w:rPr>
            <w:t>Documento de Arquitetura</w:t>
          </w:r>
        </w:p>
      </w:tc>
      <w:tc>
        <w:tcPr>
          <w:tcW w:w="2504" w:type="dxa"/>
          <w:tcBorders>
            <w:top w:val="single" w:sz="6" w:space="0" w:color="auto"/>
            <w:left w:val="single" w:sz="6" w:space="0" w:color="auto"/>
            <w:bottom w:val="single" w:sz="6" w:space="0" w:color="auto"/>
            <w:right w:val="single" w:sz="6" w:space="0" w:color="auto"/>
          </w:tcBorders>
        </w:tcPr>
        <w:p w14:paraId="7D8AEAE2" w14:textId="645AAE8A" w:rsidR="00C46213" w:rsidRDefault="00C46213" w:rsidP="00FF5914">
          <w:pPr>
            <w:rPr>
              <w:sz w:val="20"/>
            </w:rPr>
          </w:pPr>
          <w:r>
            <w:rPr>
              <w:sz w:val="20"/>
            </w:rPr>
            <w:t xml:space="preserve">  Data: </w:t>
          </w:r>
          <w:r w:rsidR="00870677">
            <w:rPr>
              <w:sz w:val="20"/>
            </w:rPr>
            <w:t>30</w:t>
          </w:r>
          <w:r>
            <w:rPr>
              <w:sz w:val="20"/>
            </w:rPr>
            <w:t>/0</w:t>
          </w:r>
          <w:r w:rsidR="00870677">
            <w:rPr>
              <w:sz w:val="20"/>
            </w:rPr>
            <w:t>4</w:t>
          </w:r>
          <w:r>
            <w:rPr>
              <w:sz w:val="20"/>
            </w:rPr>
            <w:t>/20</w:t>
          </w:r>
          <w:r w:rsidR="00BA5323">
            <w:rPr>
              <w:sz w:val="20"/>
            </w:rPr>
            <w:t>2</w:t>
          </w:r>
          <w:r w:rsidR="00870677">
            <w:rPr>
              <w:sz w:val="20"/>
            </w:rPr>
            <w:t>4</w:t>
          </w:r>
        </w:p>
      </w:tc>
    </w:tr>
  </w:tbl>
  <w:p w14:paraId="2870B04B" w14:textId="77777777" w:rsidR="009A6D66" w:rsidRDefault="009A6D66">
    <w:pPr>
      <w:pStyle w:val="Cabealh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9B2A7EA"/>
    <w:lvl w:ilvl="0">
      <w:start w:val="1"/>
      <w:numFmt w:val="decimal"/>
      <w:lvlText w:val="%1."/>
      <w:lvlJc w:val="left"/>
      <w:pPr>
        <w:tabs>
          <w:tab w:val="num" w:pos="0"/>
        </w:tabs>
        <w:ind w:left="0" w:firstLine="0"/>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8B4BB6"/>
    <w:multiLevelType w:val="hybridMultilevel"/>
    <w:tmpl w:val="7A8A6FA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B2EDF"/>
    <w:multiLevelType w:val="hybridMultilevel"/>
    <w:tmpl w:val="9664112A"/>
    <w:lvl w:ilvl="0" w:tplc="0416000B">
      <w:start w:val="1"/>
      <w:numFmt w:val="bullet"/>
      <w:lvlText w:val=""/>
      <w:lvlJc w:val="left"/>
      <w:pPr>
        <w:ind w:left="1145" w:hanging="360"/>
      </w:pPr>
      <w:rPr>
        <w:rFonts w:ascii="Wingdings" w:hAnsi="Wingdings"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3" w15:restartNumberingAfterBreak="0">
    <w:nsid w:val="08AD7C01"/>
    <w:multiLevelType w:val="multilevel"/>
    <w:tmpl w:val="57AAAEEA"/>
    <w:lvl w:ilvl="0">
      <w:start w:val="1"/>
      <w:numFmt w:val="decimal"/>
      <w:pStyle w:val="Ttulo1"/>
      <w:lvlText w:val="%1."/>
      <w:lvlJc w:val="left"/>
      <w:pPr>
        <w:tabs>
          <w:tab w:val="num" w:pos="0"/>
        </w:tabs>
        <w:ind w:left="0" w:firstLine="0"/>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0"/>
        </w:tabs>
        <w:ind w:left="0" w:firstLine="0"/>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0BAE54DB"/>
    <w:multiLevelType w:val="hybridMultilevel"/>
    <w:tmpl w:val="2072FED8"/>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802B7"/>
    <w:multiLevelType w:val="hybridMultilevel"/>
    <w:tmpl w:val="988A5BAC"/>
    <w:lvl w:ilvl="0" w:tplc="A87415EA">
      <w:start w:val="1"/>
      <w:numFmt w:val="decimal"/>
      <w:pStyle w:val="Bullet"/>
      <w:lvlText w:val="%1."/>
      <w:lvlJc w:val="left"/>
      <w:pPr>
        <w:tabs>
          <w:tab w:val="num" w:pos="720"/>
        </w:tabs>
        <w:ind w:left="720" w:hanging="720"/>
      </w:pPr>
    </w:lvl>
    <w:lvl w:ilvl="1" w:tplc="F594CDD6">
      <w:start w:val="1"/>
      <w:numFmt w:val="decimal"/>
      <w:lvlText w:val="%2."/>
      <w:lvlJc w:val="left"/>
      <w:pPr>
        <w:tabs>
          <w:tab w:val="num" w:pos="1440"/>
        </w:tabs>
        <w:ind w:left="1440" w:hanging="720"/>
      </w:pPr>
    </w:lvl>
    <w:lvl w:ilvl="2" w:tplc="218C64C8">
      <w:start w:val="1"/>
      <w:numFmt w:val="decimal"/>
      <w:lvlText w:val="%3."/>
      <w:lvlJc w:val="left"/>
      <w:pPr>
        <w:tabs>
          <w:tab w:val="num" w:pos="2160"/>
        </w:tabs>
        <w:ind w:left="2160" w:hanging="720"/>
      </w:pPr>
    </w:lvl>
    <w:lvl w:ilvl="3" w:tplc="E362A9CE">
      <w:start w:val="1"/>
      <w:numFmt w:val="decimal"/>
      <w:lvlText w:val="%4."/>
      <w:lvlJc w:val="left"/>
      <w:pPr>
        <w:tabs>
          <w:tab w:val="num" w:pos="2880"/>
        </w:tabs>
        <w:ind w:left="2880" w:hanging="720"/>
      </w:pPr>
    </w:lvl>
    <w:lvl w:ilvl="4" w:tplc="B4E07D28">
      <w:start w:val="1"/>
      <w:numFmt w:val="decimal"/>
      <w:lvlText w:val="%5."/>
      <w:lvlJc w:val="left"/>
      <w:pPr>
        <w:tabs>
          <w:tab w:val="num" w:pos="3600"/>
        </w:tabs>
        <w:ind w:left="3600" w:hanging="720"/>
      </w:pPr>
    </w:lvl>
    <w:lvl w:ilvl="5" w:tplc="067C00AE">
      <w:start w:val="1"/>
      <w:numFmt w:val="decimal"/>
      <w:lvlText w:val="%6."/>
      <w:lvlJc w:val="left"/>
      <w:pPr>
        <w:tabs>
          <w:tab w:val="num" w:pos="4320"/>
        </w:tabs>
        <w:ind w:left="4320" w:hanging="720"/>
      </w:pPr>
    </w:lvl>
    <w:lvl w:ilvl="6" w:tplc="51C670A2">
      <w:start w:val="1"/>
      <w:numFmt w:val="decimal"/>
      <w:lvlText w:val="%7."/>
      <w:lvlJc w:val="left"/>
      <w:pPr>
        <w:tabs>
          <w:tab w:val="num" w:pos="5040"/>
        </w:tabs>
        <w:ind w:left="5040" w:hanging="720"/>
      </w:pPr>
    </w:lvl>
    <w:lvl w:ilvl="7" w:tplc="622EFD64">
      <w:start w:val="1"/>
      <w:numFmt w:val="decimal"/>
      <w:lvlText w:val="%8."/>
      <w:lvlJc w:val="left"/>
      <w:pPr>
        <w:tabs>
          <w:tab w:val="num" w:pos="5760"/>
        </w:tabs>
        <w:ind w:left="5760" w:hanging="720"/>
      </w:pPr>
    </w:lvl>
    <w:lvl w:ilvl="8" w:tplc="A386B5EE">
      <w:start w:val="1"/>
      <w:numFmt w:val="decimal"/>
      <w:lvlText w:val="%9."/>
      <w:lvlJc w:val="left"/>
      <w:pPr>
        <w:tabs>
          <w:tab w:val="num" w:pos="6480"/>
        </w:tabs>
        <w:ind w:left="6480" w:hanging="720"/>
      </w:pPr>
    </w:lvl>
  </w:abstractNum>
  <w:abstractNum w:abstractNumId="6" w15:restartNumberingAfterBreak="0">
    <w:nsid w:val="1450016F"/>
    <w:multiLevelType w:val="hybridMultilevel"/>
    <w:tmpl w:val="1402E38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700DCF"/>
    <w:multiLevelType w:val="hybridMultilevel"/>
    <w:tmpl w:val="D0CCB842"/>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852202"/>
    <w:multiLevelType w:val="hybridMultilevel"/>
    <w:tmpl w:val="CCFC82CE"/>
    <w:lvl w:ilvl="0" w:tplc="94284172">
      <w:start w:val="1"/>
      <w:numFmt w:val="bullet"/>
      <w:lvlText w:val="•"/>
      <w:lvlJc w:val="left"/>
      <w:pPr>
        <w:tabs>
          <w:tab w:val="num" w:pos="720"/>
        </w:tabs>
        <w:ind w:left="720" w:hanging="360"/>
      </w:pPr>
      <w:rPr>
        <w:rFonts w:ascii="Times New Roman" w:hAnsi="Times New Roman" w:hint="default"/>
      </w:rPr>
    </w:lvl>
    <w:lvl w:ilvl="1" w:tplc="24760B3A" w:tentative="1">
      <w:start w:val="1"/>
      <w:numFmt w:val="bullet"/>
      <w:lvlText w:val="•"/>
      <w:lvlJc w:val="left"/>
      <w:pPr>
        <w:tabs>
          <w:tab w:val="num" w:pos="1440"/>
        </w:tabs>
        <w:ind w:left="1440" w:hanging="360"/>
      </w:pPr>
      <w:rPr>
        <w:rFonts w:ascii="Times New Roman" w:hAnsi="Times New Roman" w:hint="default"/>
      </w:rPr>
    </w:lvl>
    <w:lvl w:ilvl="2" w:tplc="0DB054A0" w:tentative="1">
      <w:start w:val="1"/>
      <w:numFmt w:val="bullet"/>
      <w:lvlText w:val="•"/>
      <w:lvlJc w:val="left"/>
      <w:pPr>
        <w:tabs>
          <w:tab w:val="num" w:pos="2160"/>
        </w:tabs>
        <w:ind w:left="2160" w:hanging="360"/>
      </w:pPr>
      <w:rPr>
        <w:rFonts w:ascii="Times New Roman" w:hAnsi="Times New Roman" w:hint="default"/>
      </w:rPr>
    </w:lvl>
    <w:lvl w:ilvl="3" w:tplc="031472E8" w:tentative="1">
      <w:start w:val="1"/>
      <w:numFmt w:val="bullet"/>
      <w:lvlText w:val="•"/>
      <w:lvlJc w:val="left"/>
      <w:pPr>
        <w:tabs>
          <w:tab w:val="num" w:pos="2880"/>
        </w:tabs>
        <w:ind w:left="2880" w:hanging="360"/>
      </w:pPr>
      <w:rPr>
        <w:rFonts w:ascii="Times New Roman" w:hAnsi="Times New Roman" w:hint="default"/>
      </w:rPr>
    </w:lvl>
    <w:lvl w:ilvl="4" w:tplc="9642CA66" w:tentative="1">
      <w:start w:val="1"/>
      <w:numFmt w:val="bullet"/>
      <w:lvlText w:val="•"/>
      <w:lvlJc w:val="left"/>
      <w:pPr>
        <w:tabs>
          <w:tab w:val="num" w:pos="3600"/>
        </w:tabs>
        <w:ind w:left="3600" w:hanging="360"/>
      </w:pPr>
      <w:rPr>
        <w:rFonts w:ascii="Times New Roman" w:hAnsi="Times New Roman" w:hint="default"/>
      </w:rPr>
    </w:lvl>
    <w:lvl w:ilvl="5" w:tplc="25EEA27C" w:tentative="1">
      <w:start w:val="1"/>
      <w:numFmt w:val="bullet"/>
      <w:lvlText w:val="•"/>
      <w:lvlJc w:val="left"/>
      <w:pPr>
        <w:tabs>
          <w:tab w:val="num" w:pos="4320"/>
        </w:tabs>
        <w:ind w:left="4320" w:hanging="360"/>
      </w:pPr>
      <w:rPr>
        <w:rFonts w:ascii="Times New Roman" w:hAnsi="Times New Roman" w:hint="default"/>
      </w:rPr>
    </w:lvl>
    <w:lvl w:ilvl="6" w:tplc="F9F60C74" w:tentative="1">
      <w:start w:val="1"/>
      <w:numFmt w:val="bullet"/>
      <w:lvlText w:val="•"/>
      <w:lvlJc w:val="left"/>
      <w:pPr>
        <w:tabs>
          <w:tab w:val="num" w:pos="5040"/>
        </w:tabs>
        <w:ind w:left="5040" w:hanging="360"/>
      </w:pPr>
      <w:rPr>
        <w:rFonts w:ascii="Times New Roman" w:hAnsi="Times New Roman" w:hint="default"/>
      </w:rPr>
    </w:lvl>
    <w:lvl w:ilvl="7" w:tplc="068CA110" w:tentative="1">
      <w:start w:val="1"/>
      <w:numFmt w:val="bullet"/>
      <w:lvlText w:val="•"/>
      <w:lvlJc w:val="left"/>
      <w:pPr>
        <w:tabs>
          <w:tab w:val="num" w:pos="5760"/>
        </w:tabs>
        <w:ind w:left="5760" w:hanging="360"/>
      </w:pPr>
      <w:rPr>
        <w:rFonts w:ascii="Times New Roman" w:hAnsi="Times New Roman" w:hint="default"/>
      </w:rPr>
    </w:lvl>
    <w:lvl w:ilvl="8" w:tplc="9518536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8691DF3"/>
    <w:multiLevelType w:val="hybridMultilevel"/>
    <w:tmpl w:val="97C02FF2"/>
    <w:lvl w:ilvl="0" w:tplc="04160001">
      <w:start w:val="1"/>
      <w:numFmt w:val="bullet"/>
      <w:lvlText w:val=""/>
      <w:lvlJc w:val="left"/>
      <w:pPr>
        <w:tabs>
          <w:tab w:val="num" w:pos="1440"/>
        </w:tabs>
        <w:ind w:left="1440" w:hanging="360"/>
      </w:pPr>
      <w:rPr>
        <w:rFonts w:ascii="Symbol" w:hAnsi="Symbol" w:hint="default"/>
      </w:rPr>
    </w:lvl>
    <w:lvl w:ilvl="1" w:tplc="04160003" w:tentative="1">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5487FCE"/>
    <w:multiLevelType w:val="hybridMultilevel"/>
    <w:tmpl w:val="B7721948"/>
    <w:lvl w:ilvl="0" w:tplc="39EA3CD8">
      <w:start w:val="1"/>
      <w:numFmt w:val="bullet"/>
      <w:lvlText w:val="•"/>
      <w:lvlJc w:val="left"/>
      <w:pPr>
        <w:tabs>
          <w:tab w:val="num" w:pos="720"/>
        </w:tabs>
        <w:ind w:left="720" w:hanging="360"/>
      </w:pPr>
      <w:rPr>
        <w:rFonts w:ascii="Times New Roman" w:hAnsi="Times New Roman" w:hint="default"/>
      </w:rPr>
    </w:lvl>
    <w:lvl w:ilvl="1" w:tplc="935229F0" w:tentative="1">
      <w:start w:val="1"/>
      <w:numFmt w:val="bullet"/>
      <w:lvlText w:val="•"/>
      <w:lvlJc w:val="left"/>
      <w:pPr>
        <w:tabs>
          <w:tab w:val="num" w:pos="1440"/>
        </w:tabs>
        <w:ind w:left="1440" w:hanging="360"/>
      </w:pPr>
      <w:rPr>
        <w:rFonts w:ascii="Times New Roman" w:hAnsi="Times New Roman" w:hint="default"/>
      </w:rPr>
    </w:lvl>
    <w:lvl w:ilvl="2" w:tplc="453A2FCE" w:tentative="1">
      <w:start w:val="1"/>
      <w:numFmt w:val="bullet"/>
      <w:lvlText w:val="•"/>
      <w:lvlJc w:val="left"/>
      <w:pPr>
        <w:tabs>
          <w:tab w:val="num" w:pos="2160"/>
        </w:tabs>
        <w:ind w:left="2160" w:hanging="360"/>
      </w:pPr>
      <w:rPr>
        <w:rFonts w:ascii="Times New Roman" w:hAnsi="Times New Roman" w:hint="default"/>
      </w:rPr>
    </w:lvl>
    <w:lvl w:ilvl="3" w:tplc="3AE01C8A" w:tentative="1">
      <w:start w:val="1"/>
      <w:numFmt w:val="bullet"/>
      <w:lvlText w:val="•"/>
      <w:lvlJc w:val="left"/>
      <w:pPr>
        <w:tabs>
          <w:tab w:val="num" w:pos="2880"/>
        </w:tabs>
        <w:ind w:left="2880" w:hanging="360"/>
      </w:pPr>
      <w:rPr>
        <w:rFonts w:ascii="Times New Roman" w:hAnsi="Times New Roman" w:hint="default"/>
      </w:rPr>
    </w:lvl>
    <w:lvl w:ilvl="4" w:tplc="3032339C" w:tentative="1">
      <w:start w:val="1"/>
      <w:numFmt w:val="bullet"/>
      <w:lvlText w:val="•"/>
      <w:lvlJc w:val="left"/>
      <w:pPr>
        <w:tabs>
          <w:tab w:val="num" w:pos="3600"/>
        </w:tabs>
        <w:ind w:left="3600" w:hanging="360"/>
      </w:pPr>
      <w:rPr>
        <w:rFonts w:ascii="Times New Roman" w:hAnsi="Times New Roman" w:hint="default"/>
      </w:rPr>
    </w:lvl>
    <w:lvl w:ilvl="5" w:tplc="71D6975A" w:tentative="1">
      <w:start w:val="1"/>
      <w:numFmt w:val="bullet"/>
      <w:lvlText w:val="•"/>
      <w:lvlJc w:val="left"/>
      <w:pPr>
        <w:tabs>
          <w:tab w:val="num" w:pos="4320"/>
        </w:tabs>
        <w:ind w:left="4320" w:hanging="360"/>
      </w:pPr>
      <w:rPr>
        <w:rFonts w:ascii="Times New Roman" w:hAnsi="Times New Roman" w:hint="default"/>
      </w:rPr>
    </w:lvl>
    <w:lvl w:ilvl="6" w:tplc="DCF8A700" w:tentative="1">
      <w:start w:val="1"/>
      <w:numFmt w:val="bullet"/>
      <w:lvlText w:val="•"/>
      <w:lvlJc w:val="left"/>
      <w:pPr>
        <w:tabs>
          <w:tab w:val="num" w:pos="5040"/>
        </w:tabs>
        <w:ind w:left="5040" w:hanging="360"/>
      </w:pPr>
      <w:rPr>
        <w:rFonts w:ascii="Times New Roman" w:hAnsi="Times New Roman" w:hint="default"/>
      </w:rPr>
    </w:lvl>
    <w:lvl w:ilvl="7" w:tplc="17767194" w:tentative="1">
      <w:start w:val="1"/>
      <w:numFmt w:val="bullet"/>
      <w:lvlText w:val="•"/>
      <w:lvlJc w:val="left"/>
      <w:pPr>
        <w:tabs>
          <w:tab w:val="num" w:pos="5760"/>
        </w:tabs>
        <w:ind w:left="5760" w:hanging="360"/>
      </w:pPr>
      <w:rPr>
        <w:rFonts w:ascii="Times New Roman" w:hAnsi="Times New Roman" w:hint="default"/>
      </w:rPr>
    </w:lvl>
    <w:lvl w:ilvl="8" w:tplc="BF38693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5684F10"/>
    <w:multiLevelType w:val="hybridMultilevel"/>
    <w:tmpl w:val="B5003660"/>
    <w:lvl w:ilvl="0" w:tplc="49C2E8C0">
      <w:start w:val="1"/>
      <w:numFmt w:val="bullet"/>
      <w:lvlText w:val="•"/>
      <w:lvlJc w:val="left"/>
      <w:pPr>
        <w:tabs>
          <w:tab w:val="num" w:pos="720"/>
        </w:tabs>
        <w:ind w:left="720" w:hanging="360"/>
      </w:pPr>
      <w:rPr>
        <w:rFonts w:ascii="Times New Roman" w:hAnsi="Times New Roman" w:hint="default"/>
      </w:rPr>
    </w:lvl>
    <w:lvl w:ilvl="1" w:tplc="AA2CE094" w:tentative="1">
      <w:start w:val="1"/>
      <w:numFmt w:val="bullet"/>
      <w:lvlText w:val="•"/>
      <w:lvlJc w:val="left"/>
      <w:pPr>
        <w:tabs>
          <w:tab w:val="num" w:pos="1440"/>
        </w:tabs>
        <w:ind w:left="1440" w:hanging="360"/>
      </w:pPr>
      <w:rPr>
        <w:rFonts w:ascii="Times New Roman" w:hAnsi="Times New Roman" w:hint="default"/>
      </w:rPr>
    </w:lvl>
    <w:lvl w:ilvl="2" w:tplc="4F365126" w:tentative="1">
      <w:start w:val="1"/>
      <w:numFmt w:val="bullet"/>
      <w:lvlText w:val="•"/>
      <w:lvlJc w:val="left"/>
      <w:pPr>
        <w:tabs>
          <w:tab w:val="num" w:pos="2160"/>
        </w:tabs>
        <w:ind w:left="2160" w:hanging="360"/>
      </w:pPr>
      <w:rPr>
        <w:rFonts w:ascii="Times New Roman" w:hAnsi="Times New Roman" w:hint="default"/>
      </w:rPr>
    </w:lvl>
    <w:lvl w:ilvl="3" w:tplc="A77E402A" w:tentative="1">
      <w:start w:val="1"/>
      <w:numFmt w:val="bullet"/>
      <w:lvlText w:val="•"/>
      <w:lvlJc w:val="left"/>
      <w:pPr>
        <w:tabs>
          <w:tab w:val="num" w:pos="2880"/>
        </w:tabs>
        <w:ind w:left="2880" w:hanging="360"/>
      </w:pPr>
      <w:rPr>
        <w:rFonts w:ascii="Times New Roman" w:hAnsi="Times New Roman" w:hint="default"/>
      </w:rPr>
    </w:lvl>
    <w:lvl w:ilvl="4" w:tplc="08286810" w:tentative="1">
      <w:start w:val="1"/>
      <w:numFmt w:val="bullet"/>
      <w:lvlText w:val="•"/>
      <w:lvlJc w:val="left"/>
      <w:pPr>
        <w:tabs>
          <w:tab w:val="num" w:pos="3600"/>
        </w:tabs>
        <w:ind w:left="3600" w:hanging="360"/>
      </w:pPr>
      <w:rPr>
        <w:rFonts w:ascii="Times New Roman" w:hAnsi="Times New Roman" w:hint="default"/>
      </w:rPr>
    </w:lvl>
    <w:lvl w:ilvl="5" w:tplc="C9486CA6" w:tentative="1">
      <w:start w:val="1"/>
      <w:numFmt w:val="bullet"/>
      <w:lvlText w:val="•"/>
      <w:lvlJc w:val="left"/>
      <w:pPr>
        <w:tabs>
          <w:tab w:val="num" w:pos="4320"/>
        </w:tabs>
        <w:ind w:left="4320" w:hanging="360"/>
      </w:pPr>
      <w:rPr>
        <w:rFonts w:ascii="Times New Roman" w:hAnsi="Times New Roman" w:hint="default"/>
      </w:rPr>
    </w:lvl>
    <w:lvl w:ilvl="6" w:tplc="822E9EEC" w:tentative="1">
      <w:start w:val="1"/>
      <w:numFmt w:val="bullet"/>
      <w:lvlText w:val="•"/>
      <w:lvlJc w:val="left"/>
      <w:pPr>
        <w:tabs>
          <w:tab w:val="num" w:pos="5040"/>
        </w:tabs>
        <w:ind w:left="5040" w:hanging="360"/>
      </w:pPr>
      <w:rPr>
        <w:rFonts w:ascii="Times New Roman" w:hAnsi="Times New Roman" w:hint="default"/>
      </w:rPr>
    </w:lvl>
    <w:lvl w:ilvl="7" w:tplc="621E7378" w:tentative="1">
      <w:start w:val="1"/>
      <w:numFmt w:val="bullet"/>
      <w:lvlText w:val="•"/>
      <w:lvlJc w:val="left"/>
      <w:pPr>
        <w:tabs>
          <w:tab w:val="num" w:pos="5760"/>
        </w:tabs>
        <w:ind w:left="5760" w:hanging="360"/>
      </w:pPr>
      <w:rPr>
        <w:rFonts w:ascii="Times New Roman" w:hAnsi="Times New Roman" w:hint="default"/>
      </w:rPr>
    </w:lvl>
    <w:lvl w:ilvl="8" w:tplc="3884A15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E46915"/>
    <w:multiLevelType w:val="hybridMultilevel"/>
    <w:tmpl w:val="13AE585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10BEF"/>
    <w:multiLevelType w:val="hybridMultilevel"/>
    <w:tmpl w:val="E554855A"/>
    <w:lvl w:ilvl="0" w:tplc="54547F54">
      <w:start w:val="1"/>
      <w:numFmt w:val="bullet"/>
      <w:lvlText w:val="•"/>
      <w:lvlJc w:val="left"/>
      <w:pPr>
        <w:tabs>
          <w:tab w:val="num" w:pos="720"/>
        </w:tabs>
        <w:ind w:left="720" w:hanging="360"/>
      </w:pPr>
      <w:rPr>
        <w:rFonts w:ascii="Times New Roman" w:hAnsi="Times New Roman" w:hint="default"/>
      </w:rPr>
    </w:lvl>
    <w:lvl w:ilvl="1" w:tplc="2954FB88" w:tentative="1">
      <w:start w:val="1"/>
      <w:numFmt w:val="bullet"/>
      <w:lvlText w:val="•"/>
      <w:lvlJc w:val="left"/>
      <w:pPr>
        <w:tabs>
          <w:tab w:val="num" w:pos="1440"/>
        </w:tabs>
        <w:ind w:left="1440" w:hanging="360"/>
      </w:pPr>
      <w:rPr>
        <w:rFonts w:ascii="Times New Roman" w:hAnsi="Times New Roman" w:hint="default"/>
      </w:rPr>
    </w:lvl>
    <w:lvl w:ilvl="2" w:tplc="3B5212D2" w:tentative="1">
      <w:start w:val="1"/>
      <w:numFmt w:val="bullet"/>
      <w:lvlText w:val="•"/>
      <w:lvlJc w:val="left"/>
      <w:pPr>
        <w:tabs>
          <w:tab w:val="num" w:pos="2160"/>
        </w:tabs>
        <w:ind w:left="2160" w:hanging="360"/>
      </w:pPr>
      <w:rPr>
        <w:rFonts w:ascii="Times New Roman" w:hAnsi="Times New Roman" w:hint="default"/>
      </w:rPr>
    </w:lvl>
    <w:lvl w:ilvl="3" w:tplc="8306F310" w:tentative="1">
      <w:start w:val="1"/>
      <w:numFmt w:val="bullet"/>
      <w:lvlText w:val="•"/>
      <w:lvlJc w:val="left"/>
      <w:pPr>
        <w:tabs>
          <w:tab w:val="num" w:pos="2880"/>
        </w:tabs>
        <w:ind w:left="2880" w:hanging="360"/>
      </w:pPr>
      <w:rPr>
        <w:rFonts w:ascii="Times New Roman" w:hAnsi="Times New Roman" w:hint="default"/>
      </w:rPr>
    </w:lvl>
    <w:lvl w:ilvl="4" w:tplc="38D01240" w:tentative="1">
      <w:start w:val="1"/>
      <w:numFmt w:val="bullet"/>
      <w:lvlText w:val="•"/>
      <w:lvlJc w:val="left"/>
      <w:pPr>
        <w:tabs>
          <w:tab w:val="num" w:pos="3600"/>
        </w:tabs>
        <w:ind w:left="3600" w:hanging="360"/>
      </w:pPr>
      <w:rPr>
        <w:rFonts w:ascii="Times New Roman" w:hAnsi="Times New Roman" w:hint="default"/>
      </w:rPr>
    </w:lvl>
    <w:lvl w:ilvl="5" w:tplc="781E8B82" w:tentative="1">
      <w:start w:val="1"/>
      <w:numFmt w:val="bullet"/>
      <w:lvlText w:val="•"/>
      <w:lvlJc w:val="left"/>
      <w:pPr>
        <w:tabs>
          <w:tab w:val="num" w:pos="4320"/>
        </w:tabs>
        <w:ind w:left="4320" w:hanging="360"/>
      </w:pPr>
      <w:rPr>
        <w:rFonts w:ascii="Times New Roman" w:hAnsi="Times New Roman" w:hint="default"/>
      </w:rPr>
    </w:lvl>
    <w:lvl w:ilvl="6" w:tplc="7D9AFAD8" w:tentative="1">
      <w:start w:val="1"/>
      <w:numFmt w:val="bullet"/>
      <w:lvlText w:val="•"/>
      <w:lvlJc w:val="left"/>
      <w:pPr>
        <w:tabs>
          <w:tab w:val="num" w:pos="5040"/>
        </w:tabs>
        <w:ind w:left="5040" w:hanging="360"/>
      </w:pPr>
      <w:rPr>
        <w:rFonts w:ascii="Times New Roman" w:hAnsi="Times New Roman" w:hint="default"/>
      </w:rPr>
    </w:lvl>
    <w:lvl w:ilvl="7" w:tplc="DDB4EE50" w:tentative="1">
      <w:start w:val="1"/>
      <w:numFmt w:val="bullet"/>
      <w:lvlText w:val="•"/>
      <w:lvlJc w:val="left"/>
      <w:pPr>
        <w:tabs>
          <w:tab w:val="num" w:pos="5760"/>
        </w:tabs>
        <w:ind w:left="5760" w:hanging="360"/>
      </w:pPr>
      <w:rPr>
        <w:rFonts w:ascii="Times New Roman" w:hAnsi="Times New Roman" w:hint="default"/>
      </w:rPr>
    </w:lvl>
    <w:lvl w:ilvl="8" w:tplc="137257D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70D33D8"/>
    <w:multiLevelType w:val="hybridMultilevel"/>
    <w:tmpl w:val="3838093E"/>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15:restartNumberingAfterBreak="0">
    <w:nsid w:val="386E2262"/>
    <w:multiLevelType w:val="hybridMultilevel"/>
    <w:tmpl w:val="8B1C52F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CE26ECC"/>
    <w:multiLevelType w:val="hybridMultilevel"/>
    <w:tmpl w:val="CA301AE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E832BF"/>
    <w:multiLevelType w:val="hybridMultilevel"/>
    <w:tmpl w:val="B8760D4E"/>
    <w:lvl w:ilvl="0" w:tplc="0416000B">
      <w:start w:val="1"/>
      <w:numFmt w:val="bullet"/>
      <w:lvlText w:val=""/>
      <w:lvlJc w:val="left"/>
      <w:pPr>
        <w:ind w:left="2220" w:hanging="360"/>
      </w:pPr>
      <w:rPr>
        <w:rFonts w:ascii="Wingdings" w:hAnsi="Wingdings" w:hint="default"/>
      </w:rPr>
    </w:lvl>
    <w:lvl w:ilvl="1" w:tplc="04160003" w:tentative="1">
      <w:start w:val="1"/>
      <w:numFmt w:val="bullet"/>
      <w:lvlText w:val="o"/>
      <w:lvlJc w:val="left"/>
      <w:pPr>
        <w:ind w:left="2940" w:hanging="360"/>
      </w:pPr>
      <w:rPr>
        <w:rFonts w:ascii="Courier New" w:hAnsi="Courier New" w:cs="Courier New" w:hint="default"/>
      </w:rPr>
    </w:lvl>
    <w:lvl w:ilvl="2" w:tplc="04160005" w:tentative="1">
      <w:start w:val="1"/>
      <w:numFmt w:val="bullet"/>
      <w:lvlText w:val=""/>
      <w:lvlJc w:val="left"/>
      <w:pPr>
        <w:ind w:left="3660" w:hanging="360"/>
      </w:pPr>
      <w:rPr>
        <w:rFonts w:ascii="Wingdings" w:hAnsi="Wingdings" w:hint="default"/>
      </w:rPr>
    </w:lvl>
    <w:lvl w:ilvl="3" w:tplc="04160001" w:tentative="1">
      <w:start w:val="1"/>
      <w:numFmt w:val="bullet"/>
      <w:lvlText w:val=""/>
      <w:lvlJc w:val="left"/>
      <w:pPr>
        <w:ind w:left="4380" w:hanging="360"/>
      </w:pPr>
      <w:rPr>
        <w:rFonts w:ascii="Symbol" w:hAnsi="Symbol" w:hint="default"/>
      </w:rPr>
    </w:lvl>
    <w:lvl w:ilvl="4" w:tplc="04160003" w:tentative="1">
      <w:start w:val="1"/>
      <w:numFmt w:val="bullet"/>
      <w:lvlText w:val="o"/>
      <w:lvlJc w:val="left"/>
      <w:pPr>
        <w:ind w:left="5100" w:hanging="360"/>
      </w:pPr>
      <w:rPr>
        <w:rFonts w:ascii="Courier New" w:hAnsi="Courier New" w:cs="Courier New" w:hint="default"/>
      </w:rPr>
    </w:lvl>
    <w:lvl w:ilvl="5" w:tplc="04160005" w:tentative="1">
      <w:start w:val="1"/>
      <w:numFmt w:val="bullet"/>
      <w:lvlText w:val=""/>
      <w:lvlJc w:val="left"/>
      <w:pPr>
        <w:ind w:left="5820" w:hanging="360"/>
      </w:pPr>
      <w:rPr>
        <w:rFonts w:ascii="Wingdings" w:hAnsi="Wingdings" w:hint="default"/>
      </w:rPr>
    </w:lvl>
    <w:lvl w:ilvl="6" w:tplc="04160001" w:tentative="1">
      <w:start w:val="1"/>
      <w:numFmt w:val="bullet"/>
      <w:lvlText w:val=""/>
      <w:lvlJc w:val="left"/>
      <w:pPr>
        <w:ind w:left="6540" w:hanging="360"/>
      </w:pPr>
      <w:rPr>
        <w:rFonts w:ascii="Symbol" w:hAnsi="Symbol" w:hint="default"/>
      </w:rPr>
    </w:lvl>
    <w:lvl w:ilvl="7" w:tplc="04160003" w:tentative="1">
      <w:start w:val="1"/>
      <w:numFmt w:val="bullet"/>
      <w:lvlText w:val="o"/>
      <w:lvlJc w:val="left"/>
      <w:pPr>
        <w:ind w:left="7260" w:hanging="360"/>
      </w:pPr>
      <w:rPr>
        <w:rFonts w:ascii="Courier New" w:hAnsi="Courier New" w:cs="Courier New" w:hint="default"/>
      </w:rPr>
    </w:lvl>
    <w:lvl w:ilvl="8" w:tplc="04160005" w:tentative="1">
      <w:start w:val="1"/>
      <w:numFmt w:val="bullet"/>
      <w:lvlText w:val=""/>
      <w:lvlJc w:val="left"/>
      <w:pPr>
        <w:ind w:left="7980" w:hanging="360"/>
      </w:pPr>
      <w:rPr>
        <w:rFonts w:ascii="Wingdings" w:hAnsi="Wingdings" w:hint="default"/>
      </w:rPr>
    </w:lvl>
  </w:abstractNum>
  <w:abstractNum w:abstractNumId="18" w15:restartNumberingAfterBreak="0">
    <w:nsid w:val="3E2549E0"/>
    <w:multiLevelType w:val="hybridMultilevel"/>
    <w:tmpl w:val="A954ABA4"/>
    <w:lvl w:ilvl="0" w:tplc="04160001">
      <w:start w:val="1"/>
      <w:numFmt w:val="bullet"/>
      <w:lvlText w:val=""/>
      <w:lvlJc w:val="left"/>
      <w:pPr>
        <w:tabs>
          <w:tab w:val="num" w:pos="1145"/>
        </w:tabs>
        <w:ind w:left="1145" w:hanging="360"/>
      </w:pPr>
      <w:rPr>
        <w:rFonts w:ascii="Symbol" w:hAnsi="Symbol" w:hint="default"/>
      </w:rPr>
    </w:lvl>
    <w:lvl w:ilvl="1" w:tplc="04160003" w:tentative="1">
      <w:start w:val="1"/>
      <w:numFmt w:val="bullet"/>
      <w:lvlText w:val="o"/>
      <w:lvlJc w:val="left"/>
      <w:pPr>
        <w:tabs>
          <w:tab w:val="num" w:pos="1865"/>
        </w:tabs>
        <w:ind w:left="1865" w:hanging="360"/>
      </w:pPr>
      <w:rPr>
        <w:rFonts w:ascii="Courier New" w:hAnsi="Courier New" w:cs="Courier New" w:hint="default"/>
      </w:rPr>
    </w:lvl>
    <w:lvl w:ilvl="2" w:tplc="04160005" w:tentative="1">
      <w:start w:val="1"/>
      <w:numFmt w:val="bullet"/>
      <w:lvlText w:val=""/>
      <w:lvlJc w:val="left"/>
      <w:pPr>
        <w:tabs>
          <w:tab w:val="num" w:pos="2585"/>
        </w:tabs>
        <w:ind w:left="2585" w:hanging="360"/>
      </w:pPr>
      <w:rPr>
        <w:rFonts w:ascii="Wingdings" w:hAnsi="Wingdings" w:hint="default"/>
      </w:rPr>
    </w:lvl>
    <w:lvl w:ilvl="3" w:tplc="04160001" w:tentative="1">
      <w:start w:val="1"/>
      <w:numFmt w:val="bullet"/>
      <w:lvlText w:val=""/>
      <w:lvlJc w:val="left"/>
      <w:pPr>
        <w:tabs>
          <w:tab w:val="num" w:pos="3305"/>
        </w:tabs>
        <w:ind w:left="3305" w:hanging="360"/>
      </w:pPr>
      <w:rPr>
        <w:rFonts w:ascii="Symbol" w:hAnsi="Symbol" w:hint="default"/>
      </w:rPr>
    </w:lvl>
    <w:lvl w:ilvl="4" w:tplc="04160003" w:tentative="1">
      <w:start w:val="1"/>
      <w:numFmt w:val="bullet"/>
      <w:lvlText w:val="o"/>
      <w:lvlJc w:val="left"/>
      <w:pPr>
        <w:tabs>
          <w:tab w:val="num" w:pos="4025"/>
        </w:tabs>
        <w:ind w:left="4025" w:hanging="360"/>
      </w:pPr>
      <w:rPr>
        <w:rFonts w:ascii="Courier New" w:hAnsi="Courier New" w:cs="Courier New" w:hint="default"/>
      </w:rPr>
    </w:lvl>
    <w:lvl w:ilvl="5" w:tplc="04160005" w:tentative="1">
      <w:start w:val="1"/>
      <w:numFmt w:val="bullet"/>
      <w:lvlText w:val=""/>
      <w:lvlJc w:val="left"/>
      <w:pPr>
        <w:tabs>
          <w:tab w:val="num" w:pos="4745"/>
        </w:tabs>
        <w:ind w:left="4745" w:hanging="360"/>
      </w:pPr>
      <w:rPr>
        <w:rFonts w:ascii="Wingdings" w:hAnsi="Wingdings" w:hint="default"/>
      </w:rPr>
    </w:lvl>
    <w:lvl w:ilvl="6" w:tplc="04160001" w:tentative="1">
      <w:start w:val="1"/>
      <w:numFmt w:val="bullet"/>
      <w:lvlText w:val=""/>
      <w:lvlJc w:val="left"/>
      <w:pPr>
        <w:tabs>
          <w:tab w:val="num" w:pos="5465"/>
        </w:tabs>
        <w:ind w:left="5465" w:hanging="360"/>
      </w:pPr>
      <w:rPr>
        <w:rFonts w:ascii="Symbol" w:hAnsi="Symbol" w:hint="default"/>
      </w:rPr>
    </w:lvl>
    <w:lvl w:ilvl="7" w:tplc="04160003" w:tentative="1">
      <w:start w:val="1"/>
      <w:numFmt w:val="bullet"/>
      <w:lvlText w:val="o"/>
      <w:lvlJc w:val="left"/>
      <w:pPr>
        <w:tabs>
          <w:tab w:val="num" w:pos="6185"/>
        </w:tabs>
        <w:ind w:left="6185" w:hanging="360"/>
      </w:pPr>
      <w:rPr>
        <w:rFonts w:ascii="Courier New" w:hAnsi="Courier New" w:cs="Courier New" w:hint="default"/>
      </w:rPr>
    </w:lvl>
    <w:lvl w:ilvl="8" w:tplc="04160005" w:tentative="1">
      <w:start w:val="1"/>
      <w:numFmt w:val="bullet"/>
      <w:lvlText w:val=""/>
      <w:lvlJc w:val="left"/>
      <w:pPr>
        <w:tabs>
          <w:tab w:val="num" w:pos="6905"/>
        </w:tabs>
        <w:ind w:left="6905" w:hanging="360"/>
      </w:pPr>
      <w:rPr>
        <w:rFonts w:ascii="Wingdings" w:hAnsi="Wingdings" w:hint="default"/>
      </w:rPr>
    </w:lvl>
  </w:abstractNum>
  <w:abstractNum w:abstractNumId="19" w15:restartNumberingAfterBreak="0">
    <w:nsid w:val="40803D3C"/>
    <w:multiLevelType w:val="hybridMultilevel"/>
    <w:tmpl w:val="2BD628D8"/>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D6541E"/>
    <w:multiLevelType w:val="hybridMultilevel"/>
    <w:tmpl w:val="B6F41DF8"/>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A422D"/>
    <w:multiLevelType w:val="hybridMultilevel"/>
    <w:tmpl w:val="187239E2"/>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4A1504"/>
    <w:multiLevelType w:val="hybridMultilevel"/>
    <w:tmpl w:val="C2AAAAAE"/>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E208F3"/>
    <w:multiLevelType w:val="hybridMultilevel"/>
    <w:tmpl w:val="035C526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15:restartNumberingAfterBreak="0">
    <w:nsid w:val="55206816"/>
    <w:multiLevelType w:val="hybridMultilevel"/>
    <w:tmpl w:val="E1761128"/>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F83487"/>
    <w:multiLevelType w:val="hybridMultilevel"/>
    <w:tmpl w:val="9E5E0B2A"/>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4B00EA"/>
    <w:multiLevelType w:val="hybridMultilevel"/>
    <w:tmpl w:val="777E7EC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5B656D"/>
    <w:multiLevelType w:val="hybridMultilevel"/>
    <w:tmpl w:val="C8FACA1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170560E"/>
    <w:multiLevelType w:val="hybridMultilevel"/>
    <w:tmpl w:val="33FCCE7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F07772"/>
    <w:multiLevelType w:val="hybridMultilevel"/>
    <w:tmpl w:val="1C8C8D9C"/>
    <w:lvl w:ilvl="0" w:tplc="0416000B">
      <w:start w:val="1"/>
      <w:numFmt w:val="bullet"/>
      <w:lvlText w:val=""/>
      <w:lvlJc w:val="left"/>
      <w:pPr>
        <w:tabs>
          <w:tab w:val="num" w:pos="780"/>
        </w:tabs>
        <w:ind w:left="780" w:hanging="360"/>
      </w:pPr>
      <w:rPr>
        <w:rFonts w:ascii="Wingdings" w:hAnsi="Wingdings" w:hint="default"/>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67DB0E86"/>
    <w:multiLevelType w:val="hybridMultilevel"/>
    <w:tmpl w:val="CA4EC78C"/>
    <w:lvl w:ilvl="0" w:tplc="C688E4BE">
      <w:start w:val="1"/>
      <w:numFmt w:val="bullet"/>
      <w:lvlText w:val="•"/>
      <w:lvlJc w:val="left"/>
      <w:pPr>
        <w:tabs>
          <w:tab w:val="num" w:pos="720"/>
        </w:tabs>
        <w:ind w:left="720" w:hanging="360"/>
      </w:pPr>
      <w:rPr>
        <w:rFonts w:ascii="Times New Roman" w:hAnsi="Times New Roman" w:hint="default"/>
      </w:rPr>
    </w:lvl>
    <w:lvl w:ilvl="1" w:tplc="07164780" w:tentative="1">
      <w:start w:val="1"/>
      <w:numFmt w:val="bullet"/>
      <w:lvlText w:val="•"/>
      <w:lvlJc w:val="left"/>
      <w:pPr>
        <w:tabs>
          <w:tab w:val="num" w:pos="1440"/>
        </w:tabs>
        <w:ind w:left="1440" w:hanging="360"/>
      </w:pPr>
      <w:rPr>
        <w:rFonts w:ascii="Times New Roman" w:hAnsi="Times New Roman" w:hint="default"/>
      </w:rPr>
    </w:lvl>
    <w:lvl w:ilvl="2" w:tplc="86E0A428" w:tentative="1">
      <w:start w:val="1"/>
      <w:numFmt w:val="bullet"/>
      <w:lvlText w:val="•"/>
      <w:lvlJc w:val="left"/>
      <w:pPr>
        <w:tabs>
          <w:tab w:val="num" w:pos="2160"/>
        </w:tabs>
        <w:ind w:left="2160" w:hanging="360"/>
      </w:pPr>
      <w:rPr>
        <w:rFonts w:ascii="Times New Roman" w:hAnsi="Times New Roman" w:hint="default"/>
      </w:rPr>
    </w:lvl>
    <w:lvl w:ilvl="3" w:tplc="42ECA412" w:tentative="1">
      <w:start w:val="1"/>
      <w:numFmt w:val="bullet"/>
      <w:lvlText w:val="•"/>
      <w:lvlJc w:val="left"/>
      <w:pPr>
        <w:tabs>
          <w:tab w:val="num" w:pos="2880"/>
        </w:tabs>
        <w:ind w:left="2880" w:hanging="360"/>
      </w:pPr>
      <w:rPr>
        <w:rFonts w:ascii="Times New Roman" w:hAnsi="Times New Roman" w:hint="default"/>
      </w:rPr>
    </w:lvl>
    <w:lvl w:ilvl="4" w:tplc="C80AE2C0" w:tentative="1">
      <w:start w:val="1"/>
      <w:numFmt w:val="bullet"/>
      <w:lvlText w:val="•"/>
      <w:lvlJc w:val="left"/>
      <w:pPr>
        <w:tabs>
          <w:tab w:val="num" w:pos="3600"/>
        </w:tabs>
        <w:ind w:left="3600" w:hanging="360"/>
      </w:pPr>
      <w:rPr>
        <w:rFonts w:ascii="Times New Roman" w:hAnsi="Times New Roman" w:hint="default"/>
      </w:rPr>
    </w:lvl>
    <w:lvl w:ilvl="5" w:tplc="959020A0" w:tentative="1">
      <w:start w:val="1"/>
      <w:numFmt w:val="bullet"/>
      <w:lvlText w:val="•"/>
      <w:lvlJc w:val="left"/>
      <w:pPr>
        <w:tabs>
          <w:tab w:val="num" w:pos="4320"/>
        </w:tabs>
        <w:ind w:left="4320" w:hanging="360"/>
      </w:pPr>
      <w:rPr>
        <w:rFonts w:ascii="Times New Roman" w:hAnsi="Times New Roman" w:hint="default"/>
      </w:rPr>
    </w:lvl>
    <w:lvl w:ilvl="6" w:tplc="18C0EBA4" w:tentative="1">
      <w:start w:val="1"/>
      <w:numFmt w:val="bullet"/>
      <w:lvlText w:val="•"/>
      <w:lvlJc w:val="left"/>
      <w:pPr>
        <w:tabs>
          <w:tab w:val="num" w:pos="5040"/>
        </w:tabs>
        <w:ind w:left="5040" w:hanging="360"/>
      </w:pPr>
      <w:rPr>
        <w:rFonts w:ascii="Times New Roman" w:hAnsi="Times New Roman" w:hint="default"/>
      </w:rPr>
    </w:lvl>
    <w:lvl w:ilvl="7" w:tplc="7AA203A2" w:tentative="1">
      <w:start w:val="1"/>
      <w:numFmt w:val="bullet"/>
      <w:lvlText w:val="•"/>
      <w:lvlJc w:val="left"/>
      <w:pPr>
        <w:tabs>
          <w:tab w:val="num" w:pos="5760"/>
        </w:tabs>
        <w:ind w:left="5760" w:hanging="360"/>
      </w:pPr>
      <w:rPr>
        <w:rFonts w:ascii="Times New Roman" w:hAnsi="Times New Roman" w:hint="default"/>
      </w:rPr>
    </w:lvl>
    <w:lvl w:ilvl="8" w:tplc="C2E434B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9360E69"/>
    <w:multiLevelType w:val="hybridMultilevel"/>
    <w:tmpl w:val="5B74E638"/>
    <w:lvl w:ilvl="0" w:tplc="0416000B">
      <w:start w:val="1"/>
      <w:numFmt w:val="bullet"/>
      <w:lvlText w:val=""/>
      <w:lvlJc w:val="left"/>
      <w:pPr>
        <w:ind w:left="720" w:hanging="360"/>
      </w:pPr>
      <w:rPr>
        <w:rFonts w:ascii="Wingdings" w:hAnsi="Wingdings" w:hint="default"/>
      </w:rPr>
    </w:lvl>
    <w:lvl w:ilvl="1" w:tplc="0416000B">
      <w:start w:val="1"/>
      <w:numFmt w:val="bullet"/>
      <w:lvlText w:val=""/>
      <w:lvlJc w:val="left"/>
      <w:pPr>
        <w:ind w:left="1440" w:hanging="360"/>
      </w:pPr>
      <w:rPr>
        <w:rFonts w:ascii="Wingdings" w:hAnsi="Wingdings" w:hint="default"/>
      </w:rPr>
    </w:lvl>
    <w:lvl w:ilvl="2" w:tplc="0416000B">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B097C4A"/>
    <w:multiLevelType w:val="hybridMultilevel"/>
    <w:tmpl w:val="B95CB168"/>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3" w15:restartNumberingAfterBreak="0">
    <w:nsid w:val="6DB636E9"/>
    <w:multiLevelType w:val="hybridMultilevel"/>
    <w:tmpl w:val="AC164A7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9F46D9"/>
    <w:multiLevelType w:val="hybridMultilevel"/>
    <w:tmpl w:val="74A8E7F4"/>
    <w:lvl w:ilvl="0" w:tplc="04160001">
      <w:start w:val="1"/>
      <w:numFmt w:val="bullet"/>
      <w:lvlText w:val=""/>
      <w:lvlJc w:val="left"/>
      <w:pPr>
        <w:tabs>
          <w:tab w:val="num" w:pos="1145"/>
        </w:tabs>
        <w:ind w:left="1145" w:hanging="360"/>
      </w:pPr>
      <w:rPr>
        <w:rFonts w:ascii="Symbol" w:hAnsi="Symbol" w:hint="default"/>
      </w:rPr>
    </w:lvl>
    <w:lvl w:ilvl="1" w:tplc="04160003" w:tentative="1">
      <w:start w:val="1"/>
      <w:numFmt w:val="bullet"/>
      <w:lvlText w:val="o"/>
      <w:lvlJc w:val="left"/>
      <w:pPr>
        <w:tabs>
          <w:tab w:val="num" w:pos="1865"/>
        </w:tabs>
        <w:ind w:left="1865" w:hanging="360"/>
      </w:pPr>
      <w:rPr>
        <w:rFonts w:ascii="Courier New" w:hAnsi="Courier New" w:cs="Courier New" w:hint="default"/>
      </w:rPr>
    </w:lvl>
    <w:lvl w:ilvl="2" w:tplc="04160005" w:tentative="1">
      <w:start w:val="1"/>
      <w:numFmt w:val="bullet"/>
      <w:lvlText w:val=""/>
      <w:lvlJc w:val="left"/>
      <w:pPr>
        <w:tabs>
          <w:tab w:val="num" w:pos="2585"/>
        </w:tabs>
        <w:ind w:left="2585" w:hanging="360"/>
      </w:pPr>
      <w:rPr>
        <w:rFonts w:ascii="Wingdings" w:hAnsi="Wingdings" w:hint="default"/>
      </w:rPr>
    </w:lvl>
    <w:lvl w:ilvl="3" w:tplc="04160001" w:tentative="1">
      <w:start w:val="1"/>
      <w:numFmt w:val="bullet"/>
      <w:lvlText w:val=""/>
      <w:lvlJc w:val="left"/>
      <w:pPr>
        <w:tabs>
          <w:tab w:val="num" w:pos="3305"/>
        </w:tabs>
        <w:ind w:left="3305" w:hanging="360"/>
      </w:pPr>
      <w:rPr>
        <w:rFonts w:ascii="Symbol" w:hAnsi="Symbol" w:hint="default"/>
      </w:rPr>
    </w:lvl>
    <w:lvl w:ilvl="4" w:tplc="04160003" w:tentative="1">
      <w:start w:val="1"/>
      <w:numFmt w:val="bullet"/>
      <w:lvlText w:val="o"/>
      <w:lvlJc w:val="left"/>
      <w:pPr>
        <w:tabs>
          <w:tab w:val="num" w:pos="4025"/>
        </w:tabs>
        <w:ind w:left="4025" w:hanging="360"/>
      </w:pPr>
      <w:rPr>
        <w:rFonts w:ascii="Courier New" w:hAnsi="Courier New" w:cs="Courier New" w:hint="default"/>
      </w:rPr>
    </w:lvl>
    <w:lvl w:ilvl="5" w:tplc="04160005" w:tentative="1">
      <w:start w:val="1"/>
      <w:numFmt w:val="bullet"/>
      <w:lvlText w:val=""/>
      <w:lvlJc w:val="left"/>
      <w:pPr>
        <w:tabs>
          <w:tab w:val="num" w:pos="4745"/>
        </w:tabs>
        <w:ind w:left="4745" w:hanging="360"/>
      </w:pPr>
      <w:rPr>
        <w:rFonts w:ascii="Wingdings" w:hAnsi="Wingdings" w:hint="default"/>
      </w:rPr>
    </w:lvl>
    <w:lvl w:ilvl="6" w:tplc="04160001" w:tentative="1">
      <w:start w:val="1"/>
      <w:numFmt w:val="bullet"/>
      <w:lvlText w:val=""/>
      <w:lvlJc w:val="left"/>
      <w:pPr>
        <w:tabs>
          <w:tab w:val="num" w:pos="5465"/>
        </w:tabs>
        <w:ind w:left="5465" w:hanging="360"/>
      </w:pPr>
      <w:rPr>
        <w:rFonts w:ascii="Symbol" w:hAnsi="Symbol" w:hint="default"/>
      </w:rPr>
    </w:lvl>
    <w:lvl w:ilvl="7" w:tplc="04160003" w:tentative="1">
      <w:start w:val="1"/>
      <w:numFmt w:val="bullet"/>
      <w:lvlText w:val="o"/>
      <w:lvlJc w:val="left"/>
      <w:pPr>
        <w:tabs>
          <w:tab w:val="num" w:pos="6185"/>
        </w:tabs>
        <w:ind w:left="6185" w:hanging="360"/>
      </w:pPr>
      <w:rPr>
        <w:rFonts w:ascii="Courier New" w:hAnsi="Courier New" w:cs="Courier New" w:hint="default"/>
      </w:rPr>
    </w:lvl>
    <w:lvl w:ilvl="8" w:tplc="04160005" w:tentative="1">
      <w:start w:val="1"/>
      <w:numFmt w:val="bullet"/>
      <w:lvlText w:val=""/>
      <w:lvlJc w:val="left"/>
      <w:pPr>
        <w:tabs>
          <w:tab w:val="num" w:pos="6905"/>
        </w:tabs>
        <w:ind w:left="6905" w:hanging="360"/>
      </w:pPr>
      <w:rPr>
        <w:rFonts w:ascii="Wingdings" w:hAnsi="Wingdings" w:hint="default"/>
      </w:rPr>
    </w:lvl>
  </w:abstractNum>
  <w:abstractNum w:abstractNumId="35" w15:restartNumberingAfterBreak="0">
    <w:nsid w:val="76904D0F"/>
    <w:multiLevelType w:val="multilevel"/>
    <w:tmpl w:val="C8226534"/>
    <w:lvl w:ilvl="0">
      <w:start w:val="1"/>
      <w:numFmt w:val="decimal"/>
      <w:pStyle w:val="RUPNvel1"/>
      <w:lvlText w:val="%1."/>
      <w:lvlJc w:val="left"/>
      <w:pPr>
        <w:tabs>
          <w:tab w:val="num" w:pos="360"/>
        </w:tabs>
        <w:ind w:left="360" w:hanging="360"/>
      </w:pPr>
      <w:rPr>
        <w:rFonts w:hint="default"/>
      </w:rPr>
    </w:lvl>
    <w:lvl w:ilvl="1">
      <w:start w:val="1"/>
      <w:numFmt w:val="decimal"/>
      <w:pStyle w:val="RUPNvel2"/>
      <w:isLgl/>
      <w:lvlText w:val="%1.%2."/>
      <w:lvlJc w:val="left"/>
      <w:pPr>
        <w:tabs>
          <w:tab w:val="num" w:pos="1146"/>
        </w:tabs>
        <w:ind w:left="1146" w:hanging="720"/>
      </w:pPr>
      <w:rPr>
        <w:rFonts w:hint="default"/>
      </w:rPr>
    </w:lvl>
    <w:lvl w:ilvl="2">
      <w:start w:val="1"/>
      <w:numFmt w:val="decimal"/>
      <w:pStyle w:val="RUPNvel3"/>
      <w:isLgl/>
      <w:lvlText w:val="%1.%2.%3."/>
      <w:lvlJc w:val="left"/>
      <w:pPr>
        <w:tabs>
          <w:tab w:val="num" w:pos="1440"/>
        </w:tabs>
        <w:ind w:left="1440" w:hanging="720"/>
      </w:pPr>
      <w:rPr>
        <w:rFonts w:hint="default"/>
      </w:rPr>
    </w:lvl>
    <w:lvl w:ilvl="3">
      <w:start w:val="1"/>
      <w:numFmt w:val="decimal"/>
      <w:pStyle w:val="RUPNvel4"/>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36" w15:restartNumberingAfterBreak="0">
    <w:nsid w:val="76B95AC4"/>
    <w:multiLevelType w:val="hybridMultilevel"/>
    <w:tmpl w:val="FFFFFFFF"/>
    <w:lvl w:ilvl="0" w:tplc="BAE45122">
      <w:start w:val="1"/>
      <w:numFmt w:val="decimal"/>
      <w:lvlText w:val="%1."/>
      <w:lvlJc w:val="left"/>
      <w:pPr>
        <w:tabs>
          <w:tab w:val="num" w:pos="720"/>
        </w:tabs>
        <w:ind w:left="720" w:hanging="720"/>
      </w:pPr>
    </w:lvl>
    <w:lvl w:ilvl="1" w:tplc="FD1A57BE">
      <w:start w:val="1"/>
      <w:numFmt w:val="decimal"/>
      <w:lvlText w:val="%2."/>
      <w:lvlJc w:val="left"/>
      <w:pPr>
        <w:tabs>
          <w:tab w:val="num" w:pos="1440"/>
        </w:tabs>
        <w:ind w:left="1440" w:hanging="720"/>
      </w:pPr>
    </w:lvl>
    <w:lvl w:ilvl="2" w:tplc="899EE6B0">
      <w:start w:val="1"/>
      <w:numFmt w:val="decimal"/>
      <w:lvlText w:val="%3."/>
      <w:lvlJc w:val="left"/>
      <w:pPr>
        <w:tabs>
          <w:tab w:val="num" w:pos="2160"/>
        </w:tabs>
        <w:ind w:left="2160" w:hanging="720"/>
      </w:pPr>
    </w:lvl>
    <w:lvl w:ilvl="3" w:tplc="87C2B8FC">
      <w:start w:val="1"/>
      <w:numFmt w:val="decimal"/>
      <w:lvlText w:val="%4."/>
      <w:lvlJc w:val="left"/>
      <w:pPr>
        <w:tabs>
          <w:tab w:val="num" w:pos="2880"/>
        </w:tabs>
        <w:ind w:left="2880" w:hanging="720"/>
      </w:pPr>
    </w:lvl>
    <w:lvl w:ilvl="4" w:tplc="097AE500">
      <w:start w:val="1"/>
      <w:numFmt w:val="decimal"/>
      <w:lvlText w:val="%5."/>
      <w:lvlJc w:val="left"/>
      <w:pPr>
        <w:tabs>
          <w:tab w:val="num" w:pos="3600"/>
        </w:tabs>
        <w:ind w:left="3600" w:hanging="720"/>
      </w:pPr>
    </w:lvl>
    <w:lvl w:ilvl="5" w:tplc="B5586282">
      <w:start w:val="1"/>
      <w:numFmt w:val="decimal"/>
      <w:lvlText w:val="%6."/>
      <w:lvlJc w:val="left"/>
      <w:pPr>
        <w:tabs>
          <w:tab w:val="num" w:pos="4320"/>
        </w:tabs>
        <w:ind w:left="4320" w:hanging="720"/>
      </w:pPr>
    </w:lvl>
    <w:lvl w:ilvl="6" w:tplc="AFA4A828">
      <w:start w:val="1"/>
      <w:numFmt w:val="decimal"/>
      <w:lvlText w:val="%7."/>
      <w:lvlJc w:val="left"/>
      <w:pPr>
        <w:tabs>
          <w:tab w:val="num" w:pos="5040"/>
        </w:tabs>
        <w:ind w:left="5040" w:hanging="720"/>
      </w:pPr>
    </w:lvl>
    <w:lvl w:ilvl="7" w:tplc="76F06826">
      <w:start w:val="1"/>
      <w:numFmt w:val="decimal"/>
      <w:lvlText w:val="%8."/>
      <w:lvlJc w:val="left"/>
      <w:pPr>
        <w:tabs>
          <w:tab w:val="num" w:pos="5760"/>
        </w:tabs>
        <w:ind w:left="5760" w:hanging="720"/>
      </w:pPr>
    </w:lvl>
    <w:lvl w:ilvl="8" w:tplc="ECF4FA5A">
      <w:start w:val="1"/>
      <w:numFmt w:val="decimal"/>
      <w:lvlText w:val="%9."/>
      <w:lvlJc w:val="left"/>
      <w:pPr>
        <w:tabs>
          <w:tab w:val="num" w:pos="6480"/>
        </w:tabs>
        <w:ind w:left="6480" w:hanging="720"/>
      </w:pPr>
    </w:lvl>
  </w:abstractNum>
  <w:abstractNum w:abstractNumId="37" w15:restartNumberingAfterBreak="0">
    <w:nsid w:val="773F6CDF"/>
    <w:multiLevelType w:val="hybridMultilevel"/>
    <w:tmpl w:val="D4E2973C"/>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8" w15:restartNumberingAfterBreak="0">
    <w:nsid w:val="7AC65C1D"/>
    <w:multiLevelType w:val="hybridMultilevel"/>
    <w:tmpl w:val="22963E1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0713CF"/>
    <w:multiLevelType w:val="hybridMultilevel"/>
    <w:tmpl w:val="2F24CF48"/>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0" w15:restartNumberingAfterBreak="0">
    <w:nsid w:val="7FBA69E9"/>
    <w:multiLevelType w:val="hybridMultilevel"/>
    <w:tmpl w:val="E068AC2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822090970">
    <w:abstractNumId w:val="0"/>
  </w:num>
  <w:num w:numId="2" w16cid:durableId="430466504">
    <w:abstractNumId w:val="35"/>
  </w:num>
  <w:num w:numId="3" w16cid:durableId="554319548">
    <w:abstractNumId w:val="9"/>
  </w:num>
  <w:num w:numId="4" w16cid:durableId="1233586764">
    <w:abstractNumId w:val="0"/>
  </w:num>
  <w:num w:numId="5" w16cid:durableId="914511591">
    <w:abstractNumId w:val="16"/>
  </w:num>
  <w:num w:numId="6" w16cid:durableId="627052105">
    <w:abstractNumId w:val="18"/>
  </w:num>
  <w:num w:numId="7" w16cid:durableId="1073820567">
    <w:abstractNumId w:val="34"/>
  </w:num>
  <w:num w:numId="8" w16cid:durableId="2082478566">
    <w:abstractNumId w:val="21"/>
  </w:num>
  <w:num w:numId="9" w16cid:durableId="2107069370">
    <w:abstractNumId w:val="28"/>
  </w:num>
  <w:num w:numId="10" w16cid:durableId="563106131">
    <w:abstractNumId w:val="38"/>
  </w:num>
  <w:num w:numId="11" w16cid:durableId="775448302">
    <w:abstractNumId w:val="33"/>
  </w:num>
  <w:num w:numId="12" w16cid:durableId="1542403975">
    <w:abstractNumId w:val="40"/>
  </w:num>
  <w:num w:numId="13" w16cid:durableId="1150749628">
    <w:abstractNumId w:val="24"/>
  </w:num>
  <w:num w:numId="14" w16cid:durableId="2054964685">
    <w:abstractNumId w:val="25"/>
  </w:num>
  <w:num w:numId="15" w16cid:durableId="1515262991">
    <w:abstractNumId w:val="19"/>
  </w:num>
  <w:num w:numId="16" w16cid:durableId="538131370">
    <w:abstractNumId w:val="6"/>
  </w:num>
  <w:num w:numId="17" w16cid:durableId="494959130">
    <w:abstractNumId w:val="29"/>
  </w:num>
  <w:num w:numId="18" w16cid:durableId="1866745299">
    <w:abstractNumId w:val="1"/>
  </w:num>
  <w:num w:numId="19" w16cid:durableId="1248152538">
    <w:abstractNumId w:val="4"/>
  </w:num>
  <w:num w:numId="20" w16cid:durableId="768434244">
    <w:abstractNumId w:val="7"/>
  </w:num>
  <w:num w:numId="21" w16cid:durableId="630134472">
    <w:abstractNumId w:val="12"/>
  </w:num>
  <w:num w:numId="22" w16cid:durableId="113259690">
    <w:abstractNumId w:val="20"/>
  </w:num>
  <w:num w:numId="23" w16cid:durableId="1599101219">
    <w:abstractNumId w:val="22"/>
  </w:num>
  <w:num w:numId="24" w16cid:durableId="965967706">
    <w:abstractNumId w:val="32"/>
  </w:num>
  <w:num w:numId="25" w16cid:durableId="2057460733">
    <w:abstractNumId w:val="31"/>
  </w:num>
  <w:num w:numId="26" w16cid:durableId="2121483950">
    <w:abstractNumId w:val="26"/>
  </w:num>
  <w:num w:numId="27" w16cid:durableId="1494566980">
    <w:abstractNumId w:val="39"/>
  </w:num>
  <w:num w:numId="28" w16cid:durableId="1236281834">
    <w:abstractNumId w:val="10"/>
  </w:num>
  <w:num w:numId="29" w16cid:durableId="1870222142">
    <w:abstractNumId w:val="11"/>
  </w:num>
  <w:num w:numId="30" w16cid:durableId="757940615">
    <w:abstractNumId w:val="13"/>
  </w:num>
  <w:num w:numId="31" w16cid:durableId="973800248">
    <w:abstractNumId w:val="8"/>
  </w:num>
  <w:num w:numId="32" w16cid:durableId="780497773">
    <w:abstractNumId w:val="27"/>
  </w:num>
  <w:num w:numId="33" w16cid:durableId="989333411">
    <w:abstractNumId w:val="14"/>
  </w:num>
  <w:num w:numId="34" w16cid:durableId="1067067389">
    <w:abstractNumId w:val="15"/>
  </w:num>
  <w:num w:numId="35" w16cid:durableId="120733518">
    <w:abstractNumId w:val="37"/>
  </w:num>
  <w:num w:numId="36" w16cid:durableId="771583483">
    <w:abstractNumId w:val="30"/>
  </w:num>
  <w:num w:numId="37" w16cid:durableId="1840384727">
    <w:abstractNumId w:val="2"/>
  </w:num>
  <w:num w:numId="38" w16cid:durableId="259874977">
    <w:abstractNumId w:val="5"/>
  </w:num>
  <w:num w:numId="39" w16cid:durableId="1959409750">
    <w:abstractNumId w:val="36"/>
  </w:num>
  <w:num w:numId="40" w16cid:durableId="1718627144">
    <w:abstractNumId w:val="0"/>
  </w:num>
  <w:num w:numId="41" w16cid:durableId="768965655">
    <w:abstractNumId w:val="0"/>
  </w:num>
  <w:num w:numId="42" w16cid:durableId="1533031976">
    <w:abstractNumId w:val="0"/>
  </w:num>
  <w:num w:numId="43" w16cid:durableId="1690643440">
    <w:abstractNumId w:val="0"/>
  </w:num>
  <w:num w:numId="44" w16cid:durableId="1236940529">
    <w:abstractNumId w:val="0"/>
  </w:num>
  <w:num w:numId="45" w16cid:durableId="161551215">
    <w:abstractNumId w:val="3"/>
  </w:num>
  <w:num w:numId="46" w16cid:durableId="1548180381">
    <w:abstractNumId w:val="23"/>
  </w:num>
  <w:num w:numId="47" w16cid:durableId="20671934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kael do Nascimento Medeiros">
    <w15:presenceInfo w15:providerId="AD" w15:userId="S::mikael.nascimento@sesicni.com.br::24268835-742b-4bdc-9a15-9bb23586da27"/>
  </w15:person>
  <w15:person w15:author="Filipe Rodrigues Barretto">
    <w15:presenceInfo w15:providerId="AD" w15:userId="S::filipe.barretto@senaicni.com.br::d611e96d-4c62-4b18-8313-ee306f4b4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1"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057D"/>
    <w:rsid w:val="000025BD"/>
    <w:rsid w:val="00003E9B"/>
    <w:rsid w:val="00005E7E"/>
    <w:rsid w:val="00005E94"/>
    <w:rsid w:val="00006E2A"/>
    <w:rsid w:val="000079FB"/>
    <w:rsid w:val="0001177B"/>
    <w:rsid w:val="00013A86"/>
    <w:rsid w:val="00016211"/>
    <w:rsid w:val="00025C48"/>
    <w:rsid w:val="00025EE9"/>
    <w:rsid w:val="00026FD6"/>
    <w:rsid w:val="000276A6"/>
    <w:rsid w:val="000314CA"/>
    <w:rsid w:val="000319EA"/>
    <w:rsid w:val="00033BD3"/>
    <w:rsid w:val="00034EB9"/>
    <w:rsid w:val="00037DF4"/>
    <w:rsid w:val="00044A83"/>
    <w:rsid w:val="00045CD3"/>
    <w:rsid w:val="00052B85"/>
    <w:rsid w:val="000537AE"/>
    <w:rsid w:val="00054A5B"/>
    <w:rsid w:val="000612E7"/>
    <w:rsid w:val="0006158D"/>
    <w:rsid w:val="00061BDC"/>
    <w:rsid w:val="00063307"/>
    <w:rsid w:val="00065085"/>
    <w:rsid w:val="00065E48"/>
    <w:rsid w:val="00066C93"/>
    <w:rsid w:val="000708B6"/>
    <w:rsid w:val="0007130A"/>
    <w:rsid w:val="0007135C"/>
    <w:rsid w:val="000723CC"/>
    <w:rsid w:val="00072B9A"/>
    <w:rsid w:val="00073ED5"/>
    <w:rsid w:val="00075B87"/>
    <w:rsid w:val="0007619B"/>
    <w:rsid w:val="000765DC"/>
    <w:rsid w:val="00077192"/>
    <w:rsid w:val="00077EE5"/>
    <w:rsid w:val="0008040D"/>
    <w:rsid w:val="00080C79"/>
    <w:rsid w:val="0008165D"/>
    <w:rsid w:val="0008269C"/>
    <w:rsid w:val="00082F24"/>
    <w:rsid w:val="000835A9"/>
    <w:rsid w:val="000855BE"/>
    <w:rsid w:val="00085E50"/>
    <w:rsid w:val="00086C70"/>
    <w:rsid w:val="00087ACD"/>
    <w:rsid w:val="000913F8"/>
    <w:rsid w:val="00091A59"/>
    <w:rsid w:val="00092DA2"/>
    <w:rsid w:val="00093CD8"/>
    <w:rsid w:val="000961D4"/>
    <w:rsid w:val="000977FD"/>
    <w:rsid w:val="00097AA9"/>
    <w:rsid w:val="000A0867"/>
    <w:rsid w:val="000A0F42"/>
    <w:rsid w:val="000A1FB9"/>
    <w:rsid w:val="000A3B5D"/>
    <w:rsid w:val="000A3BA2"/>
    <w:rsid w:val="000A4051"/>
    <w:rsid w:val="000A45F7"/>
    <w:rsid w:val="000A5FC4"/>
    <w:rsid w:val="000A6CAF"/>
    <w:rsid w:val="000B170B"/>
    <w:rsid w:val="000B267B"/>
    <w:rsid w:val="000B6528"/>
    <w:rsid w:val="000B6EF4"/>
    <w:rsid w:val="000B71FF"/>
    <w:rsid w:val="000C2AC6"/>
    <w:rsid w:val="000C2D00"/>
    <w:rsid w:val="000C307B"/>
    <w:rsid w:val="000C533F"/>
    <w:rsid w:val="000C65AA"/>
    <w:rsid w:val="000C6B01"/>
    <w:rsid w:val="000C75D8"/>
    <w:rsid w:val="000D1CDA"/>
    <w:rsid w:val="000D5226"/>
    <w:rsid w:val="000D58FD"/>
    <w:rsid w:val="000D7082"/>
    <w:rsid w:val="000E0882"/>
    <w:rsid w:val="000E3351"/>
    <w:rsid w:val="000E5215"/>
    <w:rsid w:val="000E6A76"/>
    <w:rsid w:val="000E6C6B"/>
    <w:rsid w:val="000E7550"/>
    <w:rsid w:val="000F049F"/>
    <w:rsid w:val="000F17B2"/>
    <w:rsid w:val="000F1A13"/>
    <w:rsid w:val="000F357B"/>
    <w:rsid w:val="000F6AF0"/>
    <w:rsid w:val="00100B88"/>
    <w:rsid w:val="00100E63"/>
    <w:rsid w:val="001054F9"/>
    <w:rsid w:val="00106760"/>
    <w:rsid w:val="00115A44"/>
    <w:rsid w:val="001167D0"/>
    <w:rsid w:val="00117A4F"/>
    <w:rsid w:val="00117F98"/>
    <w:rsid w:val="00120A13"/>
    <w:rsid w:val="00121878"/>
    <w:rsid w:val="001221F4"/>
    <w:rsid w:val="00122720"/>
    <w:rsid w:val="0012294F"/>
    <w:rsid w:val="00124BC5"/>
    <w:rsid w:val="00131EEF"/>
    <w:rsid w:val="00135378"/>
    <w:rsid w:val="00135D1F"/>
    <w:rsid w:val="0013656C"/>
    <w:rsid w:val="001368EC"/>
    <w:rsid w:val="0013715B"/>
    <w:rsid w:val="001372C4"/>
    <w:rsid w:val="00137ECF"/>
    <w:rsid w:val="00140C5C"/>
    <w:rsid w:val="001410D4"/>
    <w:rsid w:val="00141C7D"/>
    <w:rsid w:val="0014229D"/>
    <w:rsid w:val="00142521"/>
    <w:rsid w:val="001434A1"/>
    <w:rsid w:val="00144642"/>
    <w:rsid w:val="0014712D"/>
    <w:rsid w:val="0015038B"/>
    <w:rsid w:val="00150C90"/>
    <w:rsid w:val="00150CF7"/>
    <w:rsid w:val="00156879"/>
    <w:rsid w:val="00161AA1"/>
    <w:rsid w:val="0016284A"/>
    <w:rsid w:val="00162B59"/>
    <w:rsid w:val="00162ECF"/>
    <w:rsid w:val="00164E02"/>
    <w:rsid w:val="001678B1"/>
    <w:rsid w:val="00170295"/>
    <w:rsid w:val="00170D53"/>
    <w:rsid w:val="00174E1D"/>
    <w:rsid w:val="001755C0"/>
    <w:rsid w:val="00176E44"/>
    <w:rsid w:val="001774F3"/>
    <w:rsid w:val="001801B2"/>
    <w:rsid w:val="00182C29"/>
    <w:rsid w:val="001830B3"/>
    <w:rsid w:val="00183D34"/>
    <w:rsid w:val="00184189"/>
    <w:rsid w:val="00184B4A"/>
    <w:rsid w:val="00184B52"/>
    <w:rsid w:val="00184F8D"/>
    <w:rsid w:val="00185806"/>
    <w:rsid w:val="00186476"/>
    <w:rsid w:val="0019000B"/>
    <w:rsid w:val="00192A0F"/>
    <w:rsid w:val="00193043"/>
    <w:rsid w:val="001938FF"/>
    <w:rsid w:val="001A5F4E"/>
    <w:rsid w:val="001A7340"/>
    <w:rsid w:val="001B09D2"/>
    <w:rsid w:val="001B11C7"/>
    <w:rsid w:val="001B3E8A"/>
    <w:rsid w:val="001B4097"/>
    <w:rsid w:val="001B578A"/>
    <w:rsid w:val="001B75E2"/>
    <w:rsid w:val="001C05C1"/>
    <w:rsid w:val="001C2F6E"/>
    <w:rsid w:val="001C31C7"/>
    <w:rsid w:val="001C3E4A"/>
    <w:rsid w:val="001C549C"/>
    <w:rsid w:val="001D3618"/>
    <w:rsid w:val="001D589C"/>
    <w:rsid w:val="001D6364"/>
    <w:rsid w:val="001D6A90"/>
    <w:rsid w:val="001D76C5"/>
    <w:rsid w:val="001E0038"/>
    <w:rsid w:val="001E0F1C"/>
    <w:rsid w:val="001E3427"/>
    <w:rsid w:val="001E3B6D"/>
    <w:rsid w:val="001E7645"/>
    <w:rsid w:val="001E785A"/>
    <w:rsid w:val="001E7917"/>
    <w:rsid w:val="001F13FB"/>
    <w:rsid w:val="001F164B"/>
    <w:rsid w:val="001F1FFF"/>
    <w:rsid w:val="001F6428"/>
    <w:rsid w:val="002024E5"/>
    <w:rsid w:val="00203735"/>
    <w:rsid w:val="00205CF5"/>
    <w:rsid w:val="00206CC9"/>
    <w:rsid w:val="002071B8"/>
    <w:rsid w:val="002075D3"/>
    <w:rsid w:val="00207F95"/>
    <w:rsid w:val="00210DF3"/>
    <w:rsid w:val="00211B21"/>
    <w:rsid w:val="00212F49"/>
    <w:rsid w:val="002154CF"/>
    <w:rsid w:val="002156B2"/>
    <w:rsid w:val="00221BB5"/>
    <w:rsid w:val="00222F09"/>
    <w:rsid w:val="00226127"/>
    <w:rsid w:val="0023419B"/>
    <w:rsid w:val="00234B78"/>
    <w:rsid w:val="00235361"/>
    <w:rsid w:val="00235996"/>
    <w:rsid w:val="00235B64"/>
    <w:rsid w:val="0024004E"/>
    <w:rsid w:val="00240512"/>
    <w:rsid w:val="00240BEB"/>
    <w:rsid w:val="0024158C"/>
    <w:rsid w:val="00241D1F"/>
    <w:rsid w:val="0024204A"/>
    <w:rsid w:val="0024310F"/>
    <w:rsid w:val="002436FF"/>
    <w:rsid w:val="00243CCD"/>
    <w:rsid w:val="00243F97"/>
    <w:rsid w:val="00244CAB"/>
    <w:rsid w:val="00245292"/>
    <w:rsid w:val="00247565"/>
    <w:rsid w:val="00247FEE"/>
    <w:rsid w:val="00253CAA"/>
    <w:rsid w:val="00253E24"/>
    <w:rsid w:val="00254624"/>
    <w:rsid w:val="002546C9"/>
    <w:rsid w:val="00254E93"/>
    <w:rsid w:val="002570FA"/>
    <w:rsid w:val="0026287E"/>
    <w:rsid w:val="00263209"/>
    <w:rsid w:val="00266411"/>
    <w:rsid w:val="0026783A"/>
    <w:rsid w:val="00270925"/>
    <w:rsid w:val="00273E24"/>
    <w:rsid w:val="00281114"/>
    <w:rsid w:val="002813CA"/>
    <w:rsid w:val="00281A5C"/>
    <w:rsid w:val="002823FB"/>
    <w:rsid w:val="00284627"/>
    <w:rsid w:val="00285877"/>
    <w:rsid w:val="00287F1F"/>
    <w:rsid w:val="00290F7B"/>
    <w:rsid w:val="0029136E"/>
    <w:rsid w:val="0029186C"/>
    <w:rsid w:val="00292C6B"/>
    <w:rsid w:val="0029339A"/>
    <w:rsid w:val="00295230"/>
    <w:rsid w:val="00295530"/>
    <w:rsid w:val="00296F1B"/>
    <w:rsid w:val="00297391"/>
    <w:rsid w:val="00297FB8"/>
    <w:rsid w:val="002A3D40"/>
    <w:rsid w:val="002A4A69"/>
    <w:rsid w:val="002A5947"/>
    <w:rsid w:val="002B04FA"/>
    <w:rsid w:val="002B1356"/>
    <w:rsid w:val="002B1609"/>
    <w:rsid w:val="002B166C"/>
    <w:rsid w:val="002B19E6"/>
    <w:rsid w:val="002B2221"/>
    <w:rsid w:val="002B3A5B"/>
    <w:rsid w:val="002B58D5"/>
    <w:rsid w:val="002B5A49"/>
    <w:rsid w:val="002B61FA"/>
    <w:rsid w:val="002C1C48"/>
    <w:rsid w:val="002C2C8D"/>
    <w:rsid w:val="002C43E5"/>
    <w:rsid w:val="002C4E18"/>
    <w:rsid w:val="002C5D5E"/>
    <w:rsid w:val="002C7FA8"/>
    <w:rsid w:val="002D12D3"/>
    <w:rsid w:val="002D143D"/>
    <w:rsid w:val="002D7E42"/>
    <w:rsid w:val="002E0CDA"/>
    <w:rsid w:val="002E1135"/>
    <w:rsid w:val="002E18A8"/>
    <w:rsid w:val="002E56D3"/>
    <w:rsid w:val="002E6C2E"/>
    <w:rsid w:val="002E7D0A"/>
    <w:rsid w:val="002F04ED"/>
    <w:rsid w:val="002F0742"/>
    <w:rsid w:val="002F1C37"/>
    <w:rsid w:val="002F1EA8"/>
    <w:rsid w:val="002F2883"/>
    <w:rsid w:val="002F32F5"/>
    <w:rsid w:val="002F5B58"/>
    <w:rsid w:val="003002A8"/>
    <w:rsid w:val="00300C75"/>
    <w:rsid w:val="00302F49"/>
    <w:rsid w:val="00303A5C"/>
    <w:rsid w:val="00305804"/>
    <w:rsid w:val="00307466"/>
    <w:rsid w:val="00307D52"/>
    <w:rsid w:val="00312011"/>
    <w:rsid w:val="00313DA0"/>
    <w:rsid w:val="0031601F"/>
    <w:rsid w:val="003167C9"/>
    <w:rsid w:val="00321564"/>
    <w:rsid w:val="0032163C"/>
    <w:rsid w:val="00323F95"/>
    <w:rsid w:val="00330010"/>
    <w:rsid w:val="003300E2"/>
    <w:rsid w:val="0033146B"/>
    <w:rsid w:val="0033219D"/>
    <w:rsid w:val="003340AE"/>
    <w:rsid w:val="003340F8"/>
    <w:rsid w:val="003349EA"/>
    <w:rsid w:val="00335A7F"/>
    <w:rsid w:val="00337DD6"/>
    <w:rsid w:val="0034005E"/>
    <w:rsid w:val="0034574A"/>
    <w:rsid w:val="0034581A"/>
    <w:rsid w:val="00345C49"/>
    <w:rsid w:val="00346A18"/>
    <w:rsid w:val="00346DD0"/>
    <w:rsid w:val="00346F8B"/>
    <w:rsid w:val="00347B34"/>
    <w:rsid w:val="00350A0F"/>
    <w:rsid w:val="0035115A"/>
    <w:rsid w:val="00352838"/>
    <w:rsid w:val="00353ED9"/>
    <w:rsid w:val="003549A2"/>
    <w:rsid w:val="00355B60"/>
    <w:rsid w:val="0035680A"/>
    <w:rsid w:val="0036013E"/>
    <w:rsid w:val="00361C62"/>
    <w:rsid w:val="00367773"/>
    <w:rsid w:val="003773C7"/>
    <w:rsid w:val="003774D2"/>
    <w:rsid w:val="0037751B"/>
    <w:rsid w:val="00382EEC"/>
    <w:rsid w:val="00392D4F"/>
    <w:rsid w:val="003937EF"/>
    <w:rsid w:val="00394CA4"/>
    <w:rsid w:val="00394E5C"/>
    <w:rsid w:val="003951A3"/>
    <w:rsid w:val="003952F0"/>
    <w:rsid w:val="00396137"/>
    <w:rsid w:val="00397D1F"/>
    <w:rsid w:val="003A1337"/>
    <w:rsid w:val="003A2F71"/>
    <w:rsid w:val="003A59EF"/>
    <w:rsid w:val="003A72A0"/>
    <w:rsid w:val="003B052A"/>
    <w:rsid w:val="003B0C19"/>
    <w:rsid w:val="003B18C1"/>
    <w:rsid w:val="003B5C82"/>
    <w:rsid w:val="003B72FB"/>
    <w:rsid w:val="003B766F"/>
    <w:rsid w:val="003C066C"/>
    <w:rsid w:val="003C1025"/>
    <w:rsid w:val="003C1F07"/>
    <w:rsid w:val="003C1F62"/>
    <w:rsid w:val="003C41AD"/>
    <w:rsid w:val="003C72F6"/>
    <w:rsid w:val="003D2083"/>
    <w:rsid w:val="003D2131"/>
    <w:rsid w:val="003D48A0"/>
    <w:rsid w:val="003D5893"/>
    <w:rsid w:val="003D6661"/>
    <w:rsid w:val="003D79D6"/>
    <w:rsid w:val="003D7B91"/>
    <w:rsid w:val="003E3E1C"/>
    <w:rsid w:val="003E540B"/>
    <w:rsid w:val="003E7AF7"/>
    <w:rsid w:val="003F2418"/>
    <w:rsid w:val="003F3447"/>
    <w:rsid w:val="004020FD"/>
    <w:rsid w:val="00402EA9"/>
    <w:rsid w:val="0040576F"/>
    <w:rsid w:val="004060B4"/>
    <w:rsid w:val="004064F8"/>
    <w:rsid w:val="00406D85"/>
    <w:rsid w:val="0040712F"/>
    <w:rsid w:val="00410082"/>
    <w:rsid w:val="00410922"/>
    <w:rsid w:val="004119B9"/>
    <w:rsid w:val="00411BDD"/>
    <w:rsid w:val="00412A53"/>
    <w:rsid w:val="00413465"/>
    <w:rsid w:val="00416D71"/>
    <w:rsid w:val="004176DD"/>
    <w:rsid w:val="00421163"/>
    <w:rsid w:val="00422864"/>
    <w:rsid w:val="00422887"/>
    <w:rsid w:val="004260ED"/>
    <w:rsid w:val="0042741F"/>
    <w:rsid w:val="00427D04"/>
    <w:rsid w:val="00427FCC"/>
    <w:rsid w:val="00430E7F"/>
    <w:rsid w:val="0043126C"/>
    <w:rsid w:val="00431914"/>
    <w:rsid w:val="004332A0"/>
    <w:rsid w:val="0043427F"/>
    <w:rsid w:val="00434899"/>
    <w:rsid w:val="0043675C"/>
    <w:rsid w:val="004407FA"/>
    <w:rsid w:val="00444264"/>
    <w:rsid w:val="004463F6"/>
    <w:rsid w:val="00447981"/>
    <w:rsid w:val="0045007E"/>
    <w:rsid w:val="00451007"/>
    <w:rsid w:val="00451044"/>
    <w:rsid w:val="004543CB"/>
    <w:rsid w:val="004605CE"/>
    <w:rsid w:val="00461997"/>
    <w:rsid w:val="00463380"/>
    <w:rsid w:val="0046463A"/>
    <w:rsid w:val="00467A00"/>
    <w:rsid w:val="0047015A"/>
    <w:rsid w:val="0047096D"/>
    <w:rsid w:val="0047436D"/>
    <w:rsid w:val="00474700"/>
    <w:rsid w:val="00475BB1"/>
    <w:rsid w:val="00477911"/>
    <w:rsid w:val="0048106F"/>
    <w:rsid w:val="00481E78"/>
    <w:rsid w:val="004827FF"/>
    <w:rsid w:val="004838BF"/>
    <w:rsid w:val="00483DAE"/>
    <w:rsid w:val="00486DD4"/>
    <w:rsid w:val="0048744F"/>
    <w:rsid w:val="004917E6"/>
    <w:rsid w:val="00492FAA"/>
    <w:rsid w:val="00493200"/>
    <w:rsid w:val="004938A9"/>
    <w:rsid w:val="004968D5"/>
    <w:rsid w:val="00496954"/>
    <w:rsid w:val="004A0187"/>
    <w:rsid w:val="004A0F44"/>
    <w:rsid w:val="004A3F4B"/>
    <w:rsid w:val="004A5F52"/>
    <w:rsid w:val="004B019C"/>
    <w:rsid w:val="004B0224"/>
    <w:rsid w:val="004B16BD"/>
    <w:rsid w:val="004B3B1A"/>
    <w:rsid w:val="004B5B17"/>
    <w:rsid w:val="004B76D5"/>
    <w:rsid w:val="004C020D"/>
    <w:rsid w:val="004C1B3D"/>
    <w:rsid w:val="004C6781"/>
    <w:rsid w:val="004C6B4F"/>
    <w:rsid w:val="004C7325"/>
    <w:rsid w:val="004C7D86"/>
    <w:rsid w:val="004D7916"/>
    <w:rsid w:val="004E064F"/>
    <w:rsid w:val="004E0904"/>
    <w:rsid w:val="004E12C6"/>
    <w:rsid w:val="004E40D2"/>
    <w:rsid w:val="004E44B9"/>
    <w:rsid w:val="004E44FE"/>
    <w:rsid w:val="004E4F17"/>
    <w:rsid w:val="004F0176"/>
    <w:rsid w:val="004F7B8B"/>
    <w:rsid w:val="005030F7"/>
    <w:rsid w:val="00504777"/>
    <w:rsid w:val="00504835"/>
    <w:rsid w:val="00504B74"/>
    <w:rsid w:val="00504DDD"/>
    <w:rsid w:val="00505079"/>
    <w:rsid w:val="0050579E"/>
    <w:rsid w:val="00507763"/>
    <w:rsid w:val="0051074F"/>
    <w:rsid w:val="00511119"/>
    <w:rsid w:val="00512A03"/>
    <w:rsid w:val="005155F6"/>
    <w:rsid w:val="0051794A"/>
    <w:rsid w:val="0052306D"/>
    <w:rsid w:val="00523D97"/>
    <w:rsid w:val="00523E98"/>
    <w:rsid w:val="0052415B"/>
    <w:rsid w:val="0052501E"/>
    <w:rsid w:val="00525CA8"/>
    <w:rsid w:val="00527443"/>
    <w:rsid w:val="00530930"/>
    <w:rsid w:val="00533F95"/>
    <w:rsid w:val="00534082"/>
    <w:rsid w:val="00535A33"/>
    <w:rsid w:val="00543C0C"/>
    <w:rsid w:val="00545BFE"/>
    <w:rsid w:val="00545C07"/>
    <w:rsid w:val="00545C32"/>
    <w:rsid w:val="00546A39"/>
    <w:rsid w:val="0054709C"/>
    <w:rsid w:val="00547F39"/>
    <w:rsid w:val="00550DA8"/>
    <w:rsid w:val="0055436B"/>
    <w:rsid w:val="0055688D"/>
    <w:rsid w:val="0056302C"/>
    <w:rsid w:val="00563DD2"/>
    <w:rsid w:val="00564603"/>
    <w:rsid w:val="00565C04"/>
    <w:rsid w:val="0056713F"/>
    <w:rsid w:val="0057028A"/>
    <w:rsid w:val="00570FED"/>
    <w:rsid w:val="00571377"/>
    <w:rsid w:val="00572DD4"/>
    <w:rsid w:val="005735A6"/>
    <w:rsid w:val="00575320"/>
    <w:rsid w:val="00580DB0"/>
    <w:rsid w:val="00581D00"/>
    <w:rsid w:val="00584DB2"/>
    <w:rsid w:val="005851E8"/>
    <w:rsid w:val="00585C80"/>
    <w:rsid w:val="00586B90"/>
    <w:rsid w:val="00586E43"/>
    <w:rsid w:val="00587F48"/>
    <w:rsid w:val="00591462"/>
    <w:rsid w:val="005916A7"/>
    <w:rsid w:val="0059469F"/>
    <w:rsid w:val="00597B46"/>
    <w:rsid w:val="005A006C"/>
    <w:rsid w:val="005A0960"/>
    <w:rsid w:val="005A3651"/>
    <w:rsid w:val="005A38A0"/>
    <w:rsid w:val="005A6840"/>
    <w:rsid w:val="005B27B7"/>
    <w:rsid w:val="005B39EE"/>
    <w:rsid w:val="005B4530"/>
    <w:rsid w:val="005B4D7A"/>
    <w:rsid w:val="005B619C"/>
    <w:rsid w:val="005B6B19"/>
    <w:rsid w:val="005B7B24"/>
    <w:rsid w:val="005C2A74"/>
    <w:rsid w:val="005C3DCB"/>
    <w:rsid w:val="005C4766"/>
    <w:rsid w:val="005C6BD0"/>
    <w:rsid w:val="005D0D26"/>
    <w:rsid w:val="005D18E7"/>
    <w:rsid w:val="005D462C"/>
    <w:rsid w:val="005D5C0C"/>
    <w:rsid w:val="005D61D1"/>
    <w:rsid w:val="005E07FF"/>
    <w:rsid w:val="005E2A2E"/>
    <w:rsid w:val="005E2E40"/>
    <w:rsid w:val="005E5426"/>
    <w:rsid w:val="005E7C54"/>
    <w:rsid w:val="005F018A"/>
    <w:rsid w:val="005F083B"/>
    <w:rsid w:val="005F0A21"/>
    <w:rsid w:val="005F103A"/>
    <w:rsid w:val="005F2C42"/>
    <w:rsid w:val="005F324C"/>
    <w:rsid w:val="005F6139"/>
    <w:rsid w:val="005F710F"/>
    <w:rsid w:val="006009B8"/>
    <w:rsid w:val="0060122D"/>
    <w:rsid w:val="006038D2"/>
    <w:rsid w:val="00603FD9"/>
    <w:rsid w:val="006041C0"/>
    <w:rsid w:val="00605BF8"/>
    <w:rsid w:val="006077B9"/>
    <w:rsid w:val="00610CA0"/>
    <w:rsid w:val="0061283D"/>
    <w:rsid w:val="00616B72"/>
    <w:rsid w:val="00616F6B"/>
    <w:rsid w:val="006201DF"/>
    <w:rsid w:val="006230E2"/>
    <w:rsid w:val="00625702"/>
    <w:rsid w:val="006258B6"/>
    <w:rsid w:val="00625EDC"/>
    <w:rsid w:val="00626CCF"/>
    <w:rsid w:val="006273AE"/>
    <w:rsid w:val="006314E1"/>
    <w:rsid w:val="0063650A"/>
    <w:rsid w:val="006372DA"/>
    <w:rsid w:val="00637CFC"/>
    <w:rsid w:val="00641851"/>
    <w:rsid w:val="00643062"/>
    <w:rsid w:val="0064366D"/>
    <w:rsid w:val="00644CAD"/>
    <w:rsid w:val="006469C5"/>
    <w:rsid w:val="00647341"/>
    <w:rsid w:val="00647848"/>
    <w:rsid w:val="0065026A"/>
    <w:rsid w:val="0065174E"/>
    <w:rsid w:val="006531B7"/>
    <w:rsid w:val="0065519C"/>
    <w:rsid w:val="0065527C"/>
    <w:rsid w:val="006554CE"/>
    <w:rsid w:val="00656AD8"/>
    <w:rsid w:val="00657988"/>
    <w:rsid w:val="006604A6"/>
    <w:rsid w:val="00660FCF"/>
    <w:rsid w:val="00663B98"/>
    <w:rsid w:val="00664D4E"/>
    <w:rsid w:val="00666CE6"/>
    <w:rsid w:val="00667EC2"/>
    <w:rsid w:val="00672E75"/>
    <w:rsid w:val="00673C6F"/>
    <w:rsid w:val="00674D2B"/>
    <w:rsid w:val="00676E82"/>
    <w:rsid w:val="0067747D"/>
    <w:rsid w:val="00677996"/>
    <w:rsid w:val="006803EB"/>
    <w:rsid w:val="00681426"/>
    <w:rsid w:val="006817F3"/>
    <w:rsid w:val="0068331E"/>
    <w:rsid w:val="00684798"/>
    <w:rsid w:val="00684CB5"/>
    <w:rsid w:val="00686AB7"/>
    <w:rsid w:val="00687405"/>
    <w:rsid w:val="006876BE"/>
    <w:rsid w:val="0069256E"/>
    <w:rsid w:val="006929F3"/>
    <w:rsid w:val="00694ABF"/>
    <w:rsid w:val="006956E7"/>
    <w:rsid w:val="00695877"/>
    <w:rsid w:val="00697839"/>
    <w:rsid w:val="006A0DE0"/>
    <w:rsid w:val="006A24FC"/>
    <w:rsid w:val="006A31E5"/>
    <w:rsid w:val="006A480C"/>
    <w:rsid w:val="006B146D"/>
    <w:rsid w:val="006B16BA"/>
    <w:rsid w:val="006B35A3"/>
    <w:rsid w:val="006B4E45"/>
    <w:rsid w:val="006B5222"/>
    <w:rsid w:val="006B5754"/>
    <w:rsid w:val="006B5B9D"/>
    <w:rsid w:val="006B7125"/>
    <w:rsid w:val="006C0CD3"/>
    <w:rsid w:val="006C185E"/>
    <w:rsid w:val="006C1A17"/>
    <w:rsid w:val="006C1F7B"/>
    <w:rsid w:val="006C5E53"/>
    <w:rsid w:val="006C7F27"/>
    <w:rsid w:val="006D04A7"/>
    <w:rsid w:val="006D13B6"/>
    <w:rsid w:val="006D203E"/>
    <w:rsid w:val="006D3C1E"/>
    <w:rsid w:val="006D6ACA"/>
    <w:rsid w:val="006D710C"/>
    <w:rsid w:val="006D7C33"/>
    <w:rsid w:val="006E16D2"/>
    <w:rsid w:val="006E454B"/>
    <w:rsid w:val="006E48CE"/>
    <w:rsid w:val="006E4FF1"/>
    <w:rsid w:val="006E5401"/>
    <w:rsid w:val="006E647A"/>
    <w:rsid w:val="006E7D17"/>
    <w:rsid w:val="006F16EB"/>
    <w:rsid w:val="006F1710"/>
    <w:rsid w:val="006F3A9F"/>
    <w:rsid w:val="006F4C85"/>
    <w:rsid w:val="006F5630"/>
    <w:rsid w:val="006F6775"/>
    <w:rsid w:val="006F78AC"/>
    <w:rsid w:val="006F78C5"/>
    <w:rsid w:val="00700B5D"/>
    <w:rsid w:val="00701337"/>
    <w:rsid w:val="007026DD"/>
    <w:rsid w:val="00702E5F"/>
    <w:rsid w:val="007040C9"/>
    <w:rsid w:val="0070509D"/>
    <w:rsid w:val="00706148"/>
    <w:rsid w:val="00710328"/>
    <w:rsid w:val="007117F5"/>
    <w:rsid w:val="00715B89"/>
    <w:rsid w:val="0071611E"/>
    <w:rsid w:val="00716BBB"/>
    <w:rsid w:val="00716D6A"/>
    <w:rsid w:val="00716F8D"/>
    <w:rsid w:val="00720479"/>
    <w:rsid w:val="007213AB"/>
    <w:rsid w:val="007238D7"/>
    <w:rsid w:val="0072616E"/>
    <w:rsid w:val="007266C7"/>
    <w:rsid w:val="007267BA"/>
    <w:rsid w:val="00730DD0"/>
    <w:rsid w:val="007337FF"/>
    <w:rsid w:val="00733D85"/>
    <w:rsid w:val="007359D0"/>
    <w:rsid w:val="00735B4B"/>
    <w:rsid w:val="007369D8"/>
    <w:rsid w:val="00736CF2"/>
    <w:rsid w:val="00737335"/>
    <w:rsid w:val="007413BF"/>
    <w:rsid w:val="007421B1"/>
    <w:rsid w:val="00743A04"/>
    <w:rsid w:val="00743F0F"/>
    <w:rsid w:val="0074410E"/>
    <w:rsid w:val="0074541B"/>
    <w:rsid w:val="00747BFD"/>
    <w:rsid w:val="007507DF"/>
    <w:rsid w:val="00753081"/>
    <w:rsid w:val="00753663"/>
    <w:rsid w:val="007536C3"/>
    <w:rsid w:val="00754080"/>
    <w:rsid w:val="007546E3"/>
    <w:rsid w:val="00756802"/>
    <w:rsid w:val="007610B6"/>
    <w:rsid w:val="00762EF6"/>
    <w:rsid w:val="0076393E"/>
    <w:rsid w:val="00763A79"/>
    <w:rsid w:val="00765A20"/>
    <w:rsid w:val="00767E21"/>
    <w:rsid w:val="00772BFC"/>
    <w:rsid w:val="00772DD6"/>
    <w:rsid w:val="00773D02"/>
    <w:rsid w:val="00775CF5"/>
    <w:rsid w:val="007768F2"/>
    <w:rsid w:val="007773BE"/>
    <w:rsid w:val="00777A31"/>
    <w:rsid w:val="007835AF"/>
    <w:rsid w:val="00784B28"/>
    <w:rsid w:val="00785E67"/>
    <w:rsid w:val="00787453"/>
    <w:rsid w:val="00787A12"/>
    <w:rsid w:val="0079178C"/>
    <w:rsid w:val="00792DB4"/>
    <w:rsid w:val="00793019"/>
    <w:rsid w:val="00793ADD"/>
    <w:rsid w:val="007978E9"/>
    <w:rsid w:val="007A1936"/>
    <w:rsid w:val="007A1D41"/>
    <w:rsid w:val="007A2231"/>
    <w:rsid w:val="007A2620"/>
    <w:rsid w:val="007A3E72"/>
    <w:rsid w:val="007A453B"/>
    <w:rsid w:val="007A46C1"/>
    <w:rsid w:val="007A5589"/>
    <w:rsid w:val="007A7C0C"/>
    <w:rsid w:val="007B2A96"/>
    <w:rsid w:val="007B3567"/>
    <w:rsid w:val="007B4966"/>
    <w:rsid w:val="007B6895"/>
    <w:rsid w:val="007B697D"/>
    <w:rsid w:val="007C0F93"/>
    <w:rsid w:val="007C16DA"/>
    <w:rsid w:val="007C1936"/>
    <w:rsid w:val="007C2BC3"/>
    <w:rsid w:val="007C37E8"/>
    <w:rsid w:val="007C39B9"/>
    <w:rsid w:val="007C4A1A"/>
    <w:rsid w:val="007C5FAB"/>
    <w:rsid w:val="007C62E2"/>
    <w:rsid w:val="007D1E4F"/>
    <w:rsid w:val="007D1ECC"/>
    <w:rsid w:val="007D49AB"/>
    <w:rsid w:val="007E2148"/>
    <w:rsid w:val="007E371D"/>
    <w:rsid w:val="007E3E28"/>
    <w:rsid w:val="007E5C37"/>
    <w:rsid w:val="007E799E"/>
    <w:rsid w:val="007F03E5"/>
    <w:rsid w:val="007F08C4"/>
    <w:rsid w:val="007F3DDD"/>
    <w:rsid w:val="008030C1"/>
    <w:rsid w:val="00803131"/>
    <w:rsid w:val="00803724"/>
    <w:rsid w:val="00811D3E"/>
    <w:rsid w:val="00812BC2"/>
    <w:rsid w:val="00814035"/>
    <w:rsid w:val="008146DD"/>
    <w:rsid w:val="008162A3"/>
    <w:rsid w:val="00816B21"/>
    <w:rsid w:val="0081795E"/>
    <w:rsid w:val="00817E3B"/>
    <w:rsid w:val="00820057"/>
    <w:rsid w:val="00820B92"/>
    <w:rsid w:val="00823200"/>
    <w:rsid w:val="008268CB"/>
    <w:rsid w:val="008317A3"/>
    <w:rsid w:val="008332F7"/>
    <w:rsid w:val="00835585"/>
    <w:rsid w:val="008373A8"/>
    <w:rsid w:val="0084069C"/>
    <w:rsid w:val="00845BA7"/>
    <w:rsid w:val="008461F0"/>
    <w:rsid w:val="00846D0C"/>
    <w:rsid w:val="00847484"/>
    <w:rsid w:val="00847D61"/>
    <w:rsid w:val="0085065E"/>
    <w:rsid w:val="0085176B"/>
    <w:rsid w:val="00851DC2"/>
    <w:rsid w:val="0085255A"/>
    <w:rsid w:val="0085271E"/>
    <w:rsid w:val="00852C29"/>
    <w:rsid w:val="00853C87"/>
    <w:rsid w:val="00854201"/>
    <w:rsid w:val="00856110"/>
    <w:rsid w:val="00857B80"/>
    <w:rsid w:val="00860F99"/>
    <w:rsid w:val="00862A9B"/>
    <w:rsid w:val="00863A7D"/>
    <w:rsid w:val="0086438B"/>
    <w:rsid w:val="00870505"/>
    <w:rsid w:val="00870677"/>
    <w:rsid w:val="008706D7"/>
    <w:rsid w:val="008731EA"/>
    <w:rsid w:val="00875B05"/>
    <w:rsid w:val="00877AB0"/>
    <w:rsid w:val="00882537"/>
    <w:rsid w:val="00885043"/>
    <w:rsid w:val="00886B3E"/>
    <w:rsid w:val="008901DD"/>
    <w:rsid w:val="00890882"/>
    <w:rsid w:val="008909BD"/>
    <w:rsid w:val="00890D26"/>
    <w:rsid w:val="00890FDB"/>
    <w:rsid w:val="00892D75"/>
    <w:rsid w:val="008A5A6E"/>
    <w:rsid w:val="008A67E5"/>
    <w:rsid w:val="008A709B"/>
    <w:rsid w:val="008A7506"/>
    <w:rsid w:val="008B0E65"/>
    <w:rsid w:val="008B2678"/>
    <w:rsid w:val="008B2A3A"/>
    <w:rsid w:val="008B65C0"/>
    <w:rsid w:val="008C14A6"/>
    <w:rsid w:val="008C1774"/>
    <w:rsid w:val="008C65A4"/>
    <w:rsid w:val="008C6ADE"/>
    <w:rsid w:val="008C7635"/>
    <w:rsid w:val="008D06AD"/>
    <w:rsid w:val="008D0C70"/>
    <w:rsid w:val="008D10DC"/>
    <w:rsid w:val="008D133E"/>
    <w:rsid w:val="008D164B"/>
    <w:rsid w:val="008D26FA"/>
    <w:rsid w:val="008D43C1"/>
    <w:rsid w:val="008D4413"/>
    <w:rsid w:val="008D61B3"/>
    <w:rsid w:val="008E0966"/>
    <w:rsid w:val="008E16D0"/>
    <w:rsid w:val="008E1AB2"/>
    <w:rsid w:val="008E3B83"/>
    <w:rsid w:val="008E6ECA"/>
    <w:rsid w:val="008F072B"/>
    <w:rsid w:val="008F15CA"/>
    <w:rsid w:val="008F2802"/>
    <w:rsid w:val="008F3505"/>
    <w:rsid w:val="008F4DDE"/>
    <w:rsid w:val="008F5526"/>
    <w:rsid w:val="008F786B"/>
    <w:rsid w:val="008F791C"/>
    <w:rsid w:val="00901D12"/>
    <w:rsid w:val="00903AB3"/>
    <w:rsid w:val="00904581"/>
    <w:rsid w:val="00904986"/>
    <w:rsid w:val="009051A6"/>
    <w:rsid w:val="0090609D"/>
    <w:rsid w:val="00906ADF"/>
    <w:rsid w:val="009072E0"/>
    <w:rsid w:val="00907699"/>
    <w:rsid w:val="00910EC5"/>
    <w:rsid w:val="0091657D"/>
    <w:rsid w:val="009165F7"/>
    <w:rsid w:val="00921903"/>
    <w:rsid w:val="009226F3"/>
    <w:rsid w:val="00922C27"/>
    <w:rsid w:val="0092415B"/>
    <w:rsid w:val="00924BF5"/>
    <w:rsid w:val="00926CBC"/>
    <w:rsid w:val="00926CF4"/>
    <w:rsid w:val="00930BB6"/>
    <w:rsid w:val="009324A4"/>
    <w:rsid w:val="00933283"/>
    <w:rsid w:val="0093377A"/>
    <w:rsid w:val="00935B59"/>
    <w:rsid w:val="009454D3"/>
    <w:rsid w:val="009478F3"/>
    <w:rsid w:val="00947B5A"/>
    <w:rsid w:val="00951116"/>
    <w:rsid w:val="0095124F"/>
    <w:rsid w:val="009534D9"/>
    <w:rsid w:val="00954257"/>
    <w:rsid w:val="00957095"/>
    <w:rsid w:val="00957512"/>
    <w:rsid w:val="009637F1"/>
    <w:rsid w:val="00963DFE"/>
    <w:rsid w:val="00967E4B"/>
    <w:rsid w:val="00970BD9"/>
    <w:rsid w:val="00971B2B"/>
    <w:rsid w:val="0097294D"/>
    <w:rsid w:val="00972B2C"/>
    <w:rsid w:val="0097485E"/>
    <w:rsid w:val="0097749B"/>
    <w:rsid w:val="0097788A"/>
    <w:rsid w:val="00980031"/>
    <w:rsid w:val="009848CC"/>
    <w:rsid w:val="00993068"/>
    <w:rsid w:val="009934EB"/>
    <w:rsid w:val="009948C2"/>
    <w:rsid w:val="00995B94"/>
    <w:rsid w:val="009A12A4"/>
    <w:rsid w:val="009A15E7"/>
    <w:rsid w:val="009A4349"/>
    <w:rsid w:val="009A483E"/>
    <w:rsid w:val="009A4C53"/>
    <w:rsid w:val="009A51F1"/>
    <w:rsid w:val="009A5B9E"/>
    <w:rsid w:val="009A638A"/>
    <w:rsid w:val="009A6D66"/>
    <w:rsid w:val="009A7CBF"/>
    <w:rsid w:val="009B0435"/>
    <w:rsid w:val="009B0A6F"/>
    <w:rsid w:val="009B0F98"/>
    <w:rsid w:val="009B2A74"/>
    <w:rsid w:val="009B30C9"/>
    <w:rsid w:val="009B391C"/>
    <w:rsid w:val="009B4D53"/>
    <w:rsid w:val="009B5661"/>
    <w:rsid w:val="009C152C"/>
    <w:rsid w:val="009C1C65"/>
    <w:rsid w:val="009C54FE"/>
    <w:rsid w:val="009C67EF"/>
    <w:rsid w:val="009C69B0"/>
    <w:rsid w:val="009C6F9A"/>
    <w:rsid w:val="009D0575"/>
    <w:rsid w:val="009D307D"/>
    <w:rsid w:val="009D32C4"/>
    <w:rsid w:val="009D4692"/>
    <w:rsid w:val="009D550D"/>
    <w:rsid w:val="009D64DF"/>
    <w:rsid w:val="009D6F1C"/>
    <w:rsid w:val="009E058F"/>
    <w:rsid w:val="009E1025"/>
    <w:rsid w:val="009E1969"/>
    <w:rsid w:val="009E2599"/>
    <w:rsid w:val="009E5CDC"/>
    <w:rsid w:val="009E698F"/>
    <w:rsid w:val="009E7C8F"/>
    <w:rsid w:val="009F044D"/>
    <w:rsid w:val="009F0664"/>
    <w:rsid w:val="009F0725"/>
    <w:rsid w:val="009F2B13"/>
    <w:rsid w:val="009F2B91"/>
    <w:rsid w:val="009F2DCE"/>
    <w:rsid w:val="009F2F32"/>
    <w:rsid w:val="009F41AF"/>
    <w:rsid w:val="009F4579"/>
    <w:rsid w:val="00A001C6"/>
    <w:rsid w:val="00A00851"/>
    <w:rsid w:val="00A00C4B"/>
    <w:rsid w:val="00A00CDB"/>
    <w:rsid w:val="00A02B7A"/>
    <w:rsid w:val="00A0540E"/>
    <w:rsid w:val="00A06CE0"/>
    <w:rsid w:val="00A070E8"/>
    <w:rsid w:val="00A0739C"/>
    <w:rsid w:val="00A07902"/>
    <w:rsid w:val="00A115C7"/>
    <w:rsid w:val="00A11A46"/>
    <w:rsid w:val="00A12F48"/>
    <w:rsid w:val="00A14300"/>
    <w:rsid w:val="00A15520"/>
    <w:rsid w:val="00A21F2F"/>
    <w:rsid w:val="00A22FC2"/>
    <w:rsid w:val="00A24408"/>
    <w:rsid w:val="00A24547"/>
    <w:rsid w:val="00A25E2C"/>
    <w:rsid w:val="00A271AD"/>
    <w:rsid w:val="00A27D61"/>
    <w:rsid w:val="00A27E2B"/>
    <w:rsid w:val="00A301DE"/>
    <w:rsid w:val="00A31119"/>
    <w:rsid w:val="00A32FE9"/>
    <w:rsid w:val="00A3526A"/>
    <w:rsid w:val="00A3528C"/>
    <w:rsid w:val="00A4140B"/>
    <w:rsid w:val="00A45EF6"/>
    <w:rsid w:val="00A46FA1"/>
    <w:rsid w:val="00A526F5"/>
    <w:rsid w:val="00A53823"/>
    <w:rsid w:val="00A53D76"/>
    <w:rsid w:val="00A540CB"/>
    <w:rsid w:val="00A54AEF"/>
    <w:rsid w:val="00A5516A"/>
    <w:rsid w:val="00A56CDB"/>
    <w:rsid w:val="00A577E0"/>
    <w:rsid w:val="00A6362F"/>
    <w:rsid w:val="00A66BF7"/>
    <w:rsid w:val="00A66C92"/>
    <w:rsid w:val="00A712E0"/>
    <w:rsid w:val="00A7233F"/>
    <w:rsid w:val="00A726E2"/>
    <w:rsid w:val="00A7281D"/>
    <w:rsid w:val="00A74568"/>
    <w:rsid w:val="00A76DD6"/>
    <w:rsid w:val="00A77A4F"/>
    <w:rsid w:val="00A811E5"/>
    <w:rsid w:val="00A8243A"/>
    <w:rsid w:val="00A83C3B"/>
    <w:rsid w:val="00A85AF6"/>
    <w:rsid w:val="00A875F1"/>
    <w:rsid w:val="00A87DD3"/>
    <w:rsid w:val="00A90352"/>
    <w:rsid w:val="00A905B9"/>
    <w:rsid w:val="00A932F9"/>
    <w:rsid w:val="00A93898"/>
    <w:rsid w:val="00A93C20"/>
    <w:rsid w:val="00A957A5"/>
    <w:rsid w:val="00A973F2"/>
    <w:rsid w:val="00AA3C98"/>
    <w:rsid w:val="00AA562D"/>
    <w:rsid w:val="00AA6687"/>
    <w:rsid w:val="00AB0202"/>
    <w:rsid w:val="00AB492B"/>
    <w:rsid w:val="00AB54FB"/>
    <w:rsid w:val="00AB6CBD"/>
    <w:rsid w:val="00AC0B1D"/>
    <w:rsid w:val="00AC2F23"/>
    <w:rsid w:val="00AC37ED"/>
    <w:rsid w:val="00AC3960"/>
    <w:rsid w:val="00AC4E7F"/>
    <w:rsid w:val="00AC5411"/>
    <w:rsid w:val="00AC6800"/>
    <w:rsid w:val="00AC69A3"/>
    <w:rsid w:val="00AC76CE"/>
    <w:rsid w:val="00AD0467"/>
    <w:rsid w:val="00AD4150"/>
    <w:rsid w:val="00AD6979"/>
    <w:rsid w:val="00AD7E56"/>
    <w:rsid w:val="00AE30FA"/>
    <w:rsid w:val="00AE4486"/>
    <w:rsid w:val="00AE749D"/>
    <w:rsid w:val="00AE74D6"/>
    <w:rsid w:val="00AE75FE"/>
    <w:rsid w:val="00AF0892"/>
    <w:rsid w:val="00AF150C"/>
    <w:rsid w:val="00AF3F8E"/>
    <w:rsid w:val="00AF66E2"/>
    <w:rsid w:val="00B0009D"/>
    <w:rsid w:val="00B01223"/>
    <w:rsid w:val="00B01FE6"/>
    <w:rsid w:val="00B0307D"/>
    <w:rsid w:val="00B0452A"/>
    <w:rsid w:val="00B04A32"/>
    <w:rsid w:val="00B052A9"/>
    <w:rsid w:val="00B05AF9"/>
    <w:rsid w:val="00B07F42"/>
    <w:rsid w:val="00B10984"/>
    <w:rsid w:val="00B12364"/>
    <w:rsid w:val="00B13167"/>
    <w:rsid w:val="00B13FA9"/>
    <w:rsid w:val="00B15B13"/>
    <w:rsid w:val="00B15DB0"/>
    <w:rsid w:val="00B20FA6"/>
    <w:rsid w:val="00B21759"/>
    <w:rsid w:val="00B25DF9"/>
    <w:rsid w:val="00B262BB"/>
    <w:rsid w:val="00B26904"/>
    <w:rsid w:val="00B3136A"/>
    <w:rsid w:val="00B33523"/>
    <w:rsid w:val="00B33D6A"/>
    <w:rsid w:val="00B362F0"/>
    <w:rsid w:val="00B36A4E"/>
    <w:rsid w:val="00B41E6B"/>
    <w:rsid w:val="00B434F5"/>
    <w:rsid w:val="00B437B9"/>
    <w:rsid w:val="00B44FC6"/>
    <w:rsid w:val="00B47BE8"/>
    <w:rsid w:val="00B47CCC"/>
    <w:rsid w:val="00B50D88"/>
    <w:rsid w:val="00B52F44"/>
    <w:rsid w:val="00B53CD0"/>
    <w:rsid w:val="00B556F7"/>
    <w:rsid w:val="00B5615F"/>
    <w:rsid w:val="00B577D8"/>
    <w:rsid w:val="00B605FF"/>
    <w:rsid w:val="00B61F49"/>
    <w:rsid w:val="00B63424"/>
    <w:rsid w:val="00B65331"/>
    <w:rsid w:val="00B66FD9"/>
    <w:rsid w:val="00B7128F"/>
    <w:rsid w:val="00B72542"/>
    <w:rsid w:val="00B75E00"/>
    <w:rsid w:val="00B80ABB"/>
    <w:rsid w:val="00B81CB4"/>
    <w:rsid w:val="00B8307E"/>
    <w:rsid w:val="00B83BFF"/>
    <w:rsid w:val="00B83D32"/>
    <w:rsid w:val="00B8466F"/>
    <w:rsid w:val="00B87818"/>
    <w:rsid w:val="00B87D65"/>
    <w:rsid w:val="00B92C81"/>
    <w:rsid w:val="00B95606"/>
    <w:rsid w:val="00B9629B"/>
    <w:rsid w:val="00B978D2"/>
    <w:rsid w:val="00BA08E7"/>
    <w:rsid w:val="00BA16F8"/>
    <w:rsid w:val="00BA2D68"/>
    <w:rsid w:val="00BA4AA5"/>
    <w:rsid w:val="00BA523A"/>
    <w:rsid w:val="00BA5323"/>
    <w:rsid w:val="00BA5ED3"/>
    <w:rsid w:val="00BA76CC"/>
    <w:rsid w:val="00BA7762"/>
    <w:rsid w:val="00BA79DD"/>
    <w:rsid w:val="00BB172F"/>
    <w:rsid w:val="00BB1CF5"/>
    <w:rsid w:val="00BB213F"/>
    <w:rsid w:val="00BB3635"/>
    <w:rsid w:val="00BB3738"/>
    <w:rsid w:val="00BB5CFB"/>
    <w:rsid w:val="00BB5FB4"/>
    <w:rsid w:val="00BC110B"/>
    <w:rsid w:val="00BC12A3"/>
    <w:rsid w:val="00BC14C6"/>
    <w:rsid w:val="00BC186B"/>
    <w:rsid w:val="00BC1DCE"/>
    <w:rsid w:val="00BC2340"/>
    <w:rsid w:val="00BC2861"/>
    <w:rsid w:val="00BC350A"/>
    <w:rsid w:val="00BC3718"/>
    <w:rsid w:val="00BC7A9A"/>
    <w:rsid w:val="00BD0AC3"/>
    <w:rsid w:val="00BD1522"/>
    <w:rsid w:val="00BD30E6"/>
    <w:rsid w:val="00BD476B"/>
    <w:rsid w:val="00BD4E64"/>
    <w:rsid w:val="00BD534C"/>
    <w:rsid w:val="00BD6924"/>
    <w:rsid w:val="00BD7062"/>
    <w:rsid w:val="00BE21F5"/>
    <w:rsid w:val="00BE2CF4"/>
    <w:rsid w:val="00BE452A"/>
    <w:rsid w:val="00BE599A"/>
    <w:rsid w:val="00BF1816"/>
    <w:rsid w:val="00BF29FC"/>
    <w:rsid w:val="00BF3AA2"/>
    <w:rsid w:val="00BF4DD8"/>
    <w:rsid w:val="00BF645A"/>
    <w:rsid w:val="00BF7BC6"/>
    <w:rsid w:val="00C023FF"/>
    <w:rsid w:val="00C05A6E"/>
    <w:rsid w:val="00C0668B"/>
    <w:rsid w:val="00C1065F"/>
    <w:rsid w:val="00C109A5"/>
    <w:rsid w:val="00C10D91"/>
    <w:rsid w:val="00C11881"/>
    <w:rsid w:val="00C11A5F"/>
    <w:rsid w:val="00C13A2A"/>
    <w:rsid w:val="00C14114"/>
    <w:rsid w:val="00C152C2"/>
    <w:rsid w:val="00C15C2A"/>
    <w:rsid w:val="00C16754"/>
    <w:rsid w:val="00C22038"/>
    <w:rsid w:val="00C24128"/>
    <w:rsid w:val="00C2529C"/>
    <w:rsid w:val="00C2657A"/>
    <w:rsid w:val="00C31593"/>
    <w:rsid w:val="00C31754"/>
    <w:rsid w:val="00C32A2D"/>
    <w:rsid w:val="00C33BC6"/>
    <w:rsid w:val="00C35BC4"/>
    <w:rsid w:val="00C35EE1"/>
    <w:rsid w:val="00C360A9"/>
    <w:rsid w:val="00C40CDA"/>
    <w:rsid w:val="00C43D6D"/>
    <w:rsid w:val="00C43E56"/>
    <w:rsid w:val="00C44AB4"/>
    <w:rsid w:val="00C45718"/>
    <w:rsid w:val="00C46213"/>
    <w:rsid w:val="00C462C0"/>
    <w:rsid w:val="00C4668E"/>
    <w:rsid w:val="00C46997"/>
    <w:rsid w:val="00C471DA"/>
    <w:rsid w:val="00C4778A"/>
    <w:rsid w:val="00C47C33"/>
    <w:rsid w:val="00C5075D"/>
    <w:rsid w:val="00C5139E"/>
    <w:rsid w:val="00C53C93"/>
    <w:rsid w:val="00C55387"/>
    <w:rsid w:val="00C558F0"/>
    <w:rsid w:val="00C602D9"/>
    <w:rsid w:val="00C60A5D"/>
    <w:rsid w:val="00C6308B"/>
    <w:rsid w:val="00C643B5"/>
    <w:rsid w:val="00C67CCB"/>
    <w:rsid w:val="00C763A6"/>
    <w:rsid w:val="00C765CF"/>
    <w:rsid w:val="00C85087"/>
    <w:rsid w:val="00C8558F"/>
    <w:rsid w:val="00C8692D"/>
    <w:rsid w:val="00C90D80"/>
    <w:rsid w:val="00C92FF3"/>
    <w:rsid w:val="00C93A9F"/>
    <w:rsid w:val="00C93BFD"/>
    <w:rsid w:val="00C948A6"/>
    <w:rsid w:val="00C95849"/>
    <w:rsid w:val="00C96085"/>
    <w:rsid w:val="00C96BCC"/>
    <w:rsid w:val="00CA0577"/>
    <w:rsid w:val="00CA219E"/>
    <w:rsid w:val="00CA38EE"/>
    <w:rsid w:val="00CA5429"/>
    <w:rsid w:val="00CA7A71"/>
    <w:rsid w:val="00CB05FB"/>
    <w:rsid w:val="00CB071C"/>
    <w:rsid w:val="00CB0D16"/>
    <w:rsid w:val="00CB10F3"/>
    <w:rsid w:val="00CB1DA1"/>
    <w:rsid w:val="00CB4440"/>
    <w:rsid w:val="00CB627A"/>
    <w:rsid w:val="00CC2263"/>
    <w:rsid w:val="00CC3033"/>
    <w:rsid w:val="00CC3881"/>
    <w:rsid w:val="00CC6D7B"/>
    <w:rsid w:val="00CC7ADF"/>
    <w:rsid w:val="00CD0340"/>
    <w:rsid w:val="00CD0617"/>
    <w:rsid w:val="00CD53B4"/>
    <w:rsid w:val="00CD758F"/>
    <w:rsid w:val="00CE0C58"/>
    <w:rsid w:val="00CE29F3"/>
    <w:rsid w:val="00CE3260"/>
    <w:rsid w:val="00CE357F"/>
    <w:rsid w:val="00CE575E"/>
    <w:rsid w:val="00CE6393"/>
    <w:rsid w:val="00CF0391"/>
    <w:rsid w:val="00CF233C"/>
    <w:rsid w:val="00CF4726"/>
    <w:rsid w:val="00CF55F7"/>
    <w:rsid w:val="00CF68D5"/>
    <w:rsid w:val="00D00251"/>
    <w:rsid w:val="00D007A4"/>
    <w:rsid w:val="00D0240B"/>
    <w:rsid w:val="00D04041"/>
    <w:rsid w:val="00D0481F"/>
    <w:rsid w:val="00D05074"/>
    <w:rsid w:val="00D05634"/>
    <w:rsid w:val="00D13220"/>
    <w:rsid w:val="00D13D86"/>
    <w:rsid w:val="00D16E31"/>
    <w:rsid w:val="00D17CF5"/>
    <w:rsid w:val="00D20677"/>
    <w:rsid w:val="00D235C8"/>
    <w:rsid w:val="00D237BC"/>
    <w:rsid w:val="00D247DE"/>
    <w:rsid w:val="00D249A9"/>
    <w:rsid w:val="00D27910"/>
    <w:rsid w:val="00D314AF"/>
    <w:rsid w:val="00D33636"/>
    <w:rsid w:val="00D35B28"/>
    <w:rsid w:val="00D361AD"/>
    <w:rsid w:val="00D36472"/>
    <w:rsid w:val="00D372F9"/>
    <w:rsid w:val="00D4087E"/>
    <w:rsid w:val="00D40A3C"/>
    <w:rsid w:val="00D41867"/>
    <w:rsid w:val="00D424CD"/>
    <w:rsid w:val="00D43450"/>
    <w:rsid w:val="00D450E5"/>
    <w:rsid w:val="00D460FC"/>
    <w:rsid w:val="00D4634C"/>
    <w:rsid w:val="00D4725E"/>
    <w:rsid w:val="00D47D5C"/>
    <w:rsid w:val="00D53BA6"/>
    <w:rsid w:val="00D558A0"/>
    <w:rsid w:val="00D564F1"/>
    <w:rsid w:val="00D56EF0"/>
    <w:rsid w:val="00D608A6"/>
    <w:rsid w:val="00D60DF3"/>
    <w:rsid w:val="00D63B95"/>
    <w:rsid w:val="00D63F0D"/>
    <w:rsid w:val="00D653DE"/>
    <w:rsid w:val="00D65E79"/>
    <w:rsid w:val="00D70530"/>
    <w:rsid w:val="00D70B2C"/>
    <w:rsid w:val="00D73FFD"/>
    <w:rsid w:val="00D7548E"/>
    <w:rsid w:val="00D76A85"/>
    <w:rsid w:val="00D8068E"/>
    <w:rsid w:val="00D808CB"/>
    <w:rsid w:val="00D81492"/>
    <w:rsid w:val="00D8295E"/>
    <w:rsid w:val="00D90A7E"/>
    <w:rsid w:val="00D93602"/>
    <w:rsid w:val="00DA2B2C"/>
    <w:rsid w:val="00DA63AF"/>
    <w:rsid w:val="00DB1E26"/>
    <w:rsid w:val="00DB2CC3"/>
    <w:rsid w:val="00DB39D5"/>
    <w:rsid w:val="00DB761E"/>
    <w:rsid w:val="00DB7A8F"/>
    <w:rsid w:val="00DC066C"/>
    <w:rsid w:val="00DC2FB4"/>
    <w:rsid w:val="00DC44EE"/>
    <w:rsid w:val="00DC5D56"/>
    <w:rsid w:val="00DC5DB2"/>
    <w:rsid w:val="00DD0682"/>
    <w:rsid w:val="00DD27CE"/>
    <w:rsid w:val="00DD2E2A"/>
    <w:rsid w:val="00DD33D2"/>
    <w:rsid w:val="00DD439B"/>
    <w:rsid w:val="00DD57FA"/>
    <w:rsid w:val="00DD59D8"/>
    <w:rsid w:val="00DD64BF"/>
    <w:rsid w:val="00DD7045"/>
    <w:rsid w:val="00DE2E89"/>
    <w:rsid w:val="00DE48E0"/>
    <w:rsid w:val="00DE531C"/>
    <w:rsid w:val="00DE6EF0"/>
    <w:rsid w:val="00DE77F8"/>
    <w:rsid w:val="00DE7F08"/>
    <w:rsid w:val="00DF22E9"/>
    <w:rsid w:val="00DF385D"/>
    <w:rsid w:val="00DF3A75"/>
    <w:rsid w:val="00DF3EB7"/>
    <w:rsid w:val="00DF44F5"/>
    <w:rsid w:val="00DF5031"/>
    <w:rsid w:val="00DF536A"/>
    <w:rsid w:val="00DF58F3"/>
    <w:rsid w:val="00E0044E"/>
    <w:rsid w:val="00E006CC"/>
    <w:rsid w:val="00E06EE0"/>
    <w:rsid w:val="00E0779D"/>
    <w:rsid w:val="00E07CAD"/>
    <w:rsid w:val="00E1059C"/>
    <w:rsid w:val="00E11305"/>
    <w:rsid w:val="00E121A4"/>
    <w:rsid w:val="00E12AD9"/>
    <w:rsid w:val="00E15920"/>
    <w:rsid w:val="00E16FA7"/>
    <w:rsid w:val="00E20249"/>
    <w:rsid w:val="00E21C66"/>
    <w:rsid w:val="00E22D03"/>
    <w:rsid w:val="00E2314F"/>
    <w:rsid w:val="00E24E97"/>
    <w:rsid w:val="00E255A8"/>
    <w:rsid w:val="00E256B4"/>
    <w:rsid w:val="00E2797C"/>
    <w:rsid w:val="00E27BF6"/>
    <w:rsid w:val="00E31344"/>
    <w:rsid w:val="00E317EC"/>
    <w:rsid w:val="00E32726"/>
    <w:rsid w:val="00E32D6E"/>
    <w:rsid w:val="00E3355B"/>
    <w:rsid w:val="00E3426B"/>
    <w:rsid w:val="00E34B13"/>
    <w:rsid w:val="00E34BE9"/>
    <w:rsid w:val="00E42617"/>
    <w:rsid w:val="00E42791"/>
    <w:rsid w:val="00E433E8"/>
    <w:rsid w:val="00E44917"/>
    <w:rsid w:val="00E44D72"/>
    <w:rsid w:val="00E44DE4"/>
    <w:rsid w:val="00E4523A"/>
    <w:rsid w:val="00E47B0C"/>
    <w:rsid w:val="00E5057D"/>
    <w:rsid w:val="00E5074B"/>
    <w:rsid w:val="00E52209"/>
    <w:rsid w:val="00E55DD2"/>
    <w:rsid w:val="00E567DD"/>
    <w:rsid w:val="00E56DC5"/>
    <w:rsid w:val="00E57FA0"/>
    <w:rsid w:val="00E601DE"/>
    <w:rsid w:val="00E60E20"/>
    <w:rsid w:val="00E61596"/>
    <w:rsid w:val="00E63AE6"/>
    <w:rsid w:val="00E65AD7"/>
    <w:rsid w:val="00E66892"/>
    <w:rsid w:val="00E6731E"/>
    <w:rsid w:val="00E6764F"/>
    <w:rsid w:val="00E6791E"/>
    <w:rsid w:val="00E70F0B"/>
    <w:rsid w:val="00E71934"/>
    <w:rsid w:val="00E722BA"/>
    <w:rsid w:val="00E72507"/>
    <w:rsid w:val="00E72B10"/>
    <w:rsid w:val="00E74541"/>
    <w:rsid w:val="00E75563"/>
    <w:rsid w:val="00E757AD"/>
    <w:rsid w:val="00E76468"/>
    <w:rsid w:val="00E809AF"/>
    <w:rsid w:val="00E82A79"/>
    <w:rsid w:val="00E84391"/>
    <w:rsid w:val="00E849EC"/>
    <w:rsid w:val="00E84A42"/>
    <w:rsid w:val="00E85728"/>
    <w:rsid w:val="00E8646F"/>
    <w:rsid w:val="00E96D9D"/>
    <w:rsid w:val="00E9701D"/>
    <w:rsid w:val="00E974DA"/>
    <w:rsid w:val="00EA17DA"/>
    <w:rsid w:val="00EA4608"/>
    <w:rsid w:val="00EA5132"/>
    <w:rsid w:val="00EB1FEA"/>
    <w:rsid w:val="00EB256B"/>
    <w:rsid w:val="00EB2A6D"/>
    <w:rsid w:val="00EB3A3E"/>
    <w:rsid w:val="00EB3F8E"/>
    <w:rsid w:val="00EB5F1C"/>
    <w:rsid w:val="00EB6ABE"/>
    <w:rsid w:val="00EB6DE7"/>
    <w:rsid w:val="00EB7864"/>
    <w:rsid w:val="00EB7F45"/>
    <w:rsid w:val="00EC1E88"/>
    <w:rsid w:val="00EC2141"/>
    <w:rsid w:val="00EC36D4"/>
    <w:rsid w:val="00EC45F3"/>
    <w:rsid w:val="00ED0687"/>
    <w:rsid w:val="00ED06FA"/>
    <w:rsid w:val="00ED3321"/>
    <w:rsid w:val="00ED467A"/>
    <w:rsid w:val="00ED532E"/>
    <w:rsid w:val="00ED58BD"/>
    <w:rsid w:val="00ED6736"/>
    <w:rsid w:val="00EE0E12"/>
    <w:rsid w:val="00EE1323"/>
    <w:rsid w:val="00EE1F63"/>
    <w:rsid w:val="00EE2C77"/>
    <w:rsid w:val="00EE34CC"/>
    <w:rsid w:val="00EE3AC2"/>
    <w:rsid w:val="00EE3DCD"/>
    <w:rsid w:val="00EE6632"/>
    <w:rsid w:val="00EE7C5F"/>
    <w:rsid w:val="00EF13F4"/>
    <w:rsid w:val="00EF285C"/>
    <w:rsid w:val="00EF38AD"/>
    <w:rsid w:val="00EF50CE"/>
    <w:rsid w:val="00EF6549"/>
    <w:rsid w:val="00EF6C2C"/>
    <w:rsid w:val="00F0439F"/>
    <w:rsid w:val="00F050ED"/>
    <w:rsid w:val="00F06C38"/>
    <w:rsid w:val="00F06E84"/>
    <w:rsid w:val="00F07CA0"/>
    <w:rsid w:val="00F155D0"/>
    <w:rsid w:val="00F16182"/>
    <w:rsid w:val="00F17669"/>
    <w:rsid w:val="00F176F7"/>
    <w:rsid w:val="00F21553"/>
    <w:rsid w:val="00F22AD6"/>
    <w:rsid w:val="00F23C48"/>
    <w:rsid w:val="00F23FEA"/>
    <w:rsid w:val="00F24640"/>
    <w:rsid w:val="00F24C15"/>
    <w:rsid w:val="00F2550C"/>
    <w:rsid w:val="00F2705B"/>
    <w:rsid w:val="00F302AD"/>
    <w:rsid w:val="00F30CFA"/>
    <w:rsid w:val="00F31DC2"/>
    <w:rsid w:val="00F32696"/>
    <w:rsid w:val="00F32814"/>
    <w:rsid w:val="00F344E9"/>
    <w:rsid w:val="00F35079"/>
    <w:rsid w:val="00F35712"/>
    <w:rsid w:val="00F36594"/>
    <w:rsid w:val="00F407AA"/>
    <w:rsid w:val="00F427FA"/>
    <w:rsid w:val="00F454A9"/>
    <w:rsid w:val="00F479E0"/>
    <w:rsid w:val="00F47DF0"/>
    <w:rsid w:val="00F509F1"/>
    <w:rsid w:val="00F51EB9"/>
    <w:rsid w:val="00F52C6D"/>
    <w:rsid w:val="00F53F62"/>
    <w:rsid w:val="00F5539E"/>
    <w:rsid w:val="00F62F29"/>
    <w:rsid w:val="00F646A6"/>
    <w:rsid w:val="00F66453"/>
    <w:rsid w:val="00F66E49"/>
    <w:rsid w:val="00F671A8"/>
    <w:rsid w:val="00F67545"/>
    <w:rsid w:val="00F67B3A"/>
    <w:rsid w:val="00F71965"/>
    <w:rsid w:val="00F7223C"/>
    <w:rsid w:val="00F72C36"/>
    <w:rsid w:val="00F74727"/>
    <w:rsid w:val="00F75DA1"/>
    <w:rsid w:val="00F769B4"/>
    <w:rsid w:val="00F80325"/>
    <w:rsid w:val="00F81AE5"/>
    <w:rsid w:val="00F83201"/>
    <w:rsid w:val="00F84021"/>
    <w:rsid w:val="00F852DD"/>
    <w:rsid w:val="00F85D6D"/>
    <w:rsid w:val="00F87FF4"/>
    <w:rsid w:val="00F94EC4"/>
    <w:rsid w:val="00FA4D4C"/>
    <w:rsid w:val="00FA4E15"/>
    <w:rsid w:val="00FA645C"/>
    <w:rsid w:val="00FA7DFE"/>
    <w:rsid w:val="00FB044B"/>
    <w:rsid w:val="00FB0975"/>
    <w:rsid w:val="00FB0D3B"/>
    <w:rsid w:val="00FB1D33"/>
    <w:rsid w:val="00FB47F5"/>
    <w:rsid w:val="00FB60A2"/>
    <w:rsid w:val="00FC058C"/>
    <w:rsid w:val="00FC5EF5"/>
    <w:rsid w:val="00FC7DE7"/>
    <w:rsid w:val="00FD0589"/>
    <w:rsid w:val="00FD081C"/>
    <w:rsid w:val="00FD15AD"/>
    <w:rsid w:val="00FD1AF1"/>
    <w:rsid w:val="00FD25A1"/>
    <w:rsid w:val="00FD4756"/>
    <w:rsid w:val="00FD57A3"/>
    <w:rsid w:val="00FD5848"/>
    <w:rsid w:val="00FD6833"/>
    <w:rsid w:val="00FE15C0"/>
    <w:rsid w:val="00FE29CA"/>
    <w:rsid w:val="00FE4E5A"/>
    <w:rsid w:val="00FE50D7"/>
    <w:rsid w:val="00FE5917"/>
    <w:rsid w:val="00FE750A"/>
    <w:rsid w:val="00FF0E17"/>
    <w:rsid w:val="00FF163E"/>
    <w:rsid w:val="00FF49D8"/>
    <w:rsid w:val="00FF5914"/>
    <w:rsid w:val="00FF5A4D"/>
    <w:rsid w:val="00FF6405"/>
    <w:rsid w:val="00FF7CEA"/>
    <w:rsid w:val="0264D355"/>
    <w:rsid w:val="02FAFA3A"/>
    <w:rsid w:val="030BA800"/>
    <w:rsid w:val="035D1595"/>
    <w:rsid w:val="03B6DF30"/>
    <w:rsid w:val="03D343EB"/>
    <w:rsid w:val="04283A9A"/>
    <w:rsid w:val="04970344"/>
    <w:rsid w:val="05053337"/>
    <w:rsid w:val="05B91EA7"/>
    <w:rsid w:val="06288362"/>
    <w:rsid w:val="067C8A19"/>
    <w:rsid w:val="067D8638"/>
    <w:rsid w:val="06BB2814"/>
    <w:rsid w:val="074AAB61"/>
    <w:rsid w:val="0774FE59"/>
    <w:rsid w:val="07DF3982"/>
    <w:rsid w:val="08A2DFD0"/>
    <w:rsid w:val="08A68848"/>
    <w:rsid w:val="08DB2047"/>
    <w:rsid w:val="093001FC"/>
    <w:rsid w:val="0975ED9A"/>
    <w:rsid w:val="09B9F680"/>
    <w:rsid w:val="0A4A97D5"/>
    <w:rsid w:val="0B3F4626"/>
    <w:rsid w:val="0B7570DA"/>
    <w:rsid w:val="0C12F76F"/>
    <w:rsid w:val="0C49B3E4"/>
    <w:rsid w:val="0C701662"/>
    <w:rsid w:val="0CE07CC3"/>
    <w:rsid w:val="0D844A94"/>
    <w:rsid w:val="0E823E9F"/>
    <w:rsid w:val="0ED340DD"/>
    <w:rsid w:val="0EED244C"/>
    <w:rsid w:val="0FC3C15D"/>
    <w:rsid w:val="100A1198"/>
    <w:rsid w:val="1024E2AB"/>
    <w:rsid w:val="10347560"/>
    <w:rsid w:val="117E3748"/>
    <w:rsid w:val="119B27CE"/>
    <w:rsid w:val="11DE8B40"/>
    <w:rsid w:val="121C2D1C"/>
    <w:rsid w:val="124C3B9E"/>
    <w:rsid w:val="137A5BA1"/>
    <w:rsid w:val="139489BF"/>
    <w:rsid w:val="13C546DD"/>
    <w:rsid w:val="13E86003"/>
    <w:rsid w:val="149CAFAD"/>
    <w:rsid w:val="1533828A"/>
    <w:rsid w:val="1658AD11"/>
    <w:rsid w:val="16B10044"/>
    <w:rsid w:val="16C20945"/>
    <w:rsid w:val="16FCE79F"/>
    <w:rsid w:val="171B001D"/>
    <w:rsid w:val="1724DF37"/>
    <w:rsid w:val="176F1CA0"/>
    <w:rsid w:val="182562C9"/>
    <w:rsid w:val="185DD9A6"/>
    <w:rsid w:val="190DEFC3"/>
    <w:rsid w:val="19E7A4E7"/>
    <w:rsid w:val="1A468D81"/>
    <w:rsid w:val="1A830663"/>
    <w:rsid w:val="1ACC5A26"/>
    <w:rsid w:val="1B0AF512"/>
    <w:rsid w:val="1B108173"/>
    <w:rsid w:val="1B601172"/>
    <w:rsid w:val="1CFECF9E"/>
    <w:rsid w:val="1D08745D"/>
    <w:rsid w:val="1D09D84A"/>
    <w:rsid w:val="1EF194A9"/>
    <w:rsid w:val="1F1A3F2A"/>
    <w:rsid w:val="1FA31B42"/>
    <w:rsid w:val="2001D8DA"/>
    <w:rsid w:val="2002DFB4"/>
    <w:rsid w:val="208E6129"/>
    <w:rsid w:val="20AB12A1"/>
    <w:rsid w:val="20B3D6C7"/>
    <w:rsid w:val="214C538D"/>
    <w:rsid w:val="2170C016"/>
    <w:rsid w:val="2229356B"/>
    <w:rsid w:val="226413C5"/>
    <w:rsid w:val="2290F3AB"/>
    <w:rsid w:val="229C8AA2"/>
    <w:rsid w:val="22AFFB20"/>
    <w:rsid w:val="22C10604"/>
    <w:rsid w:val="22F85859"/>
    <w:rsid w:val="23009E3B"/>
    <w:rsid w:val="2360F233"/>
    <w:rsid w:val="2392F9EE"/>
    <w:rsid w:val="24C2E059"/>
    <w:rsid w:val="24D74CF6"/>
    <w:rsid w:val="251B14F5"/>
    <w:rsid w:val="256F1BAC"/>
    <w:rsid w:val="2582FB6E"/>
    <w:rsid w:val="2588CC9A"/>
    <w:rsid w:val="259AB868"/>
    <w:rsid w:val="25D23326"/>
    <w:rsid w:val="25DF7C86"/>
    <w:rsid w:val="260AAA03"/>
    <w:rsid w:val="26C880B3"/>
    <w:rsid w:val="26E47A50"/>
    <w:rsid w:val="276E0387"/>
    <w:rsid w:val="27751E58"/>
    <w:rsid w:val="281FF6B9"/>
    <w:rsid w:val="2853B1D6"/>
    <w:rsid w:val="289BA8B5"/>
    <w:rsid w:val="289F8D84"/>
    <w:rsid w:val="28A0FDA7"/>
    <w:rsid w:val="28CDA54D"/>
    <w:rsid w:val="297D291F"/>
    <w:rsid w:val="29FA4339"/>
    <w:rsid w:val="2AA4A59A"/>
    <w:rsid w:val="2B58200C"/>
    <w:rsid w:val="2B73F19E"/>
    <w:rsid w:val="2BEF9E95"/>
    <w:rsid w:val="2C8C5FE6"/>
    <w:rsid w:val="2D8B3692"/>
    <w:rsid w:val="2E509A42"/>
    <w:rsid w:val="2ED4C22B"/>
    <w:rsid w:val="2F397B52"/>
    <w:rsid w:val="2F3B7390"/>
    <w:rsid w:val="2F86CE10"/>
    <w:rsid w:val="3052A346"/>
    <w:rsid w:val="30C9C347"/>
    <w:rsid w:val="30E129B5"/>
    <w:rsid w:val="31ABB864"/>
    <w:rsid w:val="31F4BD9E"/>
    <w:rsid w:val="31FA36EF"/>
    <w:rsid w:val="321F0D9B"/>
    <w:rsid w:val="32EE570F"/>
    <w:rsid w:val="33169781"/>
    <w:rsid w:val="3363A31E"/>
    <w:rsid w:val="336DD49C"/>
    <w:rsid w:val="33946C3F"/>
    <w:rsid w:val="33F84F51"/>
    <w:rsid w:val="34A09A64"/>
    <w:rsid w:val="350B9E48"/>
    <w:rsid w:val="3527A814"/>
    <w:rsid w:val="35504313"/>
    <w:rsid w:val="3556AE5D"/>
    <w:rsid w:val="3607A570"/>
    <w:rsid w:val="3684F4A5"/>
    <w:rsid w:val="36E8E7E0"/>
    <w:rsid w:val="3728FD5D"/>
    <w:rsid w:val="37B1CE2A"/>
    <w:rsid w:val="37DAFA31"/>
    <w:rsid w:val="3801D18B"/>
    <w:rsid w:val="3910B519"/>
    <w:rsid w:val="3964BBD0"/>
    <w:rsid w:val="39AB60D3"/>
    <w:rsid w:val="3A14B6C4"/>
    <w:rsid w:val="3A2159DB"/>
    <w:rsid w:val="3B119532"/>
    <w:rsid w:val="3BD500A4"/>
    <w:rsid w:val="3BD78173"/>
    <w:rsid w:val="3C023333"/>
    <w:rsid w:val="3C21E41E"/>
    <w:rsid w:val="3CAD6593"/>
    <w:rsid w:val="3CB8BA93"/>
    <w:rsid w:val="3CE747CE"/>
    <w:rsid w:val="3D332F29"/>
    <w:rsid w:val="3D56AC89"/>
    <w:rsid w:val="3D62E871"/>
    <w:rsid w:val="3E942130"/>
    <w:rsid w:val="3F213E56"/>
    <w:rsid w:val="3F4AA56D"/>
    <w:rsid w:val="3F79705A"/>
    <w:rsid w:val="3FA56C3B"/>
    <w:rsid w:val="4056634E"/>
    <w:rsid w:val="42EB0143"/>
    <w:rsid w:val="436DB7A6"/>
    <w:rsid w:val="43AFB98E"/>
    <w:rsid w:val="43ED5BE9"/>
    <w:rsid w:val="43EE5808"/>
    <w:rsid w:val="449BB62D"/>
    <w:rsid w:val="449D56DD"/>
    <w:rsid w:val="45352593"/>
    <w:rsid w:val="453C48D0"/>
    <w:rsid w:val="45EFC0B2"/>
    <w:rsid w:val="46719E1B"/>
    <w:rsid w:val="46E46672"/>
    <w:rsid w:val="4719740D"/>
    <w:rsid w:val="4780F0E8"/>
    <w:rsid w:val="4784B859"/>
    <w:rsid w:val="479755C3"/>
    <w:rsid w:val="4839FD50"/>
    <w:rsid w:val="483C5C09"/>
    <w:rsid w:val="487FC794"/>
    <w:rsid w:val="48CFBF5B"/>
    <w:rsid w:val="48D2D22C"/>
    <w:rsid w:val="49442F25"/>
    <w:rsid w:val="49963D9E"/>
    <w:rsid w:val="499739BD"/>
    <w:rsid w:val="4AF37004"/>
    <w:rsid w:val="4B1460D5"/>
    <w:rsid w:val="4B42B0B9"/>
    <w:rsid w:val="4B52589E"/>
    <w:rsid w:val="4B535E5F"/>
    <w:rsid w:val="4BA46717"/>
    <w:rsid w:val="4CD49CE5"/>
    <w:rsid w:val="4D7174EA"/>
    <w:rsid w:val="4D8D1AF2"/>
    <w:rsid w:val="4DD60DF0"/>
    <w:rsid w:val="4E90207E"/>
    <w:rsid w:val="4E9B71A0"/>
    <w:rsid w:val="4F4F5D10"/>
    <w:rsid w:val="5010E996"/>
    <w:rsid w:val="50374201"/>
    <w:rsid w:val="506BE234"/>
    <w:rsid w:val="50B04F17"/>
    <w:rsid w:val="50C4BBB4"/>
    <w:rsid w:val="5195B562"/>
    <w:rsid w:val="525BD574"/>
    <w:rsid w:val="548B0BA5"/>
    <w:rsid w:val="550BAF43"/>
    <w:rsid w:val="555D4E7D"/>
    <w:rsid w:val="5620B9EF"/>
    <w:rsid w:val="563181E4"/>
    <w:rsid w:val="56462F8D"/>
    <w:rsid w:val="56E99FED"/>
    <w:rsid w:val="573204FA"/>
    <w:rsid w:val="579A25B2"/>
    <w:rsid w:val="589A1943"/>
    <w:rsid w:val="58A04061"/>
    <w:rsid w:val="58CD2047"/>
    <w:rsid w:val="58EFD034"/>
    <w:rsid w:val="5902140F"/>
    <w:rsid w:val="5914F718"/>
    <w:rsid w:val="5937BBC4"/>
    <w:rsid w:val="594B9600"/>
    <w:rsid w:val="59CBAFE8"/>
    <w:rsid w:val="59F12586"/>
    <w:rsid w:val="5A049604"/>
    <w:rsid w:val="5ABDE9F3"/>
    <w:rsid w:val="5ADB02B5"/>
    <w:rsid w:val="5AF35AE1"/>
    <w:rsid w:val="5B0F1A69"/>
    <w:rsid w:val="5B52F515"/>
    <w:rsid w:val="5B58934B"/>
    <w:rsid w:val="5C3BF4BC"/>
    <w:rsid w:val="5CC3B690"/>
    <w:rsid w:val="5D52068C"/>
    <w:rsid w:val="5D9EC06A"/>
    <w:rsid w:val="5DB14AF4"/>
    <w:rsid w:val="5DB24F7F"/>
    <w:rsid w:val="5E3B89AC"/>
    <w:rsid w:val="5E464EE9"/>
    <w:rsid w:val="5E84FC8F"/>
    <w:rsid w:val="5ECEEBAC"/>
    <w:rsid w:val="5ED98F06"/>
    <w:rsid w:val="5F530C6C"/>
    <w:rsid w:val="5F73957E"/>
    <w:rsid w:val="60F835C0"/>
    <w:rsid w:val="61A73495"/>
    <w:rsid w:val="61C38EB8"/>
    <w:rsid w:val="61E8535F"/>
    <w:rsid w:val="62177450"/>
    <w:rsid w:val="6232B60A"/>
    <w:rsid w:val="62F71D9B"/>
    <w:rsid w:val="62F819BA"/>
    <w:rsid w:val="63492BB0"/>
    <w:rsid w:val="638DF032"/>
    <w:rsid w:val="64124E6A"/>
    <w:rsid w:val="647AC1BE"/>
    <w:rsid w:val="64BAE469"/>
    <w:rsid w:val="6506CBC4"/>
    <w:rsid w:val="653F294F"/>
    <w:rsid w:val="65AE1ECB"/>
    <w:rsid w:val="65C834E7"/>
    <w:rsid w:val="65FCDCE7"/>
    <w:rsid w:val="661EEF4A"/>
    <w:rsid w:val="66C364EF"/>
    <w:rsid w:val="66EDFAEF"/>
    <w:rsid w:val="66EED7BB"/>
    <w:rsid w:val="6707F89A"/>
    <w:rsid w:val="67511269"/>
    <w:rsid w:val="678AF4A4"/>
    <w:rsid w:val="67A31FE7"/>
    <w:rsid w:val="67AC32A3"/>
    <w:rsid w:val="67B16661"/>
    <w:rsid w:val="683BEBB7"/>
    <w:rsid w:val="68AF40EE"/>
    <w:rsid w:val="68F9300B"/>
    <w:rsid w:val="6938CA25"/>
    <w:rsid w:val="69EE0357"/>
    <w:rsid w:val="69FE2DD5"/>
    <w:rsid w:val="6B28D23F"/>
    <w:rsid w:val="6BCD953C"/>
    <w:rsid w:val="6BE6E1B0"/>
    <w:rsid w:val="6C5CDBD2"/>
    <w:rsid w:val="6C95E085"/>
    <w:rsid w:val="6DC655F9"/>
    <w:rsid w:val="6E069574"/>
    <w:rsid w:val="6ECE7E4A"/>
    <w:rsid w:val="6F0265B8"/>
    <w:rsid w:val="6F59595B"/>
    <w:rsid w:val="6F600AD0"/>
    <w:rsid w:val="70095BC0"/>
    <w:rsid w:val="70202569"/>
    <w:rsid w:val="70AA4BE9"/>
    <w:rsid w:val="72CBAD1D"/>
    <w:rsid w:val="75589CE5"/>
    <w:rsid w:val="756E3B32"/>
    <w:rsid w:val="7585A49A"/>
    <w:rsid w:val="75E7BF6B"/>
    <w:rsid w:val="760F2DD1"/>
    <w:rsid w:val="761223B8"/>
    <w:rsid w:val="7649100C"/>
    <w:rsid w:val="7687AE07"/>
    <w:rsid w:val="770C0C3F"/>
    <w:rsid w:val="77B943B1"/>
    <w:rsid w:val="77D331DE"/>
    <w:rsid w:val="77DFED69"/>
    <w:rsid w:val="7873D5B7"/>
    <w:rsid w:val="788C8450"/>
    <w:rsid w:val="798B92B1"/>
    <w:rsid w:val="799BAA09"/>
    <w:rsid w:val="7A31A7E1"/>
    <w:rsid w:val="7AA400F9"/>
    <w:rsid w:val="7AC3F0E4"/>
    <w:rsid w:val="7AE29EF4"/>
    <w:rsid w:val="7B081492"/>
    <w:rsid w:val="7B099942"/>
    <w:rsid w:val="7C50DA5B"/>
    <w:rsid w:val="7C644AD9"/>
    <w:rsid w:val="7CDAB3C1"/>
    <w:rsid w:val="7E0E056F"/>
    <w:rsid w:val="7E717833"/>
    <w:rsid w:val="7EFDF5C7"/>
    <w:rsid w:val="7F0292F0"/>
    <w:rsid w:val="7F1404B5"/>
    <w:rsid w:val="7F50044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076592"/>
  <w15:chartTrackingRefBased/>
  <w15:docId w15:val="{9AE6EF39-D2F1-406B-B401-1F8F7C4A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Code"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spacing w:line="240" w:lineRule="atLeast"/>
    </w:pPr>
    <w:rPr>
      <w:rFonts w:ascii="Arial" w:hAnsi="Arial"/>
      <w:snapToGrid w:val="0"/>
      <w:sz w:val="22"/>
      <w:lang w:eastAsia="en-US"/>
    </w:rPr>
  </w:style>
  <w:style w:type="paragraph" w:styleId="Ttulo1">
    <w:name w:val="heading 1"/>
    <w:aliases w:val="Título 1 Char"/>
    <w:basedOn w:val="Tabletext"/>
    <w:next w:val="Corpodetexto"/>
    <w:qFormat/>
    <w:pPr>
      <w:keepNext/>
      <w:numPr>
        <w:numId w:val="45"/>
      </w:numPr>
      <w:tabs>
        <w:tab w:val="left" w:pos="425"/>
      </w:tabs>
      <w:spacing w:before="120" w:after="60"/>
      <w:outlineLvl w:val="0"/>
    </w:pPr>
    <w:rPr>
      <w:b/>
      <w:bCs/>
      <w:caps/>
      <w:sz w:val="24"/>
    </w:rPr>
  </w:style>
  <w:style w:type="paragraph" w:styleId="Ttulo2">
    <w:name w:val="heading 2"/>
    <w:basedOn w:val="Normal"/>
    <w:next w:val="Corpodetexto2"/>
    <w:qFormat/>
    <w:pPr>
      <w:numPr>
        <w:ilvl w:val="1"/>
        <w:numId w:val="45"/>
      </w:numPr>
      <w:spacing w:before="120" w:after="120"/>
      <w:outlineLvl w:val="1"/>
    </w:pPr>
    <w:rPr>
      <w:b/>
      <w:sz w:val="24"/>
    </w:rPr>
  </w:style>
  <w:style w:type="paragraph" w:styleId="Ttulo3">
    <w:name w:val="heading 3"/>
    <w:basedOn w:val="Normal"/>
    <w:next w:val="Corpodetexto3"/>
    <w:link w:val="Ttulo3Char"/>
    <w:qFormat/>
    <w:pPr>
      <w:numPr>
        <w:ilvl w:val="2"/>
        <w:numId w:val="45"/>
      </w:numPr>
      <w:outlineLvl w:val="2"/>
    </w:pPr>
    <w:rPr>
      <w:b/>
      <w:bCs/>
      <w:iCs/>
      <w:sz w:val="24"/>
    </w:rPr>
  </w:style>
  <w:style w:type="paragraph" w:styleId="Ttulo4">
    <w:name w:val="heading 4"/>
    <w:basedOn w:val="Ttulo1"/>
    <w:next w:val="Normal"/>
    <w:qFormat/>
    <w:pPr>
      <w:numPr>
        <w:ilvl w:val="3"/>
      </w:numPr>
      <w:tabs>
        <w:tab w:val="clear" w:pos="425"/>
      </w:tabs>
      <w:spacing w:before="0" w:after="0"/>
      <w:outlineLvl w:val="3"/>
    </w:pPr>
    <w:rPr>
      <w:b w:val="0"/>
      <w:bCs w:val="0"/>
    </w:rPr>
  </w:style>
  <w:style w:type="paragraph" w:styleId="Ttulo5">
    <w:name w:val="heading 5"/>
    <w:basedOn w:val="Normal"/>
    <w:next w:val="Normal"/>
    <w:qFormat/>
    <w:pPr>
      <w:numPr>
        <w:ilvl w:val="4"/>
        <w:numId w:val="45"/>
      </w:numPr>
      <w:outlineLvl w:val="4"/>
    </w:pPr>
    <w:rPr>
      <w:szCs w:val="22"/>
    </w:rPr>
  </w:style>
  <w:style w:type="paragraph" w:styleId="Ttulo6">
    <w:name w:val="heading 6"/>
    <w:basedOn w:val="Normal"/>
    <w:next w:val="Normal"/>
    <w:qFormat/>
    <w:pPr>
      <w:tabs>
        <w:tab w:val="num" w:pos="0"/>
      </w:tabs>
      <w:spacing w:before="240" w:after="60"/>
      <w:outlineLvl w:val="5"/>
    </w:pPr>
    <w:rPr>
      <w:i/>
      <w:iCs/>
      <w:szCs w:val="22"/>
    </w:rPr>
  </w:style>
  <w:style w:type="paragraph" w:styleId="Ttulo7">
    <w:name w:val="heading 7"/>
    <w:basedOn w:val="Normal"/>
    <w:next w:val="Normal"/>
    <w:qFormat/>
    <w:pPr>
      <w:tabs>
        <w:tab w:val="num" w:pos="0"/>
      </w:tabs>
      <w:spacing w:before="240" w:after="60"/>
      <w:outlineLvl w:val="6"/>
    </w:pPr>
  </w:style>
  <w:style w:type="paragraph" w:styleId="Ttulo8">
    <w:name w:val="heading 8"/>
    <w:basedOn w:val="Normal"/>
    <w:next w:val="Normal"/>
    <w:qFormat/>
    <w:pPr>
      <w:tabs>
        <w:tab w:val="num" w:pos="0"/>
      </w:tabs>
      <w:spacing w:before="240" w:after="60"/>
      <w:outlineLvl w:val="7"/>
    </w:pPr>
    <w:rPr>
      <w:i/>
      <w:iCs/>
    </w:rPr>
  </w:style>
  <w:style w:type="paragraph" w:styleId="Ttulo9">
    <w:name w:val="heading 9"/>
    <w:basedOn w:val="Normal"/>
    <w:next w:val="Normal"/>
    <w:qFormat/>
    <w:pPr>
      <w:tabs>
        <w:tab w:val="num" w:pos="0"/>
      </w:tabs>
      <w:spacing w:before="240" w:after="60"/>
      <w:outlineLvl w:val="8"/>
    </w:pPr>
    <w:rPr>
      <w:b/>
      <w:bCs/>
      <w:i/>
      <w:iCs/>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2">
    <w:name w:val="Paragraph2"/>
    <w:basedOn w:val="Normal"/>
    <w:semiHidden/>
    <w:pPr>
      <w:spacing w:before="80"/>
      <w:ind w:left="720"/>
      <w:jc w:val="both"/>
    </w:pPr>
    <w:rPr>
      <w:color w:val="000000"/>
      <w:lang w:val="en-AU"/>
    </w:rPr>
  </w:style>
  <w:style w:type="paragraph" w:styleId="Ttulo">
    <w:name w:val="Title"/>
    <w:basedOn w:val="Normal"/>
    <w:next w:val="Normal"/>
    <w:qFormat/>
    <w:pPr>
      <w:spacing w:line="240" w:lineRule="auto"/>
      <w:jc w:val="center"/>
    </w:pPr>
    <w:rPr>
      <w:b/>
      <w:bCs/>
      <w:sz w:val="36"/>
      <w:szCs w:val="36"/>
    </w:rPr>
  </w:style>
  <w:style w:type="paragraph" w:styleId="Subttulo">
    <w:name w:val="Subtitle"/>
    <w:basedOn w:val="Normal"/>
    <w:qFormat/>
    <w:pPr>
      <w:spacing w:after="60"/>
      <w:jc w:val="center"/>
    </w:pPr>
    <w:rPr>
      <w:i/>
      <w:iCs/>
      <w:sz w:val="36"/>
      <w:szCs w:val="36"/>
      <w:lang w:val="en-AU"/>
    </w:rPr>
  </w:style>
  <w:style w:type="paragraph" w:styleId="Recuonormal">
    <w:name w:val="Normal Indent"/>
    <w:basedOn w:val="Normal"/>
    <w:pPr>
      <w:ind w:left="900" w:hanging="900"/>
    </w:pPr>
  </w:style>
  <w:style w:type="paragraph" w:styleId="Sumrio1">
    <w:name w:val="toc 1"/>
    <w:basedOn w:val="Normal"/>
    <w:next w:val="Normal"/>
    <w:autoRedefine/>
    <w:uiPriority w:val="39"/>
    <w:rsid w:val="00676E82"/>
    <w:pPr>
      <w:tabs>
        <w:tab w:val="left" w:pos="440"/>
        <w:tab w:val="right" w:leader="dot" w:pos="9890"/>
      </w:tabs>
      <w:spacing w:before="120" w:after="120"/>
    </w:pPr>
    <w:rPr>
      <w:rFonts w:ascii="Times New Roman" w:hAnsi="Times New Roman"/>
      <w:b/>
      <w:bCs/>
      <w:caps/>
      <w:szCs w:val="24"/>
    </w:rPr>
  </w:style>
  <w:style w:type="paragraph" w:styleId="Sumrio2">
    <w:name w:val="toc 2"/>
    <w:basedOn w:val="Normal"/>
    <w:next w:val="Normal"/>
    <w:autoRedefine/>
    <w:uiPriority w:val="39"/>
    <w:pPr>
      <w:ind w:left="220"/>
    </w:pPr>
    <w:rPr>
      <w:rFonts w:ascii="Times New Roman" w:hAnsi="Times New Roman"/>
      <w:smallCaps/>
      <w:szCs w:val="24"/>
    </w:rPr>
  </w:style>
  <w:style w:type="paragraph" w:styleId="Sumrio3">
    <w:name w:val="toc 3"/>
    <w:basedOn w:val="Normal"/>
    <w:next w:val="Normal"/>
    <w:autoRedefine/>
    <w:uiPriority w:val="39"/>
    <w:pPr>
      <w:ind w:left="440"/>
    </w:pPr>
    <w:rPr>
      <w:rFonts w:ascii="Times New Roman" w:hAnsi="Times New Roman"/>
      <w:i/>
      <w:iCs/>
      <w:szCs w:val="24"/>
    </w:rPr>
  </w:style>
  <w:style w:type="paragraph" w:styleId="Cabealho">
    <w:name w:val="header"/>
    <w:basedOn w:val="Normal"/>
    <w:pPr>
      <w:tabs>
        <w:tab w:val="center" w:pos="4320"/>
        <w:tab w:val="right" w:pos="8640"/>
      </w:tabs>
    </w:pPr>
  </w:style>
  <w:style w:type="paragraph" w:styleId="Rodap">
    <w:name w:val="footer"/>
    <w:basedOn w:val="Normal"/>
    <w:pPr>
      <w:tabs>
        <w:tab w:val="center" w:pos="4320"/>
        <w:tab w:val="right" w:pos="8640"/>
      </w:tabs>
    </w:pPr>
  </w:style>
  <w:style w:type="character" w:styleId="Nmerodepgina">
    <w:name w:val="page number"/>
    <w:basedOn w:val="Fontepargpadro"/>
  </w:style>
  <w:style w:type="paragraph" w:customStyle="1" w:styleId="Paragraph3">
    <w:name w:val="Paragraph3"/>
    <w:basedOn w:val="Normal"/>
    <w:semiHidden/>
    <w:pPr>
      <w:spacing w:before="80" w:line="240" w:lineRule="auto"/>
      <w:ind w:left="1530"/>
      <w:jc w:val="both"/>
    </w:pPr>
  </w:style>
  <w:style w:type="paragraph" w:customStyle="1" w:styleId="Paragraph4">
    <w:name w:val="Paragraph4"/>
    <w:basedOn w:val="Normal"/>
    <w:semiHidden/>
    <w:pPr>
      <w:spacing w:before="80" w:line="240" w:lineRule="auto"/>
      <w:ind w:left="2250"/>
      <w:jc w:val="both"/>
    </w:pPr>
  </w:style>
  <w:style w:type="paragraph" w:customStyle="1" w:styleId="Tabletext">
    <w:name w:val="Tabletext"/>
    <w:basedOn w:val="Normal"/>
    <w:semiHidden/>
    <w:pPr>
      <w:keepLines/>
      <w:spacing w:after="120"/>
    </w:pPr>
  </w:style>
  <w:style w:type="paragraph" w:styleId="Corpodetexto">
    <w:name w:val="Body Text"/>
    <w:basedOn w:val="Normal"/>
    <w:pPr>
      <w:keepLines/>
      <w:spacing w:before="120" w:after="120"/>
      <w:ind w:left="425" w:right="425"/>
    </w:pPr>
  </w:style>
  <w:style w:type="paragraph" w:styleId="Sumrio4">
    <w:name w:val="toc 4"/>
    <w:basedOn w:val="Normal"/>
    <w:next w:val="Normal"/>
    <w:autoRedefine/>
    <w:semiHidden/>
    <w:pPr>
      <w:ind w:left="660"/>
    </w:pPr>
    <w:rPr>
      <w:rFonts w:ascii="Times New Roman" w:hAnsi="Times New Roman"/>
      <w:szCs w:val="21"/>
    </w:rPr>
  </w:style>
  <w:style w:type="paragraph" w:styleId="Sumrio5">
    <w:name w:val="toc 5"/>
    <w:basedOn w:val="Normal"/>
    <w:next w:val="Normal"/>
    <w:autoRedefine/>
    <w:semiHidden/>
    <w:pPr>
      <w:ind w:left="880"/>
    </w:pPr>
    <w:rPr>
      <w:rFonts w:ascii="Times New Roman" w:hAnsi="Times New Roman"/>
      <w:szCs w:val="21"/>
    </w:rPr>
  </w:style>
  <w:style w:type="paragraph" w:styleId="Sumrio6">
    <w:name w:val="toc 6"/>
    <w:basedOn w:val="Normal"/>
    <w:next w:val="Normal"/>
    <w:autoRedefine/>
    <w:semiHidden/>
    <w:pPr>
      <w:ind w:left="1100"/>
    </w:pPr>
    <w:rPr>
      <w:rFonts w:ascii="Times New Roman" w:hAnsi="Times New Roman"/>
      <w:szCs w:val="21"/>
    </w:rPr>
  </w:style>
  <w:style w:type="paragraph" w:styleId="Sumrio7">
    <w:name w:val="toc 7"/>
    <w:basedOn w:val="Normal"/>
    <w:next w:val="Normal"/>
    <w:autoRedefine/>
    <w:semiHidden/>
    <w:pPr>
      <w:ind w:left="1320"/>
    </w:pPr>
    <w:rPr>
      <w:rFonts w:ascii="Times New Roman" w:hAnsi="Times New Roman"/>
      <w:szCs w:val="21"/>
    </w:rPr>
  </w:style>
  <w:style w:type="paragraph" w:styleId="Sumrio8">
    <w:name w:val="toc 8"/>
    <w:basedOn w:val="Normal"/>
    <w:next w:val="Normal"/>
    <w:autoRedefine/>
    <w:semiHidden/>
    <w:pPr>
      <w:ind w:left="1540"/>
    </w:pPr>
    <w:rPr>
      <w:rFonts w:ascii="Times New Roman" w:hAnsi="Times New Roman"/>
      <w:szCs w:val="21"/>
    </w:rPr>
  </w:style>
  <w:style w:type="paragraph" w:styleId="Sumrio9">
    <w:name w:val="toc 9"/>
    <w:basedOn w:val="Normal"/>
    <w:next w:val="Normal"/>
    <w:autoRedefine/>
    <w:semiHidden/>
    <w:pPr>
      <w:ind w:left="1760"/>
    </w:pPr>
    <w:rPr>
      <w:rFonts w:ascii="Times New Roman" w:hAnsi="Times New Roman"/>
      <w:szCs w:val="21"/>
    </w:rPr>
  </w:style>
  <w:style w:type="paragraph" w:customStyle="1" w:styleId="Bullet1">
    <w:name w:val="Bullet1"/>
    <w:basedOn w:val="Normal"/>
    <w:semiHidden/>
    <w:pPr>
      <w:ind w:left="720" w:hanging="432"/>
    </w:pPr>
  </w:style>
  <w:style w:type="paragraph" w:customStyle="1" w:styleId="Bullet2">
    <w:name w:val="Bullet2"/>
    <w:basedOn w:val="Normal"/>
    <w:semiHidden/>
    <w:pPr>
      <w:ind w:left="1440" w:hanging="360"/>
    </w:pPr>
    <w:rPr>
      <w:color w:val="000080"/>
    </w:rPr>
  </w:style>
  <w:style w:type="paragraph" w:styleId="MapadoDocumento">
    <w:name w:val="Document Map"/>
    <w:basedOn w:val="Normal"/>
    <w:semiHidden/>
    <w:pPr>
      <w:shd w:val="clear" w:color="auto" w:fill="000080"/>
    </w:pPr>
  </w:style>
  <w:style w:type="character" w:styleId="Refdenotaderodap">
    <w:name w:val="footnote reference"/>
    <w:semiHidden/>
    <w:rPr>
      <w:sz w:val="20"/>
      <w:szCs w:val="20"/>
      <w:vertAlign w:val="superscript"/>
    </w:rPr>
  </w:style>
  <w:style w:type="paragraph" w:styleId="Textodenotaderodap">
    <w:name w:val="footnote text"/>
    <w:basedOn w:val="Normal"/>
    <w:semiHidden/>
    <w:pPr>
      <w:keepNext/>
      <w:keepLines/>
      <w:pBdr>
        <w:bottom w:val="single" w:sz="6" w:space="0" w:color="000000"/>
      </w:pBdr>
      <w:spacing w:before="40" w:after="40"/>
      <w:ind w:left="360" w:hanging="360"/>
    </w:pPr>
    <w:rPr>
      <w:sz w:val="16"/>
      <w:szCs w:val="16"/>
    </w:rPr>
  </w:style>
  <w:style w:type="paragraph" w:customStyle="1" w:styleId="MainTitle">
    <w:name w:val="Main Title"/>
    <w:basedOn w:val="Normal"/>
    <w:semiHidden/>
    <w:pPr>
      <w:spacing w:before="480" w:after="60" w:line="240" w:lineRule="auto"/>
      <w:jc w:val="center"/>
    </w:pPr>
    <w:rPr>
      <w:b/>
      <w:bCs/>
      <w:kern w:val="28"/>
      <w:sz w:val="32"/>
      <w:szCs w:val="32"/>
    </w:rPr>
  </w:style>
  <w:style w:type="paragraph" w:customStyle="1" w:styleId="Paragraph1">
    <w:name w:val="Paragraph1"/>
    <w:basedOn w:val="Normal"/>
    <w:semiHidden/>
    <w:pPr>
      <w:spacing w:before="80" w:line="240" w:lineRule="auto"/>
      <w:jc w:val="both"/>
    </w:pPr>
  </w:style>
  <w:style w:type="paragraph" w:styleId="Recuodecorpodetexto">
    <w:name w:val="Body Text Indent"/>
    <w:basedOn w:val="Normal"/>
    <w:pPr>
      <w:ind w:left="720"/>
    </w:pPr>
    <w:rPr>
      <w:i/>
      <w:iCs/>
      <w:color w:val="0000FF"/>
      <w:u w:val="single"/>
    </w:rPr>
  </w:style>
  <w:style w:type="paragraph" w:customStyle="1" w:styleId="Body">
    <w:name w:val="Body"/>
    <w:basedOn w:val="Normal"/>
    <w:semiHidden/>
    <w:pPr>
      <w:widowControl/>
      <w:spacing w:before="120" w:line="240" w:lineRule="auto"/>
      <w:jc w:val="both"/>
    </w:pPr>
  </w:style>
  <w:style w:type="paragraph" w:customStyle="1" w:styleId="Bullet">
    <w:name w:val="Bullet"/>
    <w:basedOn w:val="Normal"/>
    <w:semiHidden/>
    <w:pPr>
      <w:widowControl/>
      <w:numPr>
        <w:numId w:val="38"/>
      </w:numPr>
      <w:tabs>
        <w:tab w:val="left" w:pos="720"/>
      </w:tabs>
      <w:spacing w:before="120" w:line="240" w:lineRule="auto"/>
      <w:ind w:right="360"/>
      <w:jc w:val="both"/>
    </w:pPr>
  </w:style>
  <w:style w:type="paragraph" w:customStyle="1" w:styleId="InfoBlueChar">
    <w:name w:val="InfoBlue Char"/>
    <w:basedOn w:val="Normal"/>
    <w:next w:val="Corpodetexto"/>
    <w:autoRedefine/>
    <w:pPr>
      <w:tabs>
        <w:tab w:val="left" w:pos="540"/>
        <w:tab w:val="left" w:pos="1260"/>
      </w:tabs>
      <w:spacing w:line="240" w:lineRule="auto"/>
      <w:ind w:left="425"/>
      <w:jc w:val="both"/>
    </w:pPr>
    <w:rPr>
      <w:i/>
      <w:iCs/>
      <w:color w:val="0000FF"/>
      <w:szCs w:val="22"/>
    </w:rPr>
  </w:style>
  <w:style w:type="character" w:styleId="Hyperlink">
    <w:name w:val="Hyperlink"/>
    <w:uiPriority w:val="99"/>
    <w:rPr>
      <w:color w:val="0000FF"/>
      <w:u w:val="single"/>
    </w:rPr>
  </w:style>
  <w:style w:type="paragraph" w:styleId="NormalWeb">
    <w:name w:val="Normal (Web)"/>
    <w:basedOn w:val="Normal"/>
    <w:pPr>
      <w:widowControl/>
      <w:spacing w:before="100" w:after="100" w:line="240" w:lineRule="auto"/>
    </w:pPr>
  </w:style>
  <w:style w:type="character" w:customStyle="1" w:styleId="tw4winNone">
    <w:name w:val="tw4winNone"/>
    <w:basedOn w:val="Fontepargpadro"/>
    <w:semiHidden/>
  </w:style>
  <w:style w:type="character" w:customStyle="1" w:styleId="tw4winExternal">
    <w:name w:val="tw4winExternal"/>
    <w:semiHidden/>
    <w:rPr>
      <w:rFonts w:ascii="Courier New" w:hAnsi="Courier New"/>
      <w:noProof/>
      <w:color w:val="808080"/>
    </w:rPr>
  </w:style>
  <w:style w:type="character" w:customStyle="1" w:styleId="tw4winInternal">
    <w:name w:val="tw4winInternal"/>
    <w:semiHidden/>
    <w:rPr>
      <w:rFonts w:ascii="Courier New" w:hAnsi="Courier New"/>
      <w:noProof/>
      <w:color w:val="FF0000"/>
    </w:rPr>
  </w:style>
  <w:style w:type="character" w:customStyle="1" w:styleId="tw4winMark">
    <w:name w:val="tw4winMark"/>
    <w:semiHidden/>
    <w:rPr>
      <w:rFonts w:ascii="Courier New" w:hAnsi="Courier New"/>
      <w:vanish/>
      <w:color w:val="800080"/>
      <w:sz w:val="24"/>
      <w:szCs w:val="24"/>
      <w:vertAlign w:val="subscript"/>
    </w:rPr>
  </w:style>
  <w:style w:type="character" w:customStyle="1" w:styleId="tw4winError">
    <w:name w:val="tw4winError"/>
    <w:semiHidden/>
    <w:rPr>
      <w:rFonts w:ascii="Courier New" w:hAnsi="Courier New"/>
      <w:color w:val="00FF00"/>
      <w:sz w:val="40"/>
      <w:szCs w:val="40"/>
    </w:rPr>
  </w:style>
  <w:style w:type="character" w:customStyle="1" w:styleId="tw4winTerm">
    <w:name w:val="tw4winTerm"/>
    <w:semiHidden/>
    <w:rPr>
      <w:color w:val="0000FF"/>
    </w:rPr>
  </w:style>
  <w:style w:type="character" w:customStyle="1" w:styleId="tw4winPopup">
    <w:name w:val="tw4winPopup"/>
    <w:semiHidden/>
    <w:rPr>
      <w:rFonts w:ascii="Courier New" w:hAnsi="Courier New"/>
      <w:noProof/>
      <w:color w:val="008000"/>
    </w:rPr>
  </w:style>
  <w:style w:type="character" w:customStyle="1" w:styleId="tw4winJump">
    <w:name w:val="tw4winJump"/>
    <w:semiHidden/>
    <w:rPr>
      <w:rFonts w:ascii="Courier New" w:hAnsi="Courier New"/>
      <w:noProof/>
      <w:color w:val="008080"/>
    </w:rPr>
  </w:style>
  <w:style w:type="character" w:customStyle="1" w:styleId="DONOTTRANSLATE">
    <w:name w:val="DO_NOT_TRANSLATE"/>
    <w:semiHidden/>
    <w:rPr>
      <w:rFonts w:ascii="Courier New" w:hAnsi="Courier New"/>
      <w:noProof/>
      <w:color w:val="800000"/>
    </w:rPr>
  </w:style>
  <w:style w:type="paragraph" w:customStyle="1" w:styleId="tabletext0">
    <w:name w:val="tabletext"/>
    <w:basedOn w:val="Normal"/>
    <w:semiHidden/>
    <w:pPr>
      <w:widowControl/>
      <w:autoSpaceDE/>
      <w:autoSpaceDN/>
      <w:spacing w:after="120"/>
    </w:pPr>
    <w:rPr>
      <w:snapToGrid/>
    </w:rPr>
  </w:style>
  <w:style w:type="paragraph" w:customStyle="1" w:styleId="infoblue">
    <w:name w:val="infoblue"/>
    <w:basedOn w:val="Normal"/>
    <w:semiHidden/>
    <w:pPr>
      <w:widowControl/>
      <w:spacing w:before="100" w:after="100" w:line="240" w:lineRule="auto"/>
    </w:pPr>
  </w:style>
  <w:style w:type="character" w:customStyle="1" w:styleId="Ttulo1CharChar">
    <w:name w:val="Título 1 Char Char"/>
    <w:rPr>
      <w:rFonts w:ascii="Arial" w:hAnsi="Arial"/>
      <w:b/>
      <w:bCs/>
      <w:caps/>
      <w:snapToGrid w:val="0"/>
      <w:sz w:val="24"/>
      <w:lang w:val="pt-BR" w:eastAsia="en-US" w:bidi="ar-SA"/>
    </w:rPr>
  </w:style>
  <w:style w:type="character" w:styleId="HiperlinkVisitado">
    <w:name w:val="FollowedHyperlink"/>
    <w:rPr>
      <w:color w:val="800080"/>
      <w:u w:val="single"/>
    </w:rPr>
  </w:style>
  <w:style w:type="paragraph" w:customStyle="1" w:styleId="RUPTabela">
    <w:name w:val="RUP Tabela"/>
    <w:pPr>
      <w:spacing w:before="60" w:after="60"/>
    </w:pPr>
    <w:rPr>
      <w:rFonts w:ascii="Arial" w:hAnsi="Arial" w:cs="Arial"/>
      <w:lang w:val="es-ES_tradnl"/>
    </w:rPr>
  </w:style>
  <w:style w:type="paragraph" w:styleId="Corpodetexto3">
    <w:name w:val="Body Text 3"/>
    <w:basedOn w:val="Normal"/>
    <w:link w:val="Corpodetexto3Char"/>
    <w:pPr>
      <w:spacing w:before="120" w:after="120"/>
      <w:ind w:left="709" w:right="709"/>
    </w:pPr>
    <w:rPr>
      <w:szCs w:val="16"/>
    </w:rPr>
  </w:style>
  <w:style w:type="paragraph" w:styleId="Corpodetexto2">
    <w:name w:val="Body Text 2"/>
    <w:basedOn w:val="Normal"/>
    <w:pPr>
      <w:spacing w:before="120" w:after="120"/>
      <w:ind w:left="567" w:right="567"/>
    </w:pPr>
  </w:style>
  <w:style w:type="paragraph" w:customStyle="1" w:styleId="RUPInstrues">
    <w:name w:val="RUP Instruções"/>
    <w:pPr>
      <w:spacing w:before="60" w:after="60"/>
      <w:jc w:val="both"/>
    </w:pPr>
    <w:rPr>
      <w:rFonts w:ascii="Arial" w:hAnsi="Arial" w:cs="Arial"/>
      <w:i/>
      <w:color w:val="0000FF"/>
      <w:sz w:val="18"/>
    </w:rPr>
  </w:style>
  <w:style w:type="paragraph" w:customStyle="1" w:styleId="RUPCorpo1">
    <w:name w:val="RUP Corpo 1"/>
    <w:pPr>
      <w:spacing w:before="120"/>
      <w:ind w:firstLine="425"/>
      <w:jc w:val="both"/>
    </w:pPr>
    <w:rPr>
      <w:rFonts w:ascii="Arial" w:hAnsi="Arial"/>
    </w:rPr>
  </w:style>
  <w:style w:type="paragraph" w:customStyle="1" w:styleId="RUPNvel4">
    <w:name w:val="RUP Nível 4"/>
    <w:next w:val="RUPCorpo1"/>
    <w:pPr>
      <w:numPr>
        <w:ilvl w:val="3"/>
        <w:numId w:val="2"/>
      </w:numPr>
      <w:tabs>
        <w:tab w:val="clear" w:pos="2160"/>
        <w:tab w:val="left" w:pos="840"/>
      </w:tabs>
      <w:spacing w:before="120"/>
      <w:jc w:val="both"/>
    </w:pPr>
    <w:rPr>
      <w:rFonts w:ascii="Arial" w:hAnsi="Arial"/>
      <w:noProof/>
    </w:rPr>
  </w:style>
  <w:style w:type="paragraph" w:customStyle="1" w:styleId="RUPNvel1">
    <w:name w:val="RUP Nível 1"/>
    <w:next w:val="RUPNvel2"/>
    <w:pPr>
      <w:keepNext/>
      <w:numPr>
        <w:numId w:val="2"/>
      </w:numPr>
      <w:spacing w:before="240"/>
    </w:pPr>
    <w:rPr>
      <w:rFonts w:ascii="Arial" w:hAnsi="Arial"/>
      <w:b/>
      <w:i/>
      <w:caps/>
      <w:sz w:val="24"/>
    </w:rPr>
  </w:style>
  <w:style w:type="paragraph" w:customStyle="1" w:styleId="RUPNvel2">
    <w:name w:val="RUP Nível 2"/>
    <w:next w:val="RUPNvel3"/>
    <w:pPr>
      <w:keepNext/>
      <w:numPr>
        <w:ilvl w:val="1"/>
        <w:numId w:val="2"/>
      </w:numPr>
      <w:spacing w:before="240"/>
      <w:jc w:val="both"/>
    </w:pPr>
    <w:rPr>
      <w:rFonts w:ascii="Arial" w:hAnsi="Arial"/>
      <w:b/>
      <w:i/>
      <w:noProof/>
    </w:rPr>
  </w:style>
  <w:style w:type="paragraph" w:customStyle="1" w:styleId="RUPNvel3">
    <w:name w:val="RUP Nível 3"/>
    <w:next w:val="RUPCorpo1"/>
    <w:pPr>
      <w:numPr>
        <w:ilvl w:val="2"/>
        <w:numId w:val="2"/>
      </w:numPr>
      <w:tabs>
        <w:tab w:val="left" w:pos="720"/>
      </w:tabs>
      <w:spacing w:before="180"/>
      <w:jc w:val="both"/>
    </w:pPr>
    <w:rPr>
      <w:rFonts w:ascii="Arial" w:hAnsi="Arial"/>
      <w:noProof/>
    </w:rPr>
  </w:style>
  <w:style w:type="paragraph" w:customStyle="1" w:styleId="RUPCorpo2">
    <w:name w:val="RUP Corpo 2"/>
    <w:pPr>
      <w:spacing w:before="120"/>
      <w:ind w:firstLine="567"/>
      <w:jc w:val="both"/>
    </w:pPr>
    <w:rPr>
      <w:rFonts w:ascii="Arial" w:hAnsi="Arial" w:cs="Arial"/>
    </w:rPr>
  </w:style>
  <w:style w:type="character" w:customStyle="1" w:styleId="InfoBlueCharChar">
    <w:name w:val="InfoBlue Char Char"/>
    <w:rPr>
      <w:rFonts w:ascii="Arial" w:hAnsi="Arial"/>
      <w:i/>
      <w:iCs/>
      <w:snapToGrid w:val="0"/>
      <w:color w:val="0000FF"/>
      <w:sz w:val="22"/>
      <w:szCs w:val="22"/>
      <w:lang w:val="pt-BR" w:eastAsia="en-US" w:bidi="ar-SA"/>
    </w:rPr>
  </w:style>
  <w:style w:type="character" w:customStyle="1" w:styleId="Ttulo2Char">
    <w:name w:val="Título 2 Char"/>
    <w:rPr>
      <w:rFonts w:ascii="Arial" w:hAnsi="Arial"/>
      <w:b/>
      <w:snapToGrid w:val="0"/>
      <w:sz w:val="24"/>
      <w:lang w:val="pt-BR" w:eastAsia="en-US" w:bidi="ar-SA"/>
    </w:rPr>
  </w:style>
  <w:style w:type="paragraph" w:customStyle="1" w:styleId="InfoBlue0">
    <w:name w:val="InfoBlue"/>
    <w:basedOn w:val="Normal"/>
    <w:next w:val="Corpodetexto"/>
    <w:autoRedefine/>
    <w:pPr>
      <w:tabs>
        <w:tab w:val="left" w:pos="540"/>
        <w:tab w:val="left" w:pos="1260"/>
      </w:tabs>
      <w:spacing w:line="240" w:lineRule="auto"/>
      <w:ind w:left="540"/>
    </w:pPr>
    <w:rPr>
      <w:i/>
      <w:iCs/>
      <w:color w:val="0000FF"/>
      <w:sz w:val="20"/>
      <w:szCs w:val="22"/>
    </w:rPr>
  </w:style>
  <w:style w:type="paragraph" w:styleId="Legenda">
    <w:name w:val="caption"/>
    <w:basedOn w:val="Normal"/>
    <w:next w:val="Normal"/>
    <w:qFormat/>
    <w:rsid w:val="000A3B5D"/>
    <w:pPr>
      <w:spacing w:before="120" w:after="120"/>
    </w:pPr>
    <w:rPr>
      <w:b/>
      <w:bCs/>
      <w:sz w:val="20"/>
    </w:rPr>
  </w:style>
  <w:style w:type="character" w:customStyle="1" w:styleId="InfoBlueChar1">
    <w:name w:val="InfoBlue Char1"/>
    <w:rPr>
      <w:rFonts w:ascii="Arial" w:hAnsi="Arial"/>
      <w:i/>
      <w:iCs/>
      <w:snapToGrid w:val="0"/>
      <w:color w:val="0000FF"/>
      <w:szCs w:val="22"/>
      <w:lang w:val="pt-BR" w:eastAsia="en-US" w:bidi="ar-SA"/>
    </w:rPr>
  </w:style>
  <w:style w:type="paragraph" w:customStyle="1" w:styleId="Ttulo3Justificado">
    <w:name w:val="Título 3 + Justificado"/>
    <w:basedOn w:val="Ttulo3"/>
    <w:rsid w:val="00EF6C2C"/>
  </w:style>
  <w:style w:type="character" w:customStyle="1" w:styleId="txt">
    <w:name w:val="txt"/>
    <w:basedOn w:val="Fontepargpadro"/>
    <w:rsid w:val="00396137"/>
  </w:style>
  <w:style w:type="table" w:styleId="Tabelacomgrade">
    <w:name w:val="Table Grid"/>
    <w:basedOn w:val="Tabelanormal"/>
    <w:rsid w:val="00CE0C58"/>
    <w:pPr>
      <w:widowControl w:val="0"/>
      <w:autoSpaceDE w:val="0"/>
      <w:autoSpaceDN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410922"/>
    <w:pPr>
      <w:spacing w:line="240" w:lineRule="auto"/>
    </w:pPr>
    <w:rPr>
      <w:rFonts w:ascii="Tahoma" w:hAnsi="Tahoma"/>
      <w:sz w:val="16"/>
      <w:szCs w:val="16"/>
      <w:lang w:val="x-none"/>
    </w:rPr>
  </w:style>
  <w:style w:type="character" w:customStyle="1" w:styleId="TextodebaloChar">
    <w:name w:val="Texto de balão Char"/>
    <w:link w:val="Textodebalo"/>
    <w:rsid w:val="00410922"/>
    <w:rPr>
      <w:rFonts w:ascii="Tahoma" w:hAnsi="Tahoma" w:cs="Tahoma"/>
      <w:snapToGrid w:val="0"/>
      <w:sz w:val="16"/>
      <w:szCs w:val="16"/>
      <w:lang w:eastAsia="en-US"/>
    </w:rPr>
  </w:style>
  <w:style w:type="paragraph" w:styleId="Pr-formataoHTML">
    <w:name w:val="HTML Preformatted"/>
    <w:basedOn w:val="Normal"/>
    <w:link w:val="Pr-formataoHTMLChar"/>
    <w:uiPriority w:val="99"/>
    <w:unhideWhenUsed/>
    <w:rsid w:val="005309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napToGrid/>
      <w:sz w:val="20"/>
      <w:lang w:eastAsia="pt-BR"/>
    </w:rPr>
  </w:style>
  <w:style w:type="character" w:customStyle="1" w:styleId="Pr-formataoHTMLChar">
    <w:name w:val="Pré-formatação HTML Char"/>
    <w:link w:val="Pr-formataoHTML"/>
    <w:uiPriority w:val="99"/>
    <w:rsid w:val="00530930"/>
    <w:rPr>
      <w:rFonts w:ascii="Courier New" w:hAnsi="Courier New" w:cs="Courier New"/>
    </w:rPr>
  </w:style>
  <w:style w:type="character" w:styleId="Forte">
    <w:name w:val="Strong"/>
    <w:qFormat/>
    <w:rsid w:val="00B01FE6"/>
    <w:rPr>
      <w:b/>
      <w:bCs/>
    </w:rPr>
  </w:style>
  <w:style w:type="character" w:styleId="MenoPendente">
    <w:name w:val="Unresolved Mention"/>
    <w:uiPriority w:val="99"/>
    <w:semiHidden/>
    <w:unhideWhenUsed/>
    <w:rsid w:val="007117F5"/>
    <w:rPr>
      <w:color w:val="605E5C"/>
      <w:shd w:val="clear" w:color="auto" w:fill="E1DFDD"/>
    </w:rPr>
  </w:style>
  <w:style w:type="character" w:customStyle="1" w:styleId="Ttulo3Char">
    <w:name w:val="Título 3 Char"/>
    <w:link w:val="Ttulo3"/>
    <w:rsid w:val="00D93602"/>
    <w:rPr>
      <w:rFonts w:ascii="Arial" w:hAnsi="Arial"/>
      <w:b/>
      <w:bCs/>
      <w:iCs/>
      <w:snapToGrid w:val="0"/>
      <w:sz w:val="24"/>
      <w:lang w:eastAsia="en-US"/>
    </w:rPr>
  </w:style>
  <w:style w:type="character" w:styleId="nfase">
    <w:name w:val="Emphasis"/>
    <w:qFormat/>
    <w:rsid w:val="0085271E"/>
    <w:rPr>
      <w:i/>
      <w:iCs/>
    </w:rPr>
  </w:style>
  <w:style w:type="character" w:styleId="CdigoHTML">
    <w:name w:val="HTML Code"/>
    <w:uiPriority w:val="99"/>
    <w:unhideWhenUsed/>
    <w:rsid w:val="00222F09"/>
    <w:rPr>
      <w:rFonts w:ascii="Courier New" w:eastAsia="Times New Roman" w:hAnsi="Courier New" w:cs="Courier New"/>
      <w:sz w:val="20"/>
      <w:szCs w:val="20"/>
    </w:rPr>
  </w:style>
  <w:style w:type="paragraph" w:styleId="Textodecomentrio">
    <w:name w:val="annotation text"/>
    <w:basedOn w:val="Normal"/>
    <w:link w:val="TextodecomentrioChar"/>
    <w:rsid w:val="00A07902"/>
    <w:rPr>
      <w:sz w:val="20"/>
    </w:rPr>
  </w:style>
  <w:style w:type="character" w:customStyle="1" w:styleId="TextodecomentrioChar">
    <w:name w:val="Texto de comentário Char"/>
    <w:link w:val="Textodecomentrio"/>
    <w:rsid w:val="00A07902"/>
    <w:rPr>
      <w:rFonts w:ascii="Arial" w:hAnsi="Arial"/>
      <w:snapToGrid w:val="0"/>
      <w:lang w:eastAsia="en-US"/>
    </w:rPr>
  </w:style>
  <w:style w:type="character" w:styleId="Refdecomentrio">
    <w:name w:val="annotation reference"/>
    <w:rsid w:val="00A07902"/>
    <w:rPr>
      <w:sz w:val="16"/>
      <w:szCs w:val="16"/>
    </w:rPr>
  </w:style>
  <w:style w:type="paragraph" w:styleId="Assuntodocomentrio">
    <w:name w:val="annotation subject"/>
    <w:basedOn w:val="Textodecomentrio"/>
    <w:next w:val="Textodecomentrio"/>
    <w:link w:val="AssuntodocomentrioChar"/>
    <w:rsid w:val="00EE1F63"/>
    <w:rPr>
      <w:b/>
      <w:bCs/>
    </w:rPr>
  </w:style>
  <w:style w:type="character" w:customStyle="1" w:styleId="AssuntodocomentrioChar">
    <w:name w:val="Assunto do comentário Char"/>
    <w:link w:val="Assuntodocomentrio"/>
    <w:rsid w:val="00EE1F63"/>
    <w:rPr>
      <w:rFonts w:ascii="Arial" w:hAnsi="Arial"/>
      <w:b/>
      <w:bCs/>
      <w:snapToGrid w:val="0"/>
      <w:lang w:eastAsia="en-US"/>
    </w:rPr>
  </w:style>
  <w:style w:type="character" w:customStyle="1" w:styleId="Corpodetexto3Char">
    <w:name w:val="Corpo de texto 3 Char"/>
    <w:link w:val="Corpodetexto3"/>
    <w:rsid w:val="00467A00"/>
    <w:rPr>
      <w:rFonts w:ascii="Arial" w:hAnsi="Arial"/>
      <w:snapToGrid w:val="0"/>
      <w:sz w:val="22"/>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3456">
      <w:bodyDiv w:val="1"/>
      <w:marLeft w:val="0"/>
      <w:marRight w:val="0"/>
      <w:marTop w:val="0"/>
      <w:marBottom w:val="0"/>
      <w:divBdr>
        <w:top w:val="none" w:sz="0" w:space="0" w:color="auto"/>
        <w:left w:val="none" w:sz="0" w:space="0" w:color="auto"/>
        <w:bottom w:val="none" w:sz="0" w:space="0" w:color="auto"/>
        <w:right w:val="none" w:sz="0" w:space="0" w:color="auto"/>
      </w:divBdr>
    </w:div>
    <w:div w:id="232206988">
      <w:bodyDiv w:val="1"/>
      <w:marLeft w:val="0"/>
      <w:marRight w:val="0"/>
      <w:marTop w:val="0"/>
      <w:marBottom w:val="0"/>
      <w:divBdr>
        <w:top w:val="none" w:sz="0" w:space="0" w:color="auto"/>
        <w:left w:val="none" w:sz="0" w:space="0" w:color="auto"/>
        <w:bottom w:val="none" w:sz="0" w:space="0" w:color="auto"/>
        <w:right w:val="none" w:sz="0" w:space="0" w:color="auto"/>
      </w:divBdr>
    </w:div>
    <w:div w:id="269092799">
      <w:bodyDiv w:val="1"/>
      <w:marLeft w:val="0"/>
      <w:marRight w:val="0"/>
      <w:marTop w:val="0"/>
      <w:marBottom w:val="0"/>
      <w:divBdr>
        <w:top w:val="none" w:sz="0" w:space="0" w:color="auto"/>
        <w:left w:val="none" w:sz="0" w:space="0" w:color="auto"/>
        <w:bottom w:val="none" w:sz="0" w:space="0" w:color="auto"/>
        <w:right w:val="none" w:sz="0" w:space="0" w:color="auto"/>
      </w:divBdr>
    </w:div>
    <w:div w:id="429131429">
      <w:bodyDiv w:val="1"/>
      <w:marLeft w:val="0"/>
      <w:marRight w:val="0"/>
      <w:marTop w:val="0"/>
      <w:marBottom w:val="0"/>
      <w:divBdr>
        <w:top w:val="none" w:sz="0" w:space="0" w:color="auto"/>
        <w:left w:val="none" w:sz="0" w:space="0" w:color="auto"/>
        <w:bottom w:val="none" w:sz="0" w:space="0" w:color="auto"/>
        <w:right w:val="none" w:sz="0" w:space="0" w:color="auto"/>
      </w:divBdr>
    </w:div>
    <w:div w:id="456030308">
      <w:bodyDiv w:val="1"/>
      <w:marLeft w:val="0"/>
      <w:marRight w:val="0"/>
      <w:marTop w:val="0"/>
      <w:marBottom w:val="0"/>
      <w:divBdr>
        <w:top w:val="none" w:sz="0" w:space="0" w:color="auto"/>
        <w:left w:val="none" w:sz="0" w:space="0" w:color="auto"/>
        <w:bottom w:val="none" w:sz="0" w:space="0" w:color="auto"/>
        <w:right w:val="none" w:sz="0" w:space="0" w:color="auto"/>
      </w:divBdr>
      <w:divsChild>
        <w:div w:id="1889029042">
          <w:marLeft w:val="547"/>
          <w:marRight w:val="0"/>
          <w:marTop w:val="154"/>
          <w:marBottom w:val="0"/>
          <w:divBdr>
            <w:top w:val="none" w:sz="0" w:space="0" w:color="auto"/>
            <w:left w:val="none" w:sz="0" w:space="0" w:color="auto"/>
            <w:bottom w:val="none" w:sz="0" w:space="0" w:color="auto"/>
            <w:right w:val="none" w:sz="0" w:space="0" w:color="auto"/>
          </w:divBdr>
        </w:div>
      </w:divsChild>
    </w:div>
    <w:div w:id="616985750">
      <w:bodyDiv w:val="1"/>
      <w:marLeft w:val="0"/>
      <w:marRight w:val="0"/>
      <w:marTop w:val="0"/>
      <w:marBottom w:val="0"/>
      <w:divBdr>
        <w:top w:val="none" w:sz="0" w:space="0" w:color="auto"/>
        <w:left w:val="none" w:sz="0" w:space="0" w:color="auto"/>
        <w:bottom w:val="none" w:sz="0" w:space="0" w:color="auto"/>
        <w:right w:val="none" w:sz="0" w:space="0" w:color="auto"/>
      </w:divBdr>
      <w:divsChild>
        <w:div w:id="718213119">
          <w:marLeft w:val="547"/>
          <w:marRight w:val="0"/>
          <w:marTop w:val="154"/>
          <w:marBottom w:val="0"/>
          <w:divBdr>
            <w:top w:val="none" w:sz="0" w:space="0" w:color="auto"/>
            <w:left w:val="none" w:sz="0" w:space="0" w:color="auto"/>
            <w:bottom w:val="none" w:sz="0" w:space="0" w:color="auto"/>
            <w:right w:val="none" w:sz="0" w:space="0" w:color="auto"/>
          </w:divBdr>
        </w:div>
      </w:divsChild>
    </w:div>
    <w:div w:id="670571963">
      <w:bodyDiv w:val="1"/>
      <w:marLeft w:val="0"/>
      <w:marRight w:val="0"/>
      <w:marTop w:val="0"/>
      <w:marBottom w:val="0"/>
      <w:divBdr>
        <w:top w:val="none" w:sz="0" w:space="0" w:color="auto"/>
        <w:left w:val="none" w:sz="0" w:space="0" w:color="auto"/>
        <w:bottom w:val="none" w:sz="0" w:space="0" w:color="auto"/>
        <w:right w:val="none" w:sz="0" w:space="0" w:color="auto"/>
      </w:divBdr>
    </w:div>
    <w:div w:id="872768615">
      <w:bodyDiv w:val="1"/>
      <w:marLeft w:val="0"/>
      <w:marRight w:val="0"/>
      <w:marTop w:val="0"/>
      <w:marBottom w:val="0"/>
      <w:divBdr>
        <w:top w:val="none" w:sz="0" w:space="0" w:color="auto"/>
        <w:left w:val="none" w:sz="0" w:space="0" w:color="auto"/>
        <w:bottom w:val="none" w:sz="0" w:space="0" w:color="auto"/>
        <w:right w:val="none" w:sz="0" w:space="0" w:color="auto"/>
      </w:divBdr>
      <w:divsChild>
        <w:div w:id="134564353">
          <w:marLeft w:val="547"/>
          <w:marRight w:val="0"/>
          <w:marTop w:val="115"/>
          <w:marBottom w:val="0"/>
          <w:divBdr>
            <w:top w:val="none" w:sz="0" w:space="0" w:color="auto"/>
            <w:left w:val="none" w:sz="0" w:space="0" w:color="auto"/>
            <w:bottom w:val="none" w:sz="0" w:space="0" w:color="auto"/>
            <w:right w:val="none" w:sz="0" w:space="0" w:color="auto"/>
          </w:divBdr>
        </w:div>
        <w:div w:id="228803932">
          <w:marLeft w:val="547"/>
          <w:marRight w:val="0"/>
          <w:marTop w:val="115"/>
          <w:marBottom w:val="0"/>
          <w:divBdr>
            <w:top w:val="none" w:sz="0" w:space="0" w:color="auto"/>
            <w:left w:val="none" w:sz="0" w:space="0" w:color="auto"/>
            <w:bottom w:val="none" w:sz="0" w:space="0" w:color="auto"/>
            <w:right w:val="none" w:sz="0" w:space="0" w:color="auto"/>
          </w:divBdr>
        </w:div>
        <w:div w:id="338049129">
          <w:marLeft w:val="547"/>
          <w:marRight w:val="0"/>
          <w:marTop w:val="115"/>
          <w:marBottom w:val="0"/>
          <w:divBdr>
            <w:top w:val="none" w:sz="0" w:space="0" w:color="auto"/>
            <w:left w:val="none" w:sz="0" w:space="0" w:color="auto"/>
            <w:bottom w:val="none" w:sz="0" w:space="0" w:color="auto"/>
            <w:right w:val="none" w:sz="0" w:space="0" w:color="auto"/>
          </w:divBdr>
        </w:div>
        <w:div w:id="967467104">
          <w:marLeft w:val="547"/>
          <w:marRight w:val="0"/>
          <w:marTop w:val="115"/>
          <w:marBottom w:val="0"/>
          <w:divBdr>
            <w:top w:val="none" w:sz="0" w:space="0" w:color="auto"/>
            <w:left w:val="none" w:sz="0" w:space="0" w:color="auto"/>
            <w:bottom w:val="none" w:sz="0" w:space="0" w:color="auto"/>
            <w:right w:val="none" w:sz="0" w:space="0" w:color="auto"/>
          </w:divBdr>
        </w:div>
        <w:div w:id="1512186552">
          <w:marLeft w:val="547"/>
          <w:marRight w:val="0"/>
          <w:marTop w:val="115"/>
          <w:marBottom w:val="0"/>
          <w:divBdr>
            <w:top w:val="none" w:sz="0" w:space="0" w:color="auto"/>
            <w:left w:val="none" w:sz="0" w:space="0" w:color="auto"/>
            <w:bottom w:val="none" w:sz="0" w:space="0" w:color="auto"/>
            <w:right w:val="none" w:sz="0" w:space="0" w:color="auto"/>
          </w:divBdr>
        </w:div>
        <w:div w:id="1530799568">
          <w:marLeft w:val="547"/>
          <w:marRight w:val="0"/>
          <w:marTop w:val="115"/>
          <w:marBottom w:val="0"/>
          <w:divBdr>
            <w:top w:val="none" w:sz="0" w:space="0" w:color="auto"/>
            <w:left w:val="none" w:sz="0" w:space="0" w:color="auto"/>
            <w:bottom w:val="none" w:sz="0" w:space="0" w:color="auto"/>
            <w:right w:val="none" w:sz="0" w:space="0" w:color="auto"/>
          </w:divBdr>
        </w:div>
        <w:div w:id="1921137381">
          <w:marLeft w:val="547"/>
          <w:marRight w:val="0"/>
          <w:marTop w:val="115"/>
          <w:marBottom w:val="0"/>
          <w:divBdr>
            <w:top w:val="none" w:sz="0" w:space="0" w:color="auto"/>
            <w:left w:val="none" w:sz="0" w:space="0" w:color="auto"/>
            <w:bottom w:val="none" w:sz="0" w:space="0" w:color="auto"/>
            <w:right w:val="none" w:sz="0" w:space="0" w:color="auto"/>
          </w:divBdr>
        </w:div>
        <w:div w:id="1949461071">
          <w:marLeft w:val="547"/>
          <w:marRight w:val="0"/>
          <w:marTop w:val="115"/>
          <w:marBottom w:val="0"/>
          <w:divBdr>
            <w:top w:val="none" w:sz="0" w:space="0" w:color="auto"/>
            <w:left w:val="none" w:sz="0" w:space="0" w:color="auto"/>
            <w:bottom w:val="none" w:sz="0" w:space="0" w:color="auto"/>
            <w:right w:val="none" w:sz="0" w:space="0" w:color="auto"/>
          </w:divBdr>
        </w:div>
        <w:div w:id="1960986685">
          <w:marLeft w:val="547"/>
          <w:marRight w:val="0"/>
          <w:marTop w:val="115"/>
          <w:marBottom w:val="0"/>
          <w:divBdr>
            <w:top w:val="none" w:sz="0" w:space="0" w:color="auto"/>
            <w:left w:val="none" w:sz="0" w:space="0" w:color="auto"/>
            <w:bottom w:val="none" w:sz="0" w:space="0" w:color="auto"/>
            <w:right w:val="none" w:sz="0" w:space="0" w:color="auto"/>
          </w:divBdr>
        </w:div>
      </w:divsChild>
    </w:div>
    <w:div w:id="1192646344">
      <w:bodyDiv w:val="1"/>
      <w:marLeft w:val="0"/>
      <w:marRight w:val="0"/>
      <w:marTop w:val="0"/>
      <w:marBottom w:val="0"/>
      <w:divBdr>
        <w:top w:val="none" w:sz="0" w:space="0" w:color="auto"/>
        <w:left w:val="none" w:sz="0" w:space="0" w:color="auto"/>
        <w:bottom w:val="none" w:sz="0" w:space="0" w:color="auto"/>
        <w:right w:val="none" w:sz="0" w:space="0" w:color="auto"/>
      </w:divBdr>
    </w:div>
    <w:div w:id="1359893789">
      <w:bodyDiv w:val="1"/>
      <w:marLeft w:val="0"/>
      <w:marRight w:val="0"/>
      <w:marTop w:val="0"/>
      <w:marBottom w:val="0"/>
      <w:divBdr>
        <w:top w:val="none" w:sz="0" w:space="0" w:color="auto"/>
        <w:left w:val="none" w:sz="0" w:space="0" w:color="auto"/>
        <w:bottom w:val="none" w:sz="0" w:space="0" w:color="auto"/>
        <w:right w:val="none" w:sz="0" w:space="0" w:color="auto"/>
      </w:divBdr>
    </w:div>
    <w:div w:id="1489515832">
      <w:bodyDiv w:val="1"/>
      <w:marLeft w:val="0"/>
      <w:marRight w:val="0"/>
      <w:marTop w:val="0"/>
      <w:marBottom w:val="0"/>
      <w:divBdr>
        <w:top w:val="none" w:sz="0" w:space="0" w:color="auto"/>
        <w:left w:val="none" w:sz="0" w:space="0" w:color="auto"/>
        <w:bottom w:val="none" w:sz="0" w:space="0" w:color="auto"/>
        <w:right w:val="none" w:sz="0" w:space="0" w:color="auto"/>
      </w:divBdr>
    </w:div>
    <w:div w:id="1490974779">
      <w:bodyDiv w:val="1"/>
      <w:marLeft w:val="0"/>
      <w:marRight w:val="0"/>
      <w:marTop w:val="0"/>
      <w:marBottom w:val="0"/>
      <w:divBdr>
        <w:top w:val="none" w:sz="0" w:space="0" w:color="auto"/>
        <w:left w:val="none" w:sz="0" w:space="0" w:color="auto"/>
        <w:bottom w:val="none" w:sz="0" w:space="0" w:color="auto"/>
        <w:right w:val="none" w:sz="0" w:space="0" w:color="auto"/>
      </w:divBdr>
      <w:divsChild>
        <w:div w:id="701395958">
          <w:marLeft w:val="547"/>
          <w:marRight w:val="0"/>
          <w:marTop w:val="154"/>
          <w:marBottom w:val="0"/>
          <w:divBdr>
            <w:top w:val="none" w:sz="0" w:space="0" w:color="auto"/>
            <w:left w:val="none" w:sz="0" w:space="0" w:color="auto"/>
            <w:bottom w:val="none" w:sz="0" w:space="0" w:color="auto"/>
            <w:right w:val="none" w:sz="0" w:space="0" w:color="auto"/>
          </w:divBdr>
        </w:div>
      </w:divsChild>
    </w:div>
    <w:div w:id="1503473954">
      <w:bodyDiv w:val="1"/>
      <w:marLeft w:val="0"/>
      <w:marRight w:val="0"/>
      <w:marTop w:val="0"/>
      <w:marBottom w:val="0"/>
      <w:divBdr>
        <w:top w:val="none" w:sz="0" w:space="0" w:color="auto"/>
        <w:left w:val="none" w:sz="0" w:space="0" w:color="auto"/>
        <w:bottom w:val="none" w:sz="0" w:space="0" w:color="auto"/>
        <w:right w:val="none" w:sz="0" w:space="0" w:color="auto"/>
      </w:divBdr>
    </w:div>
    <w:div w:id="1698195206">
      <w:bodyDiv w:val="1"/>
      <w:marLeft w:val="0"/>
      <w:marRight w:val="0"/>
      <w:marTop w:val="0"/>
      <w:marBottom w:val="0"/>
      <w:divBdr>
        <w:top w:val="none" w:sz="0" w:space="0" w:color="auto"/>
        <w:left w:val="none" w:sz="0" w:space="0" w:color="auto"/>
        <w:bottom w:val="none" w:sz="0" w:space="0" w:color="auto"/>
        <w:right w:val="none" w:sz="0" w:space="0" w:color="auto"/>
      </w:divBdr>
    </w:div>
    <w:div w:id="1749420869">
      <w:bodyDiv w:val="1"/>
      <w:marLeft w:val="0"/>
      <w:marRight w:val="0"/>
      <w:marTop w:val="0"/>
      <w:marBottom w:val="0"/>
      <w:divBdr>
        <w:top w:val="none" w:sz="0" w:space="0" w:color="auto"/>
        <w:left w:val="none" w:sz="0" w:space="0" w:color="auto"/>
        <w:bottom w:val="none" w:sz="0" w:space="0" w:color="auto"/>
        <w:right w:val="none" w:sz="0" w:space="0" w:color="auto"/>
      </w:divBdr>
      <w:divsChild>
        <w:div w:id="1404765013">
          <w:marLeft w:val="547"/>
          <w:marRight w:val="0"/>
          <w:marTop w:val="154"/>
          <w:marBottom w:val="0"/>
          <w:divBdr>
            <w:top w:val="none" w:sz="0" w:space="0" w:color="auto"/>
            <w:left w:val="none" w:sz="0" w:space="0" w:color="auto"/>
            <w:bottom w:val="none" w:sz="0" w:space="0" w:color="auto"/>
            <w:right w:val="none" w:sz="0" w:space="0" w:color="auto"/>
          </w:divBdr>
        </w:div>
      </w:divsChild>
    </w:div>
    <w:div w:id="21172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microsoft.com/office/2018/08/relationships/commentsExtensible" Target="commentsExtensible.xml"/><Relationship Id="rId26" Type="http://schemas.openxmlformats.org/officeDocument/2006/relationships/hyperlink" Target="https://spring.io/"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microsoft.com/office/2016/09/relationships/commentsIds" Target="commentsIds.xml"/><Relationship Id="rId25" Type="http://schemas.openxmlformats.org/officeDocument/2006/relationships/hyperlink" Target="https://www.json.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5.png"/><Relationship Id="rId29" Type="http://schemas.openxmlformats.org/officeDocument/2006/relationships/hyperlink" Target="https://docs.nestj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8.emf"/><Relationship Id="rId28" Type="http://schemas.openxmlformats.org/officeDocument/2006/relationships/hyperlink" Target="http://hibernate.org/orm/documentation/4.2/" TargetMode="Externa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s://angular.io/doc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tos\projetos_acti_arquitetura_j2ee\Versao%202.0\Artefatos\2_Requisitos\SiglaDoProjeto_DocVisao.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88A1F3701B547906A63E068DAD951" ma:contentTypeVersion="12" ma:contentTypeDescription="Create a new document." ma:contentTypeScope="" ma:versionID="35763a17d2fc079e352fc18d347da5c4">
  <xsd:schema xmlns:xsd="http://www.w3.org/2001/XMLSchema" xmlns:xs="http://www.w3.org/2001/XMLSchema" xmlns:p="http://schemas.microsoft.com/office/2006/metadata/properties" xmlns:ns2="f73a1a55-55bc-4cfc-b288-02e0065b07c8" xmlns:ns3="b5abc6a9-4450-4f1f-af97-f155908cd302" targetNamespace="http://schemas.microsoft.com/office/2006/metadata/properties" ma:root="true" ma:fieldsID="89452f6ab54e3341b0355e9e62680eed" ns2:_="" ns3:_="">
    <xsd:import namespace="f73a1a55-55bc-4cfc-b288-02e0065b07c8"/>
    <xsd:import namespace="b5abc6a9-4450-4f1f-af97-f155908cd30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a1a55-55bc-4cfc-b288-02e0065b0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abc6a9-4450-4f1f-af97-f155908cd30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235360-B4F1-456A-8454-CB9673E43E7A}">
  <ds:schemaRefs>
    <ds:schemaRef ds:uri="http://schemas.microsoft.com/sharepoint/v3/contenttype/forms"/>
  </ds:schemaRefs>
</ds:datastoreItem>
</file>

<file path=customXml/itemProps2.xml><?xml version="1.0" encoding="utf-8"?>
<ds:datastoreItem xmlns:ds="http://schemas.openxmlformats.org/officeDocument/2006/customXml" ds:itemID="{28E57B34-5C38-4A05-A99B-710F878E4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a1a55-55bc-4cfc-b288-02e0065b07c8"/>
    <ds:schemaRef ds:uri="b5abc6a9-4450-4f1f-af97-f155908cd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B0D14-54EF-4048-BAB0-4F4D124C3E9E}">
  <ds:schemaRefs>
    <ds:schemaRef ds:uri="http://schemas.openxmlformats.org/officeDocument/2006/bibliography"/>
  </ds:schemaRefs>
</ds:datastoreItem>
</file>

<file path=customXml/itemProps4.xml><?xml version="1.0" encoding="utf-8"?>
<ds:datastoreItem xmlns:ds="http://schemas.openxmlformats.org/officeDocument/2006/customXml" ds:itemID="{1107265D-185A-4941-80DF-6550166037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SiglaDoProjeto_DocVisao</Template>
  <TotalTime>31</TotalTime>
  <Pages>19</Pages>
  <Words>2819</Words>
  <Characters>15226</Characters>
  <Application>Microsoft Office Word</Application>
  <DocSecurity>0</DocSecurity>
  <Lines>126</Lines>
  <Paragraphs>36</Paragraphs>
  <ScaleCrop>false</ScaleCrop>
  <HeadingPairs>
    <vt:vector size="2" baseType="variant">
      <vt:variant>
        <vt:lpstr>Título</vt:lpstr>
      </vt:variant>
      <vt:variant>
        <vt:i4>1</vt:i4>
      </vt:variant>
    </vt:vector>
  </HeadingPairs>
  <TitlesOfParts>
    <vt:vector size="1" baseType="lpstr">
      <vt:lpstr>SiglaDoProjetoVISVersao.doc</vt:lpstr>
    </vt:vector>
  </TitlesOfParts>
  <Manager>Gerente</Manager>
  <Company>Sistema CNI/ ACTI/GSN</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SiglaDoProjetoVISVersao.doc</dc:title>
  <dc:subject>Projeto</dc:subject>
  <dc:creator>rbsilva</dc:creator>
  <cp:keywords/>
  <cp:lastModifiedBy>Fernanda Queiroz Klein</cp:lastModifiedBy>
  <cp:revision>10</cp:revision>
  <cp:lastPrinted>2018-03-20T13:02:00Z</cp:lastPrinted>
  <dcterms:created xsi:type="dcterms:W3CDTF">2021-03-29T15:16:00Z</dcterms:created>
  <dcterms:modified xsi:type="dcterms:W3CDTF">2024-10-01T17:58:00Z</dcterms:modified>
  <cp:category>Restrito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0x010100B4288A1F3701B547906A63E068DAD951</vt:lpwstr>
  </property>
</Properties>
</file>